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2D" w:rsidRPr="00825EE5" w:rsidRDefault="0075192D" w:rsidP="0075192D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szCs w:val="28"/>
        </w:rPr>
      </w:pPr>
      <w:r>
        <w:rPr>
          <w:b/>
          <w:bCs/>
          <w:szCs w:val="28"/>
        </w:rPr>
        <w:t>CỘNG HÒA XÃ HỘI CHỦ NGHĨA VIỆT</w:t>
      </w:r>
      <w:r w:rsidRPr="00825EE5">
        <w:rPr>
          <w:b/>
          <w:bCs/>
          <w:szCs w:val="28"/>
        </w:rPr>
        <w:t xml:space="preserve"> NAM</w:t>
      </w:r>
    </w:p>
    <w:p w:rsidR="0075192D" w:rsidRPr="00825EE5" w:rsidRDefault="0075192D" w:rsidP="0075192D">
      <w:pPr>
        <w:widowControl w:val="0"/>
        <w:spacing w:line="360" w:lineRule="auto"/>
        <w:jc w:val="center"/>
        <w:rPr>
          <w:szCs w:val="28"/>
        </w:rPr>
      </w:pPr>
      <w:proofErr w:type="spellStart"/>
      <w:r w:rsidRPr="00825EE5">
        <w:rPr>
          <w:b/>
          <w:bCs/>
          <w:szCs w:val="28"/>
        </w:rPr>
        <w:t>Độc</w:t>
      </w:r>
      <w:proofErr w:type="spellEnd"/>
      <w:r w:rsidRPr="00825EE5">
        <w:rPr>
          <w:b/>
          <w:bCs/>
          <w:szCs w:val="28"/>
        </w:rPr>
        <w:t xml:space="preserve"> </w:t>
      </w:r>
      <w:proofErr w:type="spellStart"/>
      <w:r w:rsidRPr="00825EE5">
        <w:rPr>
          <w:b/>
          <w:bCs/>
          <w:szCs w:val="28"/>
        </w:rPr>
        <w:t>lập</w:t>
      </w:r>
      <w:proofErr w:type="spellEnd"/>
      <w:r w:rsidRPr="00825EE5">
        <w:rPr>
          <w:b/>
          <w:bCs/>
          <w:szCs w:val="28"/>
        </w:rPr>
        <w:t xml:space="preserve"> – </w:t>
      </w:r>
      <w:proofErr w:type="spellStart"/>
      <w:r w:rsidRPr="00825EE5">
        <w:rPr>
          <w:b/>
          <w:bCs/>
          <w:szCs w:val="28"/>
        </w:rPr>
        <w:t>Tự</w:t>
      </w:r>
      <w:proofErr w:type="spellEnd"/>
      <w:r w:rsidRPr="00825EE5">
        <w:rPr>
          <w:b/>
          <w:bCs/>
          <w:szCs w:val="28"/>
        </w:rPr>
        <w:t xml:space="preserve"> do – </w:t>
      </w:r>
      <w:proofErr w:type="spellStart"/>
      <w:r w:rsidRPr="00825EE5">
        <w:rPr>
          <w:b/>
          <w:bCs/>
          <w:szCs w:val="28"/>
        </w:rPr>
        <w:t>Hạnh</w:t>
      </w:r>
      <w:proofErr w:type="spellEnd"/>
      <w:r w:rsidRPr="00825EE5">
        <w:rPr>
          <w:b/>
          <w:bCs/>
          <w:szCs w:val="28"/>
        </w:rPr>
        <w:t xml:space="preserve"> </w:t>
      </w:r>
      <w:proofErr w:type="spellStart"/>
      <w:r w:rsidRPr="00825EE5">
        <w:rPr>
          <w:b/>
          <w:bCs/>
          <w:szCs w:val="28"/>
        </w:rPr>
        <w:t>phúc</w:t>
      </w:r>
      <w:proofErr w:type="spellEnd"/>
    </w:p>
    <w:p w:rsidR="0075192D" w:rsidRPr="00825EE5" w:rsidRDefault="0075192D" w:rsidP="0075192D">
      <w:pPr>
        <w:widowControl w:val="0"/>
        <w:jc w:val="right"/>
        <w:rPr>
          <w:bCs/>
          <w:i/>
          <w:sz w:val="14"/>
          <w:szCs w:val="28"/>
        </w:rPr>
      </w:pPr>
    </w:p>
    <w:p w:rsidR="0075192D" w:rsidRPr="00825EE5" w:rsidRDefault="0075192D" w:rsidP="0075192D">
      <w:pPr>
        <w:widowControl w:val="0"/>
        <w:jc w:val="right"/>
        <w:rPr>
          <w:b/>
          <w:bCs/>
          <w:iCs/>
          <w:szCs w:val="28"/>
        </w:rPr>
      </w:pPr>
      <w:proofErr w:type="gramStart"/>
      <w:r w:rsidRPr="00825EE5">
        <w:rPr>
          <w:bCs/>
          <w:i/>
          <w:szCs w:val="28"/>
        </w:rPr>
        <w:t>…………..,</w:t>
      </w:r>
      <w:proofErr w:type="gramEnd"/>
      <w:r w:rsidRPr="00825EE5">
        <w:rPr>
          <w:bCs/>
          <w:i/>
          <w:szCs w:val="28"/>
        </w:rPr>
        <w:t xml:space="preserve"> </w:t>
      </w:r>
      <w:proofErr w:type="spellStart"/>
      <w:r w:rsidRPr="00825EE5">
        <w:rPr>
          <w:bCs/>
          <w:i/>
          <w:szCs w:val="28"/>
        </w:rPr>
        <w:t>ngày</w:t>
      </w:r>
      <w:proofErr w:type="spellEnd"/>
      <w:r w:rsidRPr="00825EE5">
        <w:rPr>
          <w:bCs/>
          <w:i/>
          <w:szCs w:val="28"/>
        </w:rPr>
        <w:t xml:space="preserve">…..  </w:t>
      </w:r>
      <w:proofErr w:type="spellStart"/>
      <w:proofErr w:type="gramStart"/>
      <w:r w:rsidRPr="00825EE5">
        <w:rPr>
          <w:bCs/>
          <w:i/>
          <w:szCs w:val="28"/>
        </w:rPr>
        <w:t>tháng</w:t>
      </w:r>
      <w:proofErr w:type="spellEnd"/>
      <w:proofErr w:type="gramEnd"/>
      <w:r w:rsidRPr="00825EE5">
        <w:rPr>
          <w:bCs/>
          <w:i/>
          <w:szCs w:val="28"/>
        </w:rPr>
        <w:t xml:space="preserve"> ……</w:t>
      </w:r>
      <w:proofErr w:type="spellStart"/>
      <w:r w:rsidRPr="00825EE5">
        <w:rPr>
          <w:bCs/>
          <w:i/>
          <w:szCs w:val="28"/>
        </w:rPr>
        <w:t>năm</w:t>
      </w:r>
      <w:proofErr w:type="spellEnd"/>
      <w:r w:rsidRPr="00825EE5">
        <w:rPr>
          <w:bCs/>
          <w:i/>
          <w:szCs w:val="28"/>
        </w:rPr>
        <w:t xml:space="preserve"> ...</w:t>
      </w:r>
    </w:p>
    <w:p w:rsidR="00861AC5" w:rsidRDefault="00861AC5" w:rsidP="005915D1">
      <w:pPr>
        <w:widowControl w:val="0"/>
        <w:spacing w:before="240" w:after="120" w:line="340" w:lineRule="exact"/>
        <w:jc w:val="center"/>
        <w:rPr>
          <w:b/>
          <w:bCs/>
          <w:iCs/>
          <w:sz w:val="32"/>
          <w:szCs w:val="28"/>
        </w:rPr>
      </w:pPr>
    </w:p>
    <w:p w:rsidR="0075192D" w:rsidRPr="00392CA1" w:rsidRDefault="0075192D" w:rsidP="00861AC5">
      <w:pPr>
        <w:widowControl w:val="0"/>
        <w:spacing w:before="120" w:after="120" w:line="340" w:lineRule="exact"/>
        <w:jc w:val="center"/>
        <w:rPr>
          <w:b/>
          <w:bCs/>
          <w:iCs/>
          <w:sz w:val="30"/>
          <w:szCs w:val="30"/>
        </w:rPr>
      </w:pPr>
      <w:r w:rsidRPr="00392CA1">
        <w:rPr>
          <w:b/>
          <w:bCs/>
          <w:iCs/>
          <w:sz w:val="30"/>
          <w:szCs w:val="30"/>
        </w:rPr>
        <w:t>ĐƠN ĐĂNG KÝ THAM GIA ĐẤU GIÁ</w:t>
      </w:r>
      <w:r w:rsidR="009E5330" w:rsidRPr="00392CA1">
        <w:rPr>
          <w:b/>
          <w:bCs/>
          <w:iCs/>
          <w:sz w:val="30"/>
          <w:szCs w:val="30"/>
        </w:rPr>
        <w:t xml:space="preserve"> </w:t>
      </w:r>
    </w:p>
    <w:p w:rsidR="009E5330" w:rsidRPr="00392CA1" w:rsidRDefault="009E5330" w:rsidP="00392CA1">
      <w:pPr>
        <w:widowControl w:val="0"/>
        <w:spacing w:before="120" w:after="120" w:line="340" w:lineRule="exact"/>
        <w:jc w:val="center"/>
        <w:rPr>
          <w:b/>
          <w:bCs/>
          <w:iCs/>
          <w:sz w:val="30"/>
          <w:szCs w:val="30"/>
        </w:rPr>
      </w:pPr>
      <w:r w:rsidRPr="00392CA1">
        <w:rPr>
          <w:b/>
          <w:bCs/>
          <w:iCs/>
          <w:sz w:val="30"/>
          <w:szCs w:val="30"/>
        </w:rPr>
        <w:t xml:space="preserve">MUA CỔ PHẦN CỦA SCIC TẠI CÔNG TY CỔ PHẦN </w:t>
      </w:r>
      <w:r w:rsidR="00392CA1" w:rsidRPr="00392CA1">
        <w:rPr>
          <w:b/>
          <w:bCs/>
          <w:iCs/>
          <w:sz w:val="30"/>
          <w:szCs w:val="30"/>
        </w:rPr>
        <w:t>SÔNG MÃ</w:t>
      </w:r>
    </w:p>
    <w:p w:rsidR="0075192D" w:rsidRDefault="0075192D" w:rsidP="0075192D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Cs w:val="28"/>
        </w:rPr>
      </w:pPr>
      <w:proofErr w:type="spellStart"/>
      <w:r w:rsidRPr="00825EE5">
        <w:rPr>
          <w:b/>
          <w:i/>
          <w:szCs w:val="28"/>
          <w:u w:val="single"/>
        </w:rPr>
        <w:t>Kính</w:t>
      </w:r>
      <w:proofErr w:type="spellEnd"/>
      <w:r w:rsidRPr="00825EE5">
        <w:rPr>
          <w:b/>
          <w:i/>
          <w:szCs w:val="28"/>
          <w:u w:val="single"/>
        </w:rPr>
        <w:t xml:space="preserve"> </w:t>
      </w:r>
      <w:proofErr w:type="spellStart"/>
      <w:r w:rsidRPr="00825EE5">
        <w:rPr>
          <w:b/>
          <w:i/>
          <w:szCs w:val="28"/>
          <w:u w:val="single"/>
        </w:rPr>
        <w:t>gửi</w:t>
      </w:r>
      <w:proofErr w:type="spellEnd"/>
      <w:r w:rsidRPr="00825EE5">
        <w:rPr>
          <w:b/>
          <w:i/>
          <w:szCs w:val="28"/>
          <w:u w:val="single"/>
        </w:rPr>
        <w:t>:</w:t>
      </w:r>
      <w:r w:rsidRPr="00825EE5"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Công</w:t>
      </w:r>
      <w:proofErr w:type="spellEnd"/>
      <w:r>
        <w:rPr>
          <w:b/>
          <w:szCs w:val="28"/>
        </w:rPr>
        <w:t xml:space="preserve"> ty </w:t>
      </w:r>
      <w:proofErr w:type="spellStart"/>
      <w:r>
        <w:rPr>
          <w:b/>
          <w:szCs w:val="28"/>
        </w:rPr>
        <w:t>Cổ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phần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Chứng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khoán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Dầu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khí</w:t>
      </w:r>
      <w:proofErr w:type="spellEnd"/>
    </w:p>
    <w:p w:rsidR="00310844" w:rsidRPr="00825EE5" w:rsidRDefault="00310844" w:rsidP="0075192D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 w:val="26"/>
          <w:szCs w:val="28"/>
        </w:rPr>
      </w:pP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Tên</w:t>
      </w:r>
      <w:proofErr w:type="spellEnd"/>
      <w:r w:rsidRPr="00ED6473">
        <w:t xml:space="preserve"> </w:t>
      </w:r>
      <w:proofErr w:type="spellStart"/>
      <w:r w:rsidRPr="00ED6473">
        <w:t>tổ</w:t>
      </w:r>
      <w:proofErr w:type="spellEnd"/>
      <w:r w:rsidRPr="00ED6473">
        <w:t xml:space="preserve"> </w:t>
      </w:r>
      <w:proofErr w:type="spellStart"/>
      <w:r w:rsidRPr="00ED6473">
        <w:t>chức</w:t>
      </w:r>
      <w:proofErr w:type="spellEnd"/>
      <w:r w:rsidRPr="00ED6473">
        <w:t xml:space="preserve">, </w:t>
      </w:r>
      <w:proofErr w:type="spellStart"/>
      <w:r w:rsidRPr="00ED6473">
        <w:t>cá</w:t>
      </w:r>
      <w:proofErr w:type="spellEnd"/>
      <w:r w:rsidRPr="00ED6473">
        <w:t xml:space="preserve"> </w:t>
      </w:r>
      <w:proofErr w:type="spellStart"/>
      <w:r w:rsidRPr="00ED6473">
        <w:t>nhân</w:t>
      </w:r>
      <w:proofErr w:type="spellEnd"/>
      <w:r w:rsidRPr="00ED6473">
        <w:t xml:space="preserve">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Địa</w:t>
      </w:r>
      <w:proofErr w:type="spellEnd"/>
      <w:r w:rsidRPr="00ED6473">
        <w:t xml:space="preserve"> </w:t>
      </w:r>
      <w:proofErr w:type="spellStart"/>
      <w:r w:rsidRPr="00ED6473">
        <w:t>chỉ</w:t>
      </w:r>
      <w:proofErr w:type="spellEnd"/>
      <w:r w:rsidRPr="00ED6473">
        <w:t>:</w:t>
      </w:r>
      <w:r w:rsidRPr="00ED6473">
        <w:tab/>
      </w:r>
    </w:p>
    <w:p w:rsidR="002D7A6C" w:rsidRPr="00ED6473" w:rsidRDefault="002D7A6C" w:rsidP="004E5AC9">
      <w:pPr>
        <w:tabs>
          <w:tab w:val="left" w:leader="dot" w:pos="4410"/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điện</w:t>
      </w:r>
      <w:proofErr w:type="spellEnd"/>
      <w:r w:rsidRPr="00ED6473">
        <w:t xml:space="preserve"> </w:t>
      </w:r>
      <w:proofErr w:type="spellStart"/>
      <w:r w:rsidRPr="00ED6473">
        <w:t>thoại</w:t>
      </w:r>
      <w:proofErr w:type="spellEnd"/>
      <w:r w:rsidRPr="00ED6473">
        <w:t>:</w:t>
      </w:r>
      <w:r w:rsidRPr="00ED6473">
        <w:tab/>
        <w:t xml:space="preserve"> Fax: ……………… Email (</w:t>
      </w:r>
      <w:proofErr w:type="spellStart"/>
      <w:r w:rsidRPr="00ED6473">
        <w:t>nếu</w:t>
      </w:r>
      <w:proofErr w:type="spellEnd"/>
      <w:r w:rsidRPr="00ED6473">
        <w:t xml:space="preserve"> </w:t>
      </w:r>
      <w:proofErr w:type="spellStart"/>
      <w:r w:rsidRPr="00ED6473">
        <w:t>có</w:t>
      </w:r>
      <w:proofErr w:type="spellEnd"/>
      <w:r w:rsidRPr="00ED6473">
        <w:t>):</w:t>
      </w:r>
      <w:r w:rsidRPr="00ED6473">
        <w:tab/>
      </w:r>
    </w:p>
    <w:p w:rsidR="002D7A6C" w:rsidRPr="00ED6473" w:rsidRDefault="002D7A6C" w:rsidP="004E5AC9">
      <w:pPr>
        <w:tabs>
          <w:tab w:val="left" w:leader="dot" w:pos="4320"/>
          <w:tab w:val="left" w:leader="dot" w:pos="6480"/>
          <w:tab w:val="left" w:leader="dot" w:pos="9536"/>
        </w:tabs>
        <w:spacing w:before="120" w:after="120" w:line="360" w:lineRule="auto"/>
        <w:ind w:right="-4"/>
        <w:jc w:val="both"/>
      </w:pPr>
      <w:proofErr w:type="spellStart"/>
      <w:r w:rsidRPr="00ED6473">
        <w:t>Số</w:t>
      </w:r>
      <w:proofErr w:type="spellEnd"/>
      <w:r w:rsidRPr="00ED6473">
        <w:t xml:space="preserve"> ĐKKD/CMND/CCCD/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>:</w:t>
      </w:r>
      <w:r w:rsidRPr="00ED6473">
        <w:tab/>
        <w:t xml:space="preserve"> </w:t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  <w:t xml:space="preserve"> </w:t>
      </w: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tài</w:t>
      </w:r>
      <w:proofErr w:type="spellEnd"/>
      <w:r w:rsidRPr="00ED6473">
        <w:t xml:space="preserve"> </w:t>
      </w:r>
      <w:proofErr w:type="spellStart"/>
      <w:r w:rsidRPr="00ED6473">
        <w:t>khoản</w:t>
      </w:r>
      <w:proofErr w:type="spellEnd"/>
      <w:r w:rsidRPr="00ED6473">
        <w:t xml:space="preserve"> 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Tổ</w:t>
      </w:r>
      <w:proofErr w:type="spellEnd"/>
      <w:r w:rsidRPr="00ED6473">
        <w:t xml:space="preserve"> </w:t>
      </w:r>
      <w:proofErr w:type="spellStart"/>
      <w:r w:rsidRPr="00ED6473">
        <w:t>chức</w:t>
      </w:r>
      <w:proofErr w:type="spellEnd"/>
      <w:r w:rsidRPr="00ED6473">
        <w:t xml:space="preserve">, </w:t>
      </w:r>
      <w:proofErr w:type="spellStart"/>
      <w:r w:rsidRPr="00ED6473">
        <w:t>cá</w:t>
      </w:r>
      <w:proofErr w:type="spellEnd"/>
      <w:r w:rsidRPr="00ED6473">
        <w:t xml:space="preserve"> </w:t>
      </w:r>
      <w:proofErr w:type="spellStart"/>
      <w:r w:rsidRPr="00ED6473">
        <w:t>nhân</w:t>
      </w:r>
      <w:proofErr w:type="spellEnd"/>
      <w:r w:rsidRPr="00ED6473">
        <w:t xml:space="preserve"> </w:t>
      </w:r>
      <w:proofErr w:type="spellStart"/>
      <w:r w:rsidRPr="00ED6473">
        <w:t>sử</w:t>
      </w:r>
      <w:proofErr w:type="spellEnd"/>
      <w:r w:rsidRPr="00ED6473">
        <w:t xml:space="preserve"> </w:t>
      </w:r>
      <w:proofErr w:type="spellStart"/>
      <w:r w:rsidRPr="00ED6473">
        <w:t>dụng</w:t>
      </w:r>
      <w:proofErr w:type="spellEnd"/>
      <w:r w:rsidRPr="00ED6473">
        <w:t xml:space="preserve"> </w:t>
      </w:r>
      <w:proofErr w:type="spellStart"/>
      <w:r w:rsidRPr="00ED6473">
        <w:t>để</w:t>
      </w:r>
      <w:proofErr w:type="spellEnd"/>
      <w:r w:rsidRPr="00ED6473">
        <w:t xml:space="preserve"> </w:t>
      </w:r>
      <w:proofErr w:type="spellStart"/>
      <w:r w:rsidRPr="00ED6473">
        <w:t>trả</w:t>
      </w:r>
      <w:proofErr w:type="spellEnd"/>
      <w:r w:rsidRPr="00ED6473">
        <w:t xml:space="preserve"> </w:t>
      </w:r>
      <w:proofErr w:type="spellStart"/>
      <w:r w:rsidRPr="00ED6473">
        <w:t>tiền</w:t>
      </w:r>
      <w:proofErr w:type="spellEnd"/>
      <w:r w:rsidRPr="00ED6473">
        <w:t xml:space="preserve"> </w:t>
      </w:r>
      <w:proofErr w:type="spellStart"/>
      <w:r w:rsidRPr="00ED6473">
        <w:t>đặt</w:t>
      </w:r>
      <w:proofErr w:type="spellEnd"/>
      <w:r w:rsidRPr="00ED6473">
        <w:t xml:space="preserve"> </w:t>
      </w:r>
      <w:proofErr w:type="spellStart"/>
      <w:r w:rsidRPr="00ED6473">
        <w:t>cọc</w:t>
      </w:r>
      <w:proofErr w:type="spellEnd"/>
      <w:r w:rsidRPr="00ED6473">
        <w:t>: 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Mở</w:t>
      </w:r>
      <w:proofErr w:type="spellEnd"/>
      <w:r w:rsidRPr="00ED6473">
        <w:t xml:space="preserve"> </w:t>
      </w:r>
      <w:proofErr w:type="spellStart"/>
      <w:r w:rsidRPr="00ED6473">
        <w:t>tại</w:t>
      </w:r>
      <w:proofErr w:type="spellEnd"/>
      <w:r w:rsidRPr="00ED6473">
        <w:t xml:space="preserve">: </w:t>
      </w:r>
      <w:r w:rsidRPr="00ED6473">
        <w:tab/>
      </w:r>
    </w:p>
    <w:p w:rsidR="002D7A6C" w:rsidRPr="00ED6473" w:rsidRDefault="004A5477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>
        <w:t>Tên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proofErr w:type="gramStart"/>
      <w:r w:rsidR="002D7A6C" w:rsidRPr="00ED6473">
        <w:t>theo</w:t>
      </w:r>
      <w:proofErr w:type="spellEnd"/>
      <w:proofErr w:type="gramEnd"/>
      <w:r w:rsidR="002D7A6C" w:rsidRPr="00ED6473">
        <w:t xml:space="preserve"> </w:t>
      </w:r>
      <w:proofErr w:type="spellStart"/>
      <w:r w:rsidR="002D7A6C" w:rsidRPr="00ED6473">
        <w:t>pháp</w:t>
      </w:r>
      <w:proofErr w:type="spellEnd"/>
      <w:r w:rsidR="002D7A6C" w:rsidRPr="00ED6473">
        <w:t xml:space="preserve"> </w:t>
      </w:r>
      <w:proofErr w:type="spellStart"/>
      <w:r w:rsidR="002D7A6C" w:rsidRPr="00ED6473">
        <w:t>luật</w:t>
      </w:r>
      <w:proofErr w:type="spellEnd"/>
      <w:r w:rsidR="002D7A6C" w:rsidRPr="00ED6473">
        <w:t xml:space="preserve"> (</w:t>
      </w:r>
      <w:proofErr w:type="spellStart"/>
      <w:r w:rsidR="002D7A6C" w:rsidRPr="00ED6473">
        <w:t>đối</w:t>
      </w:r>
      <w:proofErr w:type="spellEnd"/>
      <w:r w:rsidR="002D7A6C" w:rsidRPr="00ED6473">
        <w:t xml:space="preserve"> </w:t>
      </w:r>
      <w:proofErr w:type="spellStart"/>
      <w:r w:rsidR="002D7A6C" w:rsidRPr="00ED6473">
        <w:t>với</w:t>
      </w:r>
      <w:proofErr w:type="spellEnd"/>
      <w:r w:rsidR="002D7A6C" w:rsidRPr="00ED6473">
        <w:t xml:space="preserve"> </w:t>
      </w:r>
      <w:proofErr w:type="spellStart"/>
      <w:r w:rsidR="002D7A6C" w:rsidRPr="00ED6473">
        <w:t>Tổ</w:t>
      </w:r>
      <w:proofErr w:type="spellEnd"/>
      <w:r w:rsidR="002D7A6C" w:rsidRPr="00ED6473">
        <w:t xml:space="preserve"> </w:t>
      </w:r>
      <w:proofErr w:type="spellStart"/>
      <w:r w:rsidR="002D7A6C" w:rsidRPr="00ED6473">
        <w:t>chức</w:t>
      </w:r>
      <w:proofErr w:type="spellEnd"/>
      <w:r w:rsidR="002D7A6C" w:rsidRPr="00ED6473">
        <w:t xml:space="preserve">): </w:t>
      </w:r>
      <w:r w:rsidR="002D7A6C"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CMND/CCCD/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 xml:space="preserve"> (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đại</w:t>
      </w:r>
      <w:proofErr w:type="spellEnd"/>
      <w:r w:rsidRPr="00ED6473">
        <w:t xml:space="preserve"> </w:t>
      </w:r>
      <w:proofErr w:type="spellStart"/>
      <w:r w:rsidRPr="00ED6473">
        <w:t>diện</w:t>
      </w:r>
      <w:proofErr w:type="spellEnd"/>
      <w:r w:rsidRPr="00ED6473">
        <w:t xml:space="preserve">):  </w:t>
      </w:r>
      <w:r w:rsidRPr="00ED6473">
        <w:tab/>
      </w:r>
    </w:p>
    <w:p w:rsidR="002D7A6C" w:rsidRPr="00ED6473" w:rsidRDefault="002D7A6C" w:rsidP="004E5AC9">
      <w:pPr>
        <w:tabs>
          <w:tab w:val="left" w:leader="dot" w:pos="4500"/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 xml:space="preserve">: </w:t>
      </w:r>
      <w:r w:rsidRPr="00ED6473">
        <w:tab/>
        <w:t xml:space="preserve">     </w:t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Tên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được</w:t>
      </w:r>
      <w:proofErr w:type="spellEnd"/>
      <w:r w:rsidRPr="00ED6473">
        <w:t xml:space="preserve"> </w:t>
      </w:r>
      <w:proofErr w:type="spellStart"/>
      <w:r w:rsidRPr="00ED6473">
        <w:t>uỷ</w:t>
      </w:r>
      <w:proofErr w:type="spellEnd"/>
      <w:r w:rsidRPr="00ED6473">
        <w:t xml:space="preserve"> </w:t>
      </w:r>
      <w:proofErr w:type="spellStart"/>
      <w:r w:rsidRPr="00ED6473">
        <w:t>quyền</w:t>
      </w:r>
      <w:proofErr w:type="spellEnd"/>
      <w:r w:rsidRPr="00ED6473">
        <w:t xml:space="preserve"> (</w:t>
      </w:r>
      <w:proofErr w:type="spellStart"/>
      <w:r w:rsidRPr="00ED6473">
        <w:t>nếu</w:t>
      </w:r>
      <w:proofErr w:type="spellEnd"/>
      <w:r w:rsidRPr="00ED6473">
        <w:t xml:space="preserve"> </w:t>
      </w:r>
      <w:proofErr w:type="spellStart"/>
      <w:r w:rsidRPr="00ED6473">
        <w:t>có</w:t>
      </w:r>
      <w:proofErr w:type="spellEnd"/>
      <w:r w:rsidRPr="00ED6473">
        <w:t xml:space="preserve">): </w:t>
      </w:r>
      <w:r w:rsidRPr="00ED6473">
        <w:tab/>
      </w:r>
    </w:p>
    <w:p w:rsidR="002D7A6C" w:rsidRPr="00ED6473" w:rsidRDefault="002D7A6C" w:rsidP="004E5AC9">
      <w:pPr>
        <w:tabs>
          <w:tab w:val="left" w:leader="dot" w:pos="9540"/>
        </w:tabs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CMND/</w:t>
      </w:r>
      <w:proofErr w:type="spellStart"/>
      <w:r w:rsidRPr="00ED6473">
        <w:t>Hộ</w:t>
      </w:r>
      <w:proofErr w:type="spellEnd"/>
      <w:r w:rsidRPr="00ED6473">
        <w:t xml:space="preserve"> </w:t>
      </w:r>
      <w:proofErr w:type="spellStart"/>
      <w:r w:rsidRPr="00ED6473">
        <w:t>chiếu</w:t>
      </w:r>
      <w:proofErr w:type="spellEnd"/>
      <w:r w:rsidRPr="00ED6473">
        <w:t xml:space="preserve"> (</w:t>
      </w:r>
      <w:proofErr w:type="spellStart"/>
      <w:r w:rsidRPr="00ED6473">
        <w:t>của</w:t>
      </w:r>
      <w:proofErr w:type="spellEnd"/>
      <w:r w:rsidRPr="00ED6473">
        <w:t xml:space="preserve"> </w:t>
      </w:r>
      <w:proofErr w:type="spellStart"/>
      <w:r w:rsidRPr="00ED6473">
        <w:t>người</w:t>
      </w:r>
      <w:proofErr w:type="spellEnd"/>
      <w:r w:rsidRPr="00ED6473">
        <w:t xml:space="preserve"> </w:t>
      </w:r>
      <w:proofErr w:type="spellStart"/>
      <w:r w:rsidRPr="00ED6473">
        <w:t>được</w:t>
      </w:r>
      <w:proofErr w:type="spellEnd"/>
      <w:r w:rsidRPr="00ED6473">
        <w:t xml:space="preserve"> </w:t>
      </w:r>
      <w:proofErr w:type="spellStart"/>
      <w:r w:rsidRPr="00ED6473">
        <w:t>ủy</w:t>
      </w:r>
      <w:proofErr w:type="spellEnd"/>
      <w:r w:rsidRPr="00ED6473">
        <w:t xml:space="preserve"> </w:t>
      </w:r>
      <w:proofErr w:type="spellStart"/>
      <w:r w:rsidRPr="00ED6473">
        <w:t>quyền</w:t>
      </w:r>
      <w:proofErr w:type="spellEnd"/>
      <w:r w:rsidRPr="00ED6473">
        <w:t xml:space="preserve">): </w:t>
      </w:r>
      <w:r w:rsidRPr="00ED6473">
        <w:tab/>
      </w:r>
    </w:p>
    <w:p w:rsidR="0075192D" w:rsidRPr="00ED6473" w:rsidRDefault="002D7A6C" w:rsidP="004E5AC9">
      <w:pPr>
        <w:widowControl w:val="0"/>
        <w:spacing w:before="120" w:after="120" w:line="360" w:lineRule="auto"/>
      </w:pPr>
      <w:proofErr w:type="spellStart"/>
      <w:r w:rsidRPr="00ED6473">
        <w:t>Ngày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>:</w:t>
      </w:r>
      <w:r w:rsidRPr="00ED6473">
        <w:tab/>
      </w:r>
      <w:proofErr w:type="spellStart"/>
      <w:r w:rsidRPr="00ED6473">
        <w:t>Nơi</w:t>
      </w:r>
      <w:proofErr w:type="spellEnd"/>
      <w:r w:rsidRPr="00ED6473">
        <w:t xml:space="preserve"> </w:t>
      </w:r>
      <w:proofErr w:type="spellStart"/>
      <w:r w:rsidRPr="00ED6473">
        <w:t>cấp</w:t>
      </w:r>
      <w:proofErr w:type="spellEnd"/>
      <w:r w:rsidRPr="00ED6473">
        <w:t xml:space="preserve">: </w:t>
      </w:r>
      <w:r w:rsidRPr="00ED6473">
        <w:tab/>
        <w:t xml:space="preserve">     </w:t>
      </w:r>
    </w:p>
    <w:p w:rsidR="0075192D" w:rsidRPr="00ED6473" w:rsidRDefault="0075192D" w:rsidP="004E5AC9">
      <w:pPr>
        <w:widowControl w:val="0"/>
        <w:spacing w:before="120" w:after="120" w:line="360" w:lineRule="auto"/>
        <w:jc w:val="both"/>
        <w:rPr>
          <w:b/>
          <w:bCs/>
        </w:rPr>
      </w:pP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>/</w:t>
      </w:r>
      <w:proofErr w:type="spellStart"/>
      <w:r w:rsidRPr="00ED6473">
        <w:rPr>
          <w:b/>
          <w:bCs/>
        </w:rPr>
        <w:t>chúng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đăng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ký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tham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gia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đấu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gia</w:t>
      </w:r>
      <w:proofErr w:type="spellEnd"/>
      <w:r w:rsidRPr="00ED6473">
        <w:rPr>
          <w:b/>
          <w:bCs/>
        </w:rPr>
        <w:t xml:space="preserve">́ </w:t>
      </w:r>
      <w:proofErr w:type="spellStart"/>
      <w:r w:rsidRPr="00ED6473">
        <w:rPr>
          <w:b/>
          <w:bCs/>
        </w:rPr>
        <w:t>mua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cổ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phần</w:t>
      </w:r>
      <w:proofErr w:type="spellEnd"/>
      <w:r w:rsidRPr="00ED6473">
        <w:rPr>
          <w:b/>
          <w:bCs/>
        </w:rPr>
        <w:t xml:space="preserve"> </w:t>
      </w:r>
      <w:r w:rsidRPr="00ED6473">
        <w:rPr>
          <w:b/>
          <w:bCs/>
          <w:noProof/>
        </w:rPr>
        <w:t xml:space="preserve">Công ty cổ phần </w:t>
      </w:r>
      <w:r w:rsidR="00392CA1">
        <w:rPr>
          <w:b/>
          <w:bCs/>
          <w:noProof/>
        </w:rPr>
        <w:t>Sông Mã</w:t>
      </w:r>
      <w:r w:rsidRPr="00ED6473">
        <w:rPr>
          <w:b/>
          <w:bCs/>
          <w:noProof/>
        </w:rPr>
        <w:t xml:space="preserve"> </w:t>
      </w:r>
      <w:proofErr w:type="spellStart"/>
      <w:r w:rsidRPr="00ED6473">
        <w:rPr>
          <w:b/>
          <w:bCs/>
        </w:rPr>
        <w:t>được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chào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bán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của</w:t>
      </w:r>
      <w:proofErr w:type="spellEnd"/>
      <w:r w:rsidRPr="00ED6473">
        <w:rPr>
          <w:b/>
          <w:bCs/>
        </w:rPr>
        <w:t xml:space="preserve"> </w:t>
      </w:r>
      <w:r w:rsidRPr="00ED6473">
        <w:rPr>
          <w:b/>
          <w:bCs/>
          <w:noProof/>
        </w:rPr>
        <w:t>Tổng công ty Đầu tư và Kinh doanh vốn nhà nước</w:t>
      </w:r>
      <w:r w:rsidRPr="00ED6473">
        <w:t xml:space="preserve">, </w:t>
      </w:r>
      <w:proofErr w:type="spellStart"/>
      <w:r w:rsidRPr="00ED6473">
        <w:t>cụ</w:t>
      </w:r>
      <w:proofErr w:type="spellEnd"/>
      <w:r w:rsidRPr="00ED6473">
        <w:t xml:space="preserve"> </w:t>
      </w:r>
      <w:proofErr w:type="spellStart"/>
      <w:r w:rsidRPr="00ED6473">
        <w:t>thể</w:t>
      </w:r>
      <w:proofErr w:type="spellEnd"/>
      <w:r w:rsidRPr="00ED6473">
        <w:t xml:space="preserve"> </w:t>
      </w:r>
      <w:proofErr w:type="spellStart"/>
      <w:r w:rsidRPr="00ED6473">
        <w:t>như</w:t>
      </w:r>
      <w:proofErr w:type="spellEnd"/>
      <w:r w:rsidRPr="00ED6473">
        <w:t xml:space="preserve"> </w:t>
      </w:r>
      <w:proofErr w:type="spellStart"/>
      <w:r w:rsidRPr="00ED6473">
        <w:t>sau</w:t>
      </w:r>
      <w:proofErr w:type="spellEnd"/>
      <w:r w:rsidRPr="00ED6473">
        <w:t>:</w:t>
      </w:r>
    </w:p>
    <w:p w:rsidR="0075192D" w:rsidRPr="00ED6473" w:rsidRDefault="0075192D" w:rsidP="004E5AC9">
      <w:pPr>
        <w:widowControl w:val="0"/>
        <w:numPr>
          <w:ilvl w:val="0"/>
          <w:numId w:val="12"/>
        </w:numPr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lượng</w:t>
      </w:r>
      <w:proofErr w:type="spellEnd"/>
      <w:r w:rsidRPr="00ED6473">
        <w:t xml:space="preserve"> </w:t>
      </w:r>
      <w:proofErr w:type="spellStart"/>
      <w:r w:rsidRPr="00ED6473">
        <w:t>cổ</w:t>
      </w:r>
      <w:proofErr w:type="spellEnd"/>
      <w:r w:rsidRPr="00ED6473">
        <w:t xml:space="preserve"> </w:t>
      </w:r>
      <w:proofErr w:type="spellStart"/>
      <w:r w:rsidRPr="00ED6473">
        <w:t>phần</w:t>
      </w:r>
      <w:proofErr w:type="spellEnd"/>
      <w:r w:rsidRPr="00ED6473">
        <w:t xml:space="preserve"> </w:t>
      </w:r>
      <w:proofErr w:type="spellStart"/>
      <w:r w:rsidRPr="00ED6473">
        <w:t>đăng</w:t>
      </w:r>
      <w:proofErr w:type="spellEnd"/>
      <w:r w:rsidRPr="00ED6473">
        <w:t xml:space="preserve"> </w:t>
      </w:r>
      <w:proofErr w:type="spellStart"/>
      <w:r w:rsidRPr="00ED6473">
        <w:t>ký</w:t>
      </w:r>
      <w:proofErr w:type="spellEnd"/>
      <w:r w:rsidRPr="00ED6473">
        <w:t xml:space="preserve"> </w:t>
      </w:r>
      <w:proofErr w:type="spellStart"/>
      <w:r w:rsidRPr="00ED6473">
        <w:t>mua</w:t>
      </w:r>
      <w:proofErr w:type="spellEnd"/>
      <w:r w:rsidRPr="00ED6473">
        <w:t xml:space="preserve">: </w:t>
      </w:r>
      <w:r w:rsidR="00392CA1" w:rsidRPr="00392CA1">
        <w:rPr>
          <w:b/>
        </w:rPr>
        <w:t>254.533</w:t>
      </w:r>
      <w:r w:rsidRPr="00ED6473">
        <w:rPr>
          <w:b/>
        </w:rPr>
        <w:t xml:space="preserve"> </w:t>
      </w:r>
      <w:proofErr w:type="spellStart"/>
      <w:r w:rsidRPr="00ED6473">
        <w:t>cổ</w:t>
      </w:r>
      <w:proofErr w:type="spellEnd"/>
      <w:r w:rsidRPr="00ED6473">
        <w:t xml:space="preserve"> </w:t>
      </w:r>
      <w:proofErr w:type="spellStart"/>
      <w:r w:rsidRPr="00ED6473">
        <w:t>phần</w:t>
      </w:r>
      <w:proofErr w:type="spellEnd"/>
      <w:r w:rsidRPr="00ED6473">
        <w:t>.</w:t>
      </w:r>
    </w:p>
    <w:p w:rsidR="0075192D" w:rsidRPr="00ED6473" w:rsidRDefault="0075192D" w:rsidP="004E5AC9">
      <w:pPr>
        <w:widowControl w:val="0"/>
        <w:numPr>
          <w:ilvl w:val="0"/>
          <w:numId w:val="12"/>
        </w:numPr>
        <w:spacing w:before="120" w:after="120" w:line="360" w:lineRule="auto"/>
        <w:jc w:val="both"/>
      </w:pPr>
      <w:proofErr w:type="spellStart"/>
      <w:r w:rsidRPr="00ED6473">
        <w:t>Số</w:t>
      </w:r>
      <w:proofErr w:type="spellEnd"/>
      <w:r w:rsidRPr="00ED6473">
        <w:t xml:space="preserve"> </w:t>
      </w:r>
      <w:proofErr w:type="spellStart"/>
      <w:r w:rsidRPr="00ED6473">
        <w:t>tiền</w:t>
      </w:r>
      <w:proofErr w:type="spellEnd"/>
      <w:r w:rsidRPr="00ED6473">
        <w:t xml:space="preserve"> </w:t>
      </w:r>
      <w:proofErr w:type="spellStart"/>
      <w:r w:rsidRPr="00ED6473">
        <w:t>đặt</w:t>
      </w:r>
      <w:proofErr w:type="spellEnd"/>
      <w:r w:rsidRPr="00ED6473">
        <w:t xml:space="preserve"> </w:t>
      </w:r>
      <w:proofErr w:type="spellStart"/>
      <w:r w:rsidRPr="00ED6473">
        <w:t>cọc</w:t>
      </w:r>
      <w:proofErr w:type="spellEnd"/>
      <w:r w:rsidRPr="00ED6473">
        <w:t xml:space="preserve"> </w:t>
      </w:r>
      <w:proofErr w:type="spellStart"/>
      <w:r w:rsidRPr="00ED6473">
        <w:t>để</w:t>
      </w:r>
      <w:proofErr w:type="spellEnd"/>
      <w:r w:rsidRPr="00ED6473">
        <w:t xml:space="preserve"> </w:t>
      </w:r>
      <w:proofErr w:type="spellStart"/>
      <w:r w:rsidRPr="00ED6473">
        <w:t>đăng</w:t>
      </w:r>
      <w:proofErr w:type="spellEnd"/>
      <w:r w:rsidRPr="00ED6473">
        <w:t xml:space="preserve"> </w:t>
      </w:r>
      <w:proofErr w:type="spellStart"/>
      <w:r w:rsidRPr="00ED6473">
        <w:t>ký</w:t>
      </w:r>
      <w:proofErr w:type="spellEnd"/>
      <w:r w:rsidRPr="00ED6473">
        <w:t xml:space="preserve"> </w:t>
      </w:r>
      <w:proofErr w:type="spellStart"/>
      <w:r w:rsidRPr="00ED6473">
        <w:t>mua</w:t>
      </w:r>
      <w:proofErr w:type="spellEnd"/>
      <w:r w:rsidRPr="00ED6473">
        <w:t xml:space="preserve">: </w:t>
      </w:r>
      <w:r w:rsidR="00392CA1" w:rsidRPr="00392CA1">
        <w:rPr>
          <w:b/>
        </w:rPr>
        <w:t>330.892.900</w:t>
      </w:r>
      <w:r w:rsidRPr="00392CA1">
        <w:rPr>
          <w:b/>
        </w:rPr>
        <w:t xml:space="preserve"> </w:t>
      </w:r>
      <w:proofErr w:type="spellStart"/>
      <w:r w:rsidRPr="00392CA1">
        <w:t>đồng</w:t>
      </w:r>
      <w:proofErr w:type="spellEnd"/>
      <w:r w:rsidRPr="00ED6473">
        <w:t xml:space="preserve"> </w:t>
      </w:r>
      <w:proofErr w:type="spellStart"/>
      <w:r w:rsidRPr="00ED6473">
        <w:t>tương</w:t>
      </w:r>
      <w:proofErr w:type="spellEnd"/>
      <w:r w:rsidRPr="00ED6473">
        <w:t xml:space="preserve"> </w:t>
      </w:r>
      <w:proofErr w:type="spellStart"/>
      <w:r w:rsidRPr="00ED6473">
        <w:t>ứng</w:t>
      </w:r>
      <w:proofErr w:type="spellEnd"/>
      <w:r w:rsidRPr="00ED6473">
        <w:t xml:space="preserve"> </w:t>
      </w:r>
      <w:r w:rsidRPr="00ED6473">
        <w:rPr>
          <w:noProof/>
          <w:lang w:val="vi-VN"/>
        </w:rPr>
        <w:t xml:space="preserve">bằng </w:t>
      </w:r>
      <w:r w:rsidRPr="00ED6473">
        <w:rPr>
          <w:b/>
          <w:noProof/>
        </w:rPr>
        <w:t>10</w:t>
      </w:r>
      <w:r w:rsidRPr="00ED6473">
        <w:rPr>
          <w:b/>
          <w:bCs/>
          <w:lang w:val="vi-VN"/>
        </w:rPr>
        <w:t>%</w:t>
      </w:r>
      <w:r w:rsidRPr="00ED6473">
        <w:rPr>
          <w:bCs/>
          <w:lang w:val="vi-VN"/>
        </w:rPr>
        <w:t xml:space="preserve"> </w:t>
      </w:r>
      <w:proofErr w:type="spellStart"/>
      <w:r w:rsidR="002D7A6C" w:rsidRPr="00ED6473">
        <w:t>giá</w:t>
      </w:r>
      <w:proofErr w:type="spellEnd"/>
      <w:r w:rsidR="002D7A6C" w:rsidRPr="00ED6473">
        <w:t xml:space="preserve"> </w:t>
      </w:r>
      <w:proofErr w:type="spellStart"/>
      <w:r w:rsidR="002D7A6C" w:rsidRPr="00ED6473">
        <w:t>trị</w:t>
      </w:r>
      <w:proofErr w:type="spellEnd"/>
      <w:r w:rsidR="002D7A6C" w:rsidRPr="00ED6473">
        <w:t xml:space="preserve"> </w:t>
      </w:r>
      <w:proofErr w:type="spellStart"/>
      <w:r w:rsidR="002D7A6C" w:rsidRPr="00ED6473">
        <w:t>tổng</w:t>
      </w:r>
      <w:proofErr w:type="spellEnd"/>
      <w:r w:rsidR="002D7A6C" w:rsidRPr="00ED6473">
        <w:t xml:space="preserve"> </w:t>
      </w:r>
      <w:proofErr w:type="spellStart"/>
      <w:r w:rsidR="002D7A6C" w:rsidRPr="00ED6473">
        <w:t>số</w:t>
      </w:r>
      <w:proofErr w:type="spellEnd"/>
      <w:r w:rsidR="002D7A6C" w:rsidRPr="00ED6473">
        <w:t xml:space="preserve"> </w:t>
      </w:r>
      <w:proofErr w:type="spellStart"/>
      <w:r w:rsidR="002D7A6C" w:rsidRPr="00ED6473">
        <w:t>cổ</w:t>
      </w:r>
      <w:proofErr w:type="spellEnd"/>
      <w:r w:rsidR="002D7A6C" w:rsidRPr="00ED6473">
        <w:t xml:space="preserve"> </w:t>
      </w:r>
      <w:proofErr w:type="spellStart"/>
      <w:r w:rsidR="002D7A6C" w:rsidRPr="00ED6473">
        <w:t>phần</w:t>
      </w:r>
      <w:proofErr w:type="spellEnd"/>
      <w:r w:rsidR="002D7A6C" w:rsidRPr="00ED6473">
        <w:t xml:space="preserve"> </w:t>
      </w:r>
      <w:proofErr w:type="spellStart"/>
      <w:r w:rsidR="002D7A6C" w:rsidRPr="00ED6473">
        <w:t>đăng</w:t>
      </w:r>
      <w:proofErr w:type="spellEnd"/>
      <w:r w:rsidR="002D7A6C" w:rsidRPr="00ED6473">
        <w:t xml:space="preserve"> </w:t>
      </w:r>
      <w:proofErr w:type="spellStart"/>
      <w:r w:rsidR="002D7A6C" w:rsidRPr="00ED6473">
        <w:t>ký</w:t>
      </w:r>
      <w:proofErr w:type="spellEnd"/>
      <w:r w:rsidR="002D7A6C" w:rsidRPr="00ED6473">
        <w:t xml:space="preserve"> </w:t>
      </w:r>
      <w:proofErr w:type="spellStart"/>
      <w:r w:rsidR="002D7A6C" w:rsidRPr="00ED6473">
        <w:t>mua</w:t>
      </w:r>
      <w:proofErr w:type="spellEnd"/>
      <w:r w:rsidR="002D7A6C" w:rsidRPr="00ED6473">
        <w:t xml:space="preserve"> </w:t>
      </w:r>
      <w:proofErr w:type="spellStart"/>
      <w:r w:rsidR="002D7A6C" w:rsidRPr="00ED6473">
        <w:t>tính</w:t>
      </w:r>
      <w:proofErr w:type="spellEnd"/>
      <w:r w:rsidR="002D7A6C" w:rsidRPr="00ED6473">
        <w:t xml:space="preserve"> </w:t>
      </w:r>
      <w:proofErr w:type="spellStart"/>
      <w:r w:rsidR="002D7A6C" w:rsidRPr="00ED6473">
        <w:t>theo</w:t>
      </w:r>
      <w:proofErr w:type="spellEnd"/>
      <w:r w:rsidR="002D7A6C" w:rsidRPr="00ED6473">
        <w:t xml:space="preserve"> </w:t>
      </w:r>
      <w:proofErr w:type="spellStart"/>
      <w:r w:rsidR="002D7A6C" w:rsidRPr="00ED6473">
        <w:t>giá</w:t>
      </w:r>
      <w:proofErr w:type="spellEnd"/>
      <w:r w:rsidR="002D7A6C" w:rsidRPr="00ED6473">
        <w:t xml:space="preserve"> </w:t>
      </w:r>
      <w:proofErr w:type="spellStart"/>
      <w:r w:rsidR="002D7A6C" w:rsidRPr="00ED6473">
        <w:t>khởi</w:t>
      </w:r>
      <w:proofErr w:type="spellEnd"/>
      <w:r w:rsidR="002D7A6C" w:rsidRPr="00ED6473">
        <w:t xml:space="preserve"> </w:t>
      </w:r>
      <w:proofErr w:type="spellStart"/>
      <w:r w:rsidR="002D7A6C" w:rsidRPr="00ED6473">
        <w:t>điểm</w:t>
      </w:r>
      <w:proofErr w:type="spellEnd"/>
      <w:r w:rsidR="002D7A6C" w:rsidRPr="00ED6473">
        <w:t xml:space="preserve"> (</w:t>
      </w:r>
      <w:r w:rsidRPr="00ED6473">
        <w:rPr>
          <w:b/>
          <w:noProof/>
        </w:rPr>
        <w:t>1</w:t>
      </w:r>
      <w:r w:rsidR="00392CA1">
        <w:rPr>
          <w:b/>
          <w:noProof/>
        </w:rPr>
        <w:t>3</w:t>
      </w:r>
      <w:r w:rsidRPr="00ED6473">
        <w:rPr>
          <w:b/>
          <w:noProof/>
        </w:rPr>
        <w:t>.000 đồng/01 cổ phần</w:t>
      </w:r>
      <w:r w:rsidR="002D7A6C" w:rsidRPr="00ED6473">
        <w:rPr>
          <w:b/>
          <w:noProof/>
        </w:rPr>
        <w:t>)</w:t>
      </w:r>
    </w:p>
    <w:p w:rsidR="0075192D" w:rsidRPr="00ED6473" w:rsidRDefault="0075192D" w:rsidP="004E5AC9">
      <w:pPr>
        <w:widowControl w:val="0"/>
        <w:spacing w:before="120" w:after="120" w:line="360" w:lineRule="auto"/>
        <w:jc w:val="both"/>
      </w:pP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>/</w:t>
      </w:r>
      <w:proofErr w:type="spellStart"/>
      <w:r w:rsidRPr="00ED6473">
        <w:rPr>
          <w:b/>
          <w:bCs/>
        </w:rPr>
        <w:t>Chúng</w:t>
      </w:r>
      <w:proofErr w:type="spellEnd"/>
      <w:r w:rsidRPr="00ED6473">
        <w:rPr>
          <w:b/>
          <w:bCs/>
        </w:rPr>
        <w:t xml:space="preserve"> </w:t>
      </w:r>
      <w:proofErr w:type="spellStart"/>
      <w:r w:rsidRPr="00ED6473">
        <w:rPr>
          <w:b/>
          <w:bCs/>
        </w:rPr>
        <w:t>tôi</w:t>
      </w:r>
      <w:proofErr w:type="spellEnd"/>
      <w:r w:rsidRPr="00ED6473">
        <w:rPr>
          <w:b/>
          <w:bCs/>
        </w:rPr>
        <w:t xml:space="preserve"> cam </w:t>
      </w:r>
      <w:proofErr w:type="spellStart"/>
      <w:r w:rsidRPr="00ED6473">
        <w:rPr>
          <w:b/>
          <w:bCs/>
        </w:rPr>
        <w:t>kết</w:t>
      </w:r>
      <w:proofErr w:type="spellEnd"/>
      <w:r w:rsidRPr="00ED6473">
        <w:rPr>
          <w:b/>
          <w:bCs/>
        </w:rPr>
        <w:t>:</w:t>
      </w:r>
    </w:p>
    <w:p w:rsidR="0075192D" w:rsidRDefault="001F144F" w:rsidP="004E5AC9">
      <w:pPr>
        <w:widowControl w:val="0"/>
        <w:spacing w:before="120" w:after="120" w:line="360" w:lineRule="auto"/>
        <w:jc w:val="both"/>
        <w:rPr>
          <w:noProof/>
        </w:rPr>
      </w:pPr>
      <w:proofErr w:type="spellStart"/>
      <w:r w:rsidRPr="00ED6473">
        <w:t>Tôi</w:t>
      </w:r>
      <w:proofErr w:type="spellEnd"/>
      <w:r w:rsidRPr="00ED6473">
        <w:t>/</w:t>
      </w:r>
      <w:proofErr w:type="spellStart"/>
      <w:r w:rsidRPr="00ED6473">
        <w:t>Chúng</w:t>
      </w:r>
      <w:proofErr w:type="spellEnd"/>
      <w:r w:rsidRPr="00ED6473">
        <w:t xml:space="preserve"> </w:t>
      </w:r>
      <w:proofErr w:type="spellStart"/>
      <w:r w:rsidRPr="00ED6473">
        <w:t>tôi</w:t>
      </w:r>
      <w:proofErr w:type="spellEnd"/>
      <w:r w:rsidRPr="00ED6473">
        <w:t xml:space="preserve"> </w:t>
      </w:r>
      <w:proofErr w:type="spellStart"/>
      <w:r w:rsidRPr="00ED6473">
        <w:t>đã</w:t>
      </w:r>
      <w:proofErr w:type="spellEnd"/>
      <w:r w:rsidRPr="00ED6473">
        <w:t xml:space="preserve"> </w:t>
      </w:r>
      <w:proofErr w:type="spellStart"/>
      <w:r w:rsidRPr="00ED6473">
        <w:t>đọc</w:t>
      </w:r>
      <w:proofErr w:type="spellEnd"/>
      <w:r w:rsidRPr="00ED6473">
        <w:t xml:space="preserve"> </w:t>
      </w:r>
      <w:proofErr w:type="spellStart"/>
      <w:r w:rsidR="0075192D" w:rsidRPr="00ED6473">
        <w:t>và</w:t>
      </w:r>
      <w:proofErr w:type="spellEnd"/>
      <w:r w:rsidR="0075192D" w:rsidRPr="00ED6473">
        <w:t xml:space="preserve"> </w:t>
      </w:r>
      <w:proofErr w:type="spellStart"/>
      <w:r w:rsidR="0075192D" w:rsidRPr="00ED6473">
        <w:t>chấp</w:t>
      </w:r>
      <w:proofErr w:type="spellEnd"/>
      <w:r w:rsidR="0075192D" w:rsidRPr="00ED6473">
        <w:t xml:space="preserve"> </w:t>
      </w:r>
      <w:proofErr w:type="spellStart"/>
      <w:r w:rsidR="0075192D" w:rsidRPr="00ED6473">
        <w:t>thuận</w:t>
      </w:r>
      <w:proofErr w:type="spellEnd"/>
      <w:r w:rsidR="0075192D" w:rsidRPr="00ED6473">
        <w:t xml:space="preserve"> </w:t>
      </w:r>
      <w:proofErr w:type="spellStart"/>
      <w:r w:rsidR="0075192D" w:rsidRPr="00ED6473">
        <w:t>toàn</w:t>
      </w:r>
      <w:proofErr w:type="spellEnd"/>
      <w:r w:rsidR="0075192D" w:rsidRPr="00ED6473">
        <w:t xml:space="preserve"> </w:t>
      </w:r>
      <w:proofErr w:type="spellStart"/>
      <w:r w:rsidR="0075192D" w:rsidRPr="00ED6473">
        <w:t>bộ</w:t>
      </w:r>
      <w:proofErr w:type="spellEnd"/>
      <w:r w:rsidR="0075192D" w:rsidRPr="00ED6473">
        <w:t xml:space="preserve"> </w:t>
      </w:r>
      <w:proofErr w:type="spellStart"/>
      <w:r w:rsidR="0075192D" w:rsidRPr="00ED6473">
        <w:t>các</w:t>
      </w:r>
      <w:proofErr w:type="spellEnd"/>
      <w:r w:rsidR="0075192D" w:rsidRPr="00ED6473">
        <w:t xml:space="preserve"> </w:t>
      </w:r>
      <w:proofErr w:type="spellStart"/>
      <w:r w:rsidR="0075192D" w:rsidRPr="00ED6473">
        <w:t>nội</w:t>
      </w:r>
      <w:proofErr w:type="spellEnd"/>
      <w:r w:rsidR="0075192D" w:rsidRPr="00ED6473">
        <w:t xml:space="preserve"> dung </w:t>
      </w:r>
      <w:proofErr w:type="spellStart"/>
      <w:r w:rsidR="0075192D" w:rsidRPr="00ED6473">
        <w:t>của</w:t>
      </w:r>
      <w:proofErr w:type="spellEnd"/>
      <w:r w:rsidR="0075192D" w:rsidRPr="00ED6473">
        <w:t xml:space="preserve"> </w:t>
      </w:r>
      <w:proofErr w:type="spellStart"/>
      <w:r w:rsidR="0075192D" w:rsidRPr="00ED6473">
        <w:rPr>
          <w:bCs/>
        </w:rPr>
        <w:t>Quy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chế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bán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đấu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rPr>
          <w:bCs/>
        </w:rPr>
        <w:t>giá</w:t>
      </w:r>
      <w:proofErr w:type="spellEnd"/>
      <w:r w:rsidR="0075192D" w:rsidRPr="00ED6473">
        <w:rPr>
          <w:bCs/>
        </w:rPr>
        <w:t xml:space="preserve"> </w:t>
      </w:r>
      <w:proofErr w:type="spellStart"/>
      <w:r w:rsidR="0075192D" w:rsidRPr="00ED6473">
        <w:t>cổ</w:t>
      </w:r>
      <w:proofErr w:type="spellEnd"/>
      <w:r w:rsidR="0075192D" w:rsidRPr="00ED6473">
        <w:t xml:space="preserve"> </w:t>
      </w:r>
      <w:proofErr w:type="spellStart"/>
      <w:r w:rsidR="0075192D" w:rsidRPr="00ED6473">
        <w:t>phần</w:t>
      </w:r>
      <w:proofErr w:type="spellEnd"/>
      <w:r w:rsidR="0075192D" w:rsidRPr="00ED6473">
        <w:t xml:space="preserve"> </w:t>
      </w:r>
      <w:proofErr w:type="spellStart"/>
      <w:r w:rsidR="0075192D" w:rsidRPr="00ED6473">
        <w:t>của</w:t>
      </w:r>
      <w:proofErr w:type="spellEnd"/>
      <w:r w:rsidR="0075192D" w:rsidRPr="00ED6473">
        <w:t xml:space="preserve"> </w:t>
      </w:r>
      <w:r w:rsidR="0075192D" w:rsidRPr="00ED6473">
        <w:rPr>
          <w:noProof/>
        </w:rPr>
        <w:t>Tổng công ty Đầu tư và Kinh doanh vốn nhà nước</w:t>
      </w:r>
      <w:r w:rsidR="0075192D" w:rsidRPr="00ED6473">
        <w:t xml:space="preserve"> </w:t>
      </w:r>
      <w:proofErr w:type="spellStart"/>
      <w:r w:rsidR="0075192D" w:rsidRPr="00ED6473">
        <w:t>tại</w:t>
      </w:r>
      <w:proofErr w:type="spellEnd"/>
      <w:r w:rsidR="0075192D" w:rsidRPr="00ED6473">
        <w:t xml:space="preserve"> </w:t>
      </w:r>
      <w:r w:rsidR="0075192D" w:rsidRPr="00ED6473">
        <w:rPr>
          <w:noProof/>
        </w:rPr>
        <w:t xml:space="preserve">Công ty cổ phần </w:t>
      </w:r>
      <w:r w:rsidR="00392CA1">
        <w:rPr>
          <w:noProof/>
        </w:rPr>
        <w:t>Sông Mã</w:t>
      </w:r>
      <w:r w:rsidR="0075192D" w:rsidRPr="00ED6473">
        <w:rPr>
          <w:noProof/>
        </w:rPr>
        <w:t>.</w:t>
      </w:r>
    </w:p>
    <w:p w:rsidR="00392CA1" w:rsidRPr="00ED6473" w:rsidRDefault="00392CA1" w:rsidP="004E5AC9">
      <w:pPr>
        <w:widowControl w:val="0"/>
        <w:spacing w:before="120" w:after="120" w:line="360" w:lineRule="auto"/>
        <w:jc w:val="both"/>
        <w:rPr>
          <w:noProof/>
        </w:rPr>
      </w:pPr>
    </w:p>
    <w:p w:rsidR="00DE0FCE" w:rsidRPr="00ED6473" w:rsidRDefault="00DE0FCE" w:rsidP="004E5AC9">
      <w:pPr>
        <w:tabs>
          <w:tab w:val="left" w:leader="dot" w:pos="9720"/>
        </w:tabs>
        <w:spacing w:before="120" w:after="120" w:line="360" w:lineRule="auto"/>
        <w:jc w:val="both"/>
      </w:pPr>
      <w:proofErr w:type="spellStart"/>
      <w:r w:rsidRPr="00ED6473">
        <w:lastRenderedPageBreak/>
        <w:t>Nếu</w:t>
      </w:r>
      <w:proofErr w:type="spellEnd"/>
      <w:r w:rsidRPr="00ED6473">
        <w:t xml:space="preserve"> vi </w:t>
      </w:r>
      <w:proofErr w:type="spellStart"/>
      <w:r w:rsidRPr="00ED6473">
        <w:t>phạm</w:t>
      </w:r>
      <w:proofErr w:type="spellEnd"/>
      <w:r w:rsidRPr="00ED6473">
        <w:t xml:space="preserve">, </w:t>
      </w:r>
      <w:proofErr w:type="spellStart"/>
      <w:r w:rsidRPr="00ED6473">
        <w:t>tôi</w:t>
      </w:r>
      <w:proofErr w:type="spellEnd"/>
      <w:r w:rsidRPr="00ED6473">
        <w:t>/</w:t>
      </w:r>
      <w:proofErr w:type="spellStart"/>
      <w:r w:rsidRPr="00ED6473">
        <w:t>chúng</w:t>
      </w:r>
      <w:proofErr w:type="spellEnd"/>
      <w:r w:rsidRPr="00ED6473">
        <w:t xml:space="preserve"> </w:t>
      </w:r>
      <w:proofErr w:type="spellStart"/>
      <w:r w:rsidRPr="00ED6473">
        <w:t>tôi</w:t>
      </w:r>
      <w:proofErr w:type="spellEnd"/>
      <w:r w:rsidRPr="00ED6473">
        <w:t xml:space="preserve"> </w:t>
      </w:r>
      <w:proofErr w:type="spellStart"/>
      <w:r w:rsidRPr="00ED6473">
        <w:t>xin</w:t>
      </w:r>
      <w:proofErr w:type="spellEnd"/>
      <w:r w:rsidRPr="00ED6473">
        <w:t xml:space="preserve"> </w:t>
      </w:r>
      <w:proofErr w:type="spellStart"/>
      <w:r w:rsidRPr="00ED6473">
        <w:t>chịu</w:t>
      </w:r>
      <w:proofErr w:type="spellEnd"/>
      <w:r w:rsidRPr="00ED6473">
        <w:t xml:space="preserve"> </w:t>
      </w:r>
      <w:proofErr w:type="spellStart"/>
      <w:r w:rsidRPr="00ED6473">
        <w:t>mọi</w:t>
      </w:r>
      <w:proofErr w:type="spellEnd"/>
      <w:r w:rsidRPr="00ED6473">
        <w:t xml:space="preserve"> </w:t>
      </w:r>
      <w:proofErr w:type="spellStart"/>
      <w:r w:rsidRPr="00ED6473">
        <w:t>trách</w:t>
      </w:r>
      <w:proofErr w:type="spellEnd"/>
      <w:r w:rsidRPr="00ED6473">
        <w:t xml:space="preserve"> </w:t>
      </w:r>
      <w:proofErr w:type="spellStart"/>
      <w:r w:rsidRPr="00ED6473">
        <w:t>nhiệm</w:t>
      </w:r>
      <w:proofErr w:type="spellEnd"/>
      <w:r w:rsidRPr="00ED6473">
        <w:t xml:space="preserve"> </w:t>
      </w:r>
      <w:proofErr w:type="spellStart"/>
      <w:r w:rsidRPr="00ED6473">
        <w:t>trước</w:t>
      </w:r>
      <w:proofErr w:type="spellEnd"/>
      <w:r w:rsidRPr="00ED6473">
        <w:t xml:space="preserve"> </w:t>
      </w:r>
      <w:proofErr w:type="spellStart"/>
      <w:r w:rsidRPr="00ED6473">
        <w:t>pháp</w:t>
      </w:r>
      <w:proofErr w:type="spellEnd"/>
      <w:r w:rsidRPr="00ED6473">
        <w:t xml:space="preserve"> </w:t>
      </w:r>
      <w:proofErr w:type="spellStart"/>
      <w:r w:rsidRPr="00ED6473">
        <w:t>luật</w:t>
      </w:r>
      <w:proofErr w:type="spellEnd"/>
      <w:r w:rsidRPr="00ED6473">
        <w:t xml:space="preserve"> </w:t>
      </w:r>
      <w:proofErr w:type="spellStart"/>
      <w:r w:rsidRPr="00ED6473">
        <w:t>Việt</w:t>
      </w:r>
      <w:proofErr w:type="spellEnd"/>
      <w:r w:rsidRPr="00ED6473">
        <w:t xml:space="preserve"> Nam</w:t>
      </w:r>
      <w:proofErr w:type="gramStart"/>
      <w:r w:rsidRPr="00ED6473">
        <w:t>./</w:t>
      </w:r>
      <w:proofErr w:type="gramEnd"/>
      <w:r w:rsidRPr="00ED6473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6"/>
        <w:gridCol w:w="4430"/>
      </w:tblGrid>
      <w:tr w:rsidR="0075192D" w:rsidRPr="00825EE5" w:rsidTr="004B5656">
        <w:tc>
          <w:tcPr>
            <w:tcW w:w="4426" w:type="dxa"/>
          </w:tcPr>
          <w:p w:rsidR="0075192D" w:rsidRPr="00825EE5" w:rsidRDefault="00DE0FCE" w:rsidP="004B5656">
            <w:pPr>
              <w:widowControl w:val="0"/>
              <w:tabs>
                <w:tab w:val="left" w:pos="1035"/>
                <w:tab w:val="center" w:pos="2105"/>
              </w:tabs>
              <w:spacing w:before="120" w:after="120" w:line="340" w:lineRule="exact"/>
              <w:rPr>
                <w:bCs/>
                <w:i/>
                <w:szCs w:val="28"/>
              </w:rPr>
            </w:pPr>
            <w:r w:rsidRPr="00ED6473">
              <w:rPr>
                <w:i/>
              </w:rPr>
              <w:tab/>
            </w:r>
            <w:r w:rsidR="0075192D" w:rsidRPr="00825EE5">
              <w:rPr>
                <w:b/>
                <w:bCs/>
                <w:szCs w:val="28"/>
              </w:rPr>
              <w:tab/>
            </w:r>
          </w:p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bCs/>
                <w:i/>
                <w:szCs w:val="28"/>
              </w:rPr>
            </w:pPr>
          </w:p>
        </w:tc>
        <w:tc>
          <w:tcPr>
            <w:tcW w:w="4430" w:type="dxa"/>
          </w:tcPr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b/>
                <w:szCs w:val="28"/>
              </w:rPr>
            </w:pPr>
            <w:r w:rsidRPr="00825EE5">
              <w:rPr>
                <w:b/>
                <w:szCs w:val="28"/>
              </w:rPr>
              <w:t>NHÀ ĐẦU TƯ</w:t>
            </w:r>
          </w:p>
          <w:p w:rsidR="0075192D" w:rsidRPr="00825EE5" w:rsidRDefault="0075192D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  <w:r w:rsidRPr="00825EE5">
              <w:rPr>
                <w:i/>
                <w:szCs w:val="28"/>
              </w:rPr>
              <w:t>(</w:t>
            </w:r>
            <w:proofErr w:type="spellStart"/>
            <w:r w:rsidRPr="00825EE5">
              <w:rPr>
                <w:i/>
                <w:szCs w:val="28"/>
              </w:rPr>
              <w:t>Ký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tên</w:t>
            </w:r>
            <w:proofErr w:type="spellEnd"/>
            <w:r w:rsidRPr="00825EE5">
              <w:rPr>
                <w:i/>
                <w:szCs w:val="28"/>
              </w:rPr>
              <w:t xml:space="preserve">, </w:t>
            </w:r>
            <w:proofErr w:type="spellStart"/>
            <w:r w:rsidRPr="00825EE5">
              <w:rPr>
                <w:i/>
                <w:szCs w:val="28"/>
              </w:rPr>
              <w:t>đóng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dấu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nếu</w:t>
            </w:r>
            <w:proofErr w:type="spellEnd"/>
            <w:r w:rsidRPr="00825EE5">
              <w:rPr>
                <w:i/>
                <w:szCs w:val="28"/>
              </w:rPr>
              <w:t xml:space="preserve"> </w:t>
            </w:r>
            <w:proofErr w:type="spellStart"/>
            <w:r w:rsidRPr="00825EE5">
              <w:rPr>
                <w:i/>
                <w:szCs w:val="28"/>
              </w:rPr>
              <w:t>có</w:t>
            </w:r>
            <w:proofErr w:type="spellEnd"/>
            <w:r w:rsidRPr="00825EE5">
              <w:rPr>
                <w:i/>
                <w:szCs w:val="28"/>
              </w:rPr>
              <w:t>)</w:t>
            </w:r>
          </w:p>
          <w:p w:rsidR="0075192D" w:rsidRDefault="0075192D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</w:p>
          <w:p w:rsidR="000417B3" w:rsidRPr="00825EE5" w:rsidRDefault="000417B3" w:rsidP="004B5656">
            <w:pPr>
              <w:widowControl w:val="0"/>
              <w:spacing w:before="120" w:after="120" w:line="340" w:lineRule="exact"/>
              <w:jc w:val="center"/>
              <w:rPr>
                <w:i/>
                <w:szCs w:val="28"/>
              </w:rPr>
            </w:pPr>
          </w:p>
        </w:tc>
      </w:tr>
    </w:tbl>
    <w:p w:rsidR="0075192D" w:rsidRDefault="0075192D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60"/>
      </w:tblGrid>
      <w:tr w:rsidR="009C7F7A" w:rsidRPr="00BE1AD0" w:rsidTr="00E97B7A">
        <w:tc>
          <w:tcPr>
            <w:tcW w:w="4927" w:type="dxa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proofErr w:type="spellStart"/>
            <w:r w:rsidRPr="00BE1AD0">
              <w:rPr>
                <w:b/>
              </w:rPr>
              <w:t>Hồ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sơ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kèm</w:t>
            </w:r>
            <w:proofErr w:type="spellEnd"/>
            <w:r w:rsidRPr="00BE1AD0">
              <w:rPr>
                <w:b/>
              </w:rPr>
              <w:t xml:space="preserve"> </w:t>
            </w:r>
            <w:proofErr w:type="spellStart"/>
            <w:r w:rsidRPr="00BE1AD0">
              <w:rPr>
                <w:b/>
              </w:rPr>
              <w:t>theo</w:t>
            </w:r>
            <w:proofErr w:type="spellEnd"/>
            <w:r w:rsidRPr="00BE1AD0">
              <w:rPr>
                <w:b/>
              </w:rPr>
              <w:t>:</w:t>
            </w:r>
          </w:p>
        </w:tc>
        <w:tc>
          <w:tcPr>
            <w:tcW w:w="4928" w:type="dxa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</w:p>
        </w:tc>
      </w:tr>
      <w:tr w:rsidR="009C7F7A" w:rsidRPr="00BE1AD0" w:rsidTr="00E97B7A">
        <w:tc>
          <w:tcPr>
            <w:tcW w:w="9855" w:type="dxa"/>
            <w:gridSpan w:val="2"/>
            <w:shd w:val="clear" w:color="auto" w:fill="auto"/>
          </w:tcPr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52629E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Bản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sao</w:t>
            </w:r>
            <w:proofErr w:type="spellEnd"/>
            <w:r w:rsidRPr="00D401F5">
              <w:t xml:space="preserve"> CMND/CCCD/</w:t>
            </w:r>
            <w:proofErr w:type="spellStart"/>
            <w:r w:rsidRPr="00BE1AD0">
              <w:t>Hộ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chiếu</w:t>
            </w:r>
            <w:proofErr w:type="spellEnd"/>
            <w:r w:rsidRPr="00BE1AD0">
              <w:t>/GCN ĐKDN;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52629E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ủy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quyền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cho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đại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diện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thay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mặt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tổ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chức</w:t>
            </w:r>
            <w:proofErr w:type="spellEnd"/>
            <w:r w:rsidRPr="00D401F5">
              <w:t>/</w:t>
            </w:r>
            <w:proofErr w:type="spellStart"/>
            <w:r w:rsidRPr="00D401F5">
              <w:t>cá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nhân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thực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hiện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thủ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tục</w:t>
            </w:r>
            <w:proofErr w:type="spellEnd"/>
            <w:r w:rsidRPr="00D401F5">
              <w:t xml:space="preserve"> (</w:t>
            </w:r>
            <w:proofErr w:type="spellStart"/>
            <w:r w:rsidRPr="00D401F5">
              <w:t>trừ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trường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hợp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đối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với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tổ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chức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mà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người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làm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th</w:t>
            </w:r>
            <w:r w:rsidRPr="00BE1AD0">
              <w:t>ủ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tục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là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người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đại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diện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theo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pháp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luật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của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tổ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chức</w:t>
            </w:r>
            <w:proofErr w:type="spellEnd"/>
            <w:r w:rsidRPr="00BE1AD0">
              <w:t xml:space="preserve"> </w:t>
            </w:r>
            <w:proofErr w:type="spellStart"/>
            <w:r w:rsidRPr="00BE1AD0">
              <w:t>đó</w:t>
            </w:r>
            <w:proofErr w:type="spellEnd"/>
            <w:r w:rsidRPr="00BE1AD0">
              <w:t>);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52629E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nộp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tiền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hoặc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chuyển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tiền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đặt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cọc</w:t>
            </w:r>
            <w:proofErr w:type="spellEnd"/>
            <w:r w:rsidRPr="00D401F5">
              <w:t>.</w:t>
            </w:r>
          </w:p>
          <w:p w:rsidR="009C7F7A" w:rsidRPr="00BE1AD0" w:rsidRDefault="009C7F7A" w:rsidP="00E97B7A">
            <w:pPr>
              <w:tabs>
                <w:tab w:val="left" w:leader="dot" w:pos="9720"/>
              </w:tabs>
              <w:spacing w:before="60" w:line="336" w:lineRule="auto"/>
              <w:jc w:val="both"/>
            </w:pPr>
            <w:r w:rsidRPr="00BE1AD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AD0">
              <w:instrText xml:space="preserve"> FORMCHECKBOX </w:instrText>
            </w:r>
            <w:r w:rsidR="0052629E">
              <w:fldChar w:fldCharType="separate"/>
            </w:r>
            <w:r w:rsidRPr="00BE1AD0">
              <w:fldChar w:fldCharType="end"/>
            </w:r>
            <w:r w:rsidRPr="00D401F5">
              <w:t xml:space="preserve"> </w:t>
            </w:r>
            <w:proofErr w:type="spellStart"/>
            <w:r w:rsidRPr="00D401F5">
              <w:t>Giấy</w:t>
            </w:r>
            <w:proofErr w:type="spellEnd"/>
            <w:r w:rsidRPr="00D401F5">
              <w:t xml:space="preserve"> cam </w:t>
            </w:r>
            <w:proofErr w:type="spellStart"/>
            <w:r w:rsidRPr="00D401F5">
              <w:t>kết</w:t>
            </w:r>
            <w:proofErr w:type="spellEnd"/>
            <w:r w:rsidRPr="00D401F5">
              <w:t xml:space="preserve"> (</w:t>
            </w:r>
            <w:proofErr w:type="spellStart"/>
            <w:r w:rsidRPr="00D401F5">
              <w:t>nếu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phát</w:t>
            </w:r>
            <w:proofErr w:type="spellEnd"/>
            <w:r w:rsidRPr="00D401F5">
              <w:t xml:space="preserve"> </w:t>
            </w:r>
            <w:proofErr w:type="spellStart"/>
            <w:r w:rsidRPr="00D401F5">
              <w:t>sinh</w:t>
            </w:r>
            <w:proofErr w:type="spellEnd"/>
            <w:r w:rsidRPr="00D401F5">
              <w:t>)</w:t>
            </w:r>
            <w:r w:rsidRPr="00BE1AD0">
              <w:t>.</w:t>
            </w:r>
          </w:p>
        </w:tc>
      </w:tr>
    </w:tbl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9C7F7A" w:rsidRDefault="009C7F7A" w:rsidP="001071DE">
      <w:pPr>
        <w:jc w:val="center"/>
        <w:rPr>
          <w:b/>
        </w:rPr>
      </w:pPr>
    </w:p>
    <w:p w:rsidR="00FC7E31" w:rsidRDefault="00FC7E31" w:rsidP="001071DE">
      <w:pPr>
        <w:jc w:val="center"/>
        <w:rPr>
          <w:b/>
        </w:rPr>
      </w:pPr>
    </w:p>
    <w:p w:rsidR="00FC7E31" w:rsidRDefault="00FC7E31" w:rsidP="001071DE">
      <w:pPr>
        <w:jc w:val="center"/>
        <w:rPr>
          <w:b/>
        </w:rPr>
      </w:pPr>
    </w:p>
    <w:p w:rsidR="001071DE" w:rsidRPr="00825EE5" w:rsidRDefault="001071DE" w:rsidP="00D81B43">
      <w:pPr>
        <w:jc w:val="center"/>
        <w:rPr>
          <w:sz w:val="20"/>
          <w:szCs w:val="22"/>
        </w:rPr>
      </w:pPr>
    </w:p>
    <w:p w:rsidR="001071DE" w:rsidRDefault="001071D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Pr="00825EE5" w:rsidRDefault="0052629E" w:rsidP="0052629E">
      <w:pPr>
        <w:jc w:val="center"/>
        <w:rPr>
          <w:b/>
        </w:rPr>
      </w:pPr>
      <w:r w:rsidRPr="00825EE5">
        <w:rPr>
          <w:b/>
        </w:rPr>
        <w:lastRenderedPageBreak/>
        <w:t>CỘNG HÒA XÃ HỘI CHỦ NGHĨA VIỆT NAM</w:t>
      </w:r>
    </w:p>
    <w:p w:rsidR="0052629E" w:rsidRPr="00825EE5" w:rsidRDefault="0052629E" w:rsidP="0052629E">
      <w:pPr>
        <w:jc w:val="center"/>
        <w:rPr>
          <w:b/>
        </w:rPr>
      </w:pPr>
      <w:proofErr w:type="spellStart"/>
      <w:r>
        <w:rPr>
          <w:b/>
        </w:rPr>
        <w:t>Độc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lập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Tự</w:t>
      </w:r>
      <w:proofErr w:type="spellEnd"/>
      <w:r>
        <w:rPr>
          <w:b/>
        </w:rPr>
        <w:t xml:space="preserve"> do </w:t>
      </w:r>
      <w:r w:rsidRPr="00825EE5">
        <w:rPr>
          <w:b/>
        </w:rPr>
        <w:t xml:space="preserve">- </w:t>
      </w:r>
      <w:proofErr w:type="spellStart"/>
      <w:r w:rsidRPr="00825EE5">
        <w:rPr>
          <w:b/>
        </w:rPr>
        <w:t>Hạnh</w:t>
      </w:r>
      <w:proofErr w:type="spellEnd"/>
      <w:r w:rsidRPr="00825EE5">
        <w:rPr>
          <w:b/>
        </w:rPr>
        <w:t xml:space="preserve"> </w:t>
      </w:r>
      <w:proofErr w:type="spellStart"/>
      <w:r w:rsidRPr="00825EE5">
        <w:rPr>
          <w:b/>
        </w:rPr>
        <w:t>phúc</w:t>
      </w:r>
      <w:proofErr w:type="spellEnd"/>
    </w:p>
    <w:p w:rsidR="0052629E" w:rsidRPr="00825EE5" w:rsidRDefault="0052629E" w:rsidP="0052629E">
      <w:pPr>
        <w:jc w:val="center"/>
        <w:rPr>
          <w:sz w:val="22"/>
        </w:rPr>
      </w:pPr>
      <w:r w:rsidRPr="00825EE5">
        <w:rPr>
          <w:sz w:val="22"/>
        </w:rPr>
        <w:t>--------------------</w:t>
      </w:r>
    </w:p>
    <w:p w:rsidR="0052629E" w:rsidRPr="00825EE5" w:rsidRDefault="0052629E" w:rsidP="0052629E">
      <w:pPr>
        <w:jc w:val="right"/>
        <w:rPr>
          <w:i/>
          <w:sz w:val="22"/>
        </w:rPr>
      </w:pPr>
      <w:r w:rsidRPr="00825EE5">
        <w:rPr>
          <w:i/>
          <w:sz w:val="22"/>
        </w:rPr>
        <w:t xml:space="preserve">………………, </w:t>
      </w:r>
      <w:proofErr w:type="spellStart"/>
      <w:r w:rsidRPr="00825EE5">
        <w:rPr>
          <w:i/>
          <w:sz w:val="22"/>
        </w:rPr>
        <w:t>ngày</w:t>
      </w:r>
      <w:proofErr w:type="spellEnd"/>
      <w:r w:rsidRPr="00825EE5">
        <w:rPr>
          <w:i/>
          <w:sz w:val="22"/>
        </w:rPr>
        <w:t xml:space="preserve">…… </w:t>
      </w:r>
      <w:proofErr w:type="spellStart"/>
      <w:r w:rsidRPr="00825EE5">
        <w:rPr>
          <w:i/>
          <w:sz w:val="22"/>
        </w:rPr>
        <w:t>tháng</w:t>
      </w:r>
      <w:proofErr w:type="spellEnd"/>
      <w:r w:rsidRPr="00825EE5">
        <w:rPr>
          <w:i/>
          <w:sz w:val="22"/>
        </w:rPr>
        <w:t>……</w:t>
      </w:r>
      <w:proofErr w:type="spellStart"/>
      <w:r w:rsidRPr="00825EE5">
        <w:rPr>
          <w:i/>
          <w:sz w:val="22"/>
        </w:rPr>
        <w:t>năm</w:t>
      </w:r>
      <w:proofErr w:type="spellEnd"/>
      <w:r w:rsidRPr="00825EE5">
        <w:rPr>
          <w:i/>
          <w:sz w:val="22"/>
        </w:rPr>
        <w:t>…….</w:t>
      </w:r>
    </w:p>
    <w:p w:rsidR="0052629E" w:rsidRPr="00825EE5" w:rsidRDefault="0052629E" w:rsidP="0052629E">
      <w:pPr>
        <w:rPr>
          <w:sz w:val="20"/>
          <w:szCs w:val="22"/>
        </w:rPr>
      </w:pPr>
      <w:r>
        <w:rPr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0864B" wp14:editId="48FCCFE0">
                <wp:simplePos x="0" y="0"/>
                <wp:positionH relativeFrom="column">
                  <wp:posOffset>790575</wp:posOffset>
                </wp:positionH>
                <wp:positionV relativeFrom="paragraph">
                  <wp:posOffset>109220</wp:posOffset>
                </wp:positionV>
                <wp:extent cx="2750820" cy="241935"/>
                <wp:effectExtent l="9525" t="13970" r="11430" b="10795"/>
                <wp:wrapNone/>
                <wp:docPr id="1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082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62.25pt;margin-top:8.6pt;width:216.6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"/>
            </w:pict>
          </mc:Fallback>
        </mc:AlternateContent>
      </w:r>
      <w:r>
        <w:rPr>
          <w:b/>
          <w:noProof/>
          <w:sz w:val="3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F9C0B" wp14:editId="42D21967">
                <wp:simplePos x="0" y="0"/>
                <wp:positionH relativeFrom="column">
                  <wp:posOffset>-114300</wp:posOffset>
                </wp:positionH>
                <wp:positionV relativeFrom="paragraph">
                  <wp:posOffset>111125</wp:posOffset>
                </wp:positionV>
                <wp:extent cx="3200400" cy="341630"/>
                <wp:effectExtent l="0" t="0" r="0" b="4445"/>
                <wp:wrapNone/>
                <wp:docPr id="1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29E" w:rsidRPr="000F3EDA" w:rsidRDefault="0052629E" w:rsidP="0052629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Mã</w:t>
                            </w:r>
                            <w:proofErr w:type="spellEnd"/>
                            <w:r w:rsidRPr="00003C1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đăng</w:t>
                            </w:r>
                            <w:proofErr w:type="spellEnd"/>
                            <w:r w:rsidRPr="00003C1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03C10">
                              <w:rPr>
                                <w:sz w:val="22"/>
                                <w:szCs w:val="22"/>
                              </w:rPr>
                              <w:t>ký</w:t>
                            </w:r>
                            <w:proofErr w:type="spellEnd"/>
                            <w:r w:rsidRPr="000F3ED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-9pt;margin-top:8.75pt;width:252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" stroked="f">
                <v:textbox>
                  <w:txbxContent>
                    <w:p w:rsidR="0052629E" w:rsidRPr="000F3EDA" w:rsidRDefault="0052629E" w:rsidP="0052629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Mã</w:t>
                      </w:r>
                      <w:proofErr w:type="spellEnd"/>
                      <w:r w:rsidRPr="00003C10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đăng</w:t>
                      </w:r>
                      <w:proofErr w:type="spellEnd"/>
                      <w:r w:rsidRPr="00003C10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03C10">
                        <w:rPr>
                          <w:sz w:val="22"/>
                          <w:szCs w:val="22"/>
                        </w:rPr>
                        <w:t>ký</w:t>
                      </w:r>
                      <w:proofErr w:type="spellEnd"/>
                      <w:r w:rsidRPr="000F3EDA"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52629E" w:rsidRPr="00825EE5" w:rsidRDefault="0052629E" w:rsidP="0052629E">
      <w:pPr>
        <w:spacing w:line="360" w:lineRule="auto"/>
        <w:jc w:val="center"/>
        <w:rPr>
          <w:b/>
          <w:sz w:val="28"/>
          <w:szCs w:val="30"/>
        </w:rPr>
      </w:pPr>
    </w:p>
    <w:p w:rsidR="0052629E" w:rsidRPr="00825EE5" w:rsidRDefault="0052629E" w:rsidP="0052629E">
      <w:pPr>
        <w:spacing w:line="360" w:lineRule="auto"/>
        <w:jc w:val="center"/>
        <w:rPr>
          <w:b/>
          <w:sz w:val="32"/>
          <w:szCs w:val="34"/>
        </w:rPr>
      </w:pPr>
      <w:r w:rsidRPr="00825EE5">
        <w:rPr>
          <w:b/>
          <w:sz w:val="32"/>
          <w:szCs w:val="34"/>
        </w:rPr>
        <w:t>PHIẾU THAM DỰ ĐẤU GIÁ</w:t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Tên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tổ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chức</w:t>
      </w:r>
      <w:proofErr w:type="spellEnd"/>
      <w:r w:rsidRPr="00825EE5">
        <w:rPr>
          <w:sz w:val="22"/>
          <w:szCs w:val="22"/>
        </w:rPr>
        <w:t xml:space="preserve">, </w:t>
      </w:r>
      <w:proofErr w:type="spellStart"/>
      <w:r w:rsidRPr="00825EE5">
        <w:rPr>
          <w:sz w:val="22"/>
          <w:szCs w:val="22"/>
        </w:rPr>
        <w:t>cá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nhân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tham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gia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đấu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giá</w:t>
      </w:r>
      <w:proofErr w:type="spellEnd"/>
      <w:r w:rsidRPr="00825EE5">
        <w:rPr>
          <w:sz w:val="22"/>
          <w:szCs w:val="22"/>
        </w:rPr>
        <w:t xml:space="preserve">: </w:t>
      </w:r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Số</w:t>
      </w:r>
      <w:proofErr w:type="spellEnd"/>
      <w:r w:rsidRPr="00825EE5">
        <w:rPr>
          <w:sz w:val="22"/>
          <w:szCs w:val="22"/>
        </w:rPr>
        <w:t xml:space="preserve"> GPĐKKD/CMND/</w:t>
      </w:r>
      <w:proofErr w:type="spellStart"/>
      <w:r w:rsidRPr="00825EE5">
        <w:rPr>
          <w:sz w:val="22"/>
          <w:szCs w:val="22"/>
        </w:rPr>
        <w:t>Hộ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chiếu</w:t>
      </w:r>
      <w:proofErr w:type="spellEnd"/>
      <w:proofErr w:type="gramStart"/>
      <w:r w:rsidRPr="00825EE5">
        <w:rPr>
          <w:sz w:val="22"/>
          <w:szCs w:val="22"/>
        </w:rPr>
        <w:t>:…………….…….</w:t>
      </w:r>
      <w:proofErr w:type="spellStart"/>
      <w:proofErr w:type="gramEnd"/>
      <w:r w:rsidRPr="00825EE5">
        <w:rPr>
          <w:sz w:val="22"/>
          <w:szCs w:val="22"/>
        </w:rPr>
        <w:t>ngày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cấp</w:t>
      </w:r>
      <w:proofErr w:type="spellEnd"/>
      <w:r w:rsidRPr="00825EE5">
        <w:rPr>
          <w:sz w:val="22"/>
          <w:szCs w:val="22"/>
        </w:rPr>
        <w:t>:……….…………</w:t>
      </w:r>
      <w:proofErr w:type="spellStart"/>
      <w:r w:rsidRPr="00825EE5">
        <w:rPr>
          <w:sz w:val="22"/>
          <w:szCs w:val="22"/>
        </w:rPr>
        <w:t>Nơi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cấp</w:t>
      </w:r>
      <w:proofErr w:type="spellEnd"/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5400"/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Người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đại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diện</w:t>
      </w:r>
      <w:proofErr w:type="spellEnd"/>
      <w:r w:rsidRPr="00825EE5">
        <w:rPr>
          <w:sz w:val="22"/>
          <w:szCs w:val="22"/>
        </w:rPr>
        <w:t>/</w:t>
      </w:r>
      <w:proofErr w:type="spellStart"/>
      <w:r w:rsidRPr="00825EE5">
        <w:rPr>
          <w:sz w:val="22"/>
          <w:szCs w:val="22"/>
        </w:rPr>
        <w:t>Ủy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quyền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  <w:t>CMND/</w:t>
      </w:r>
      <w:proofErr w:type="spellStart"/>
      <w:r w:rsidRPr="00825EE5">
        <w:rPr>
          <w:sz w:val="22"/>
          <w:szCs w:val="22"/>
        </w:rPr>
        <w:t>Hộ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chiếu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Địa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chỉ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Điện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thoại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Số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tài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khoản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ind w:left="45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Tên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tài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khoản</w:t>
      </w:r>
      <w:proofErr w:type="spellEnd"/>
      <w:r w:rsidRPr="00825EE5">
        <w:rPr>
          <w:sz w:val="22"/>
          <w:szCs w:val="22"/>
        </w:rPr>
        <w:t>:</w:t>
      </w:r>
      <w:r w:rsidRPr="00825EE5">
        <w:rPr>
          <w:sz w:val="22"/>
          <w:szCs w:val="22"/>
        </w:rPr>
        <w:tab/>
      </w:r>
    </w:p>
    <w:p w:rsidR="0052629E" w:rsidRPr="00520C87" w:rsidRDefault="0052629E" w:rsidP="0052629E">
      <w:pPr>
        <w:tabs>
          <w:tab w:val="left" w:leader="dot" w:pos="10260"/>
        </w:tabs>
        <w:spacing w:before="60" w:after="60"/>
        <w:ind w:left="45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Mở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tại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Ngân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hàng</w:t>
      </w:r>
      <w:proofErr w:type="spellEnd"/>
      <w:r w:rsidRPr="00520C87">
        <w:rPr>
          <w:sz w:val="22"/>
          <w:szCs w:val="22"/>
        </w:rPr>
        <w:t>:</w:t>
      </w:r>
      <w:r w:rsidRPr="00520C87">
        <w:rPr>
          <w:sz w:val="22"/>
          <w:szCs w:val="22"/>
        </w:rPr>
        <w:tab/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520C87">
        <w:rPr>
          <w:sz w:val="22"/>
          <w:szCs w:val="22"/>
        </w:rPr>
        <w:t>Số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cổ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phần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đăng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ký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mua</w:t>
      </w:r>
      <w:proofErr w:type="spellEnd"/>
      <w:r w:rsidRPr="00520C87">
        <w:rPr>
          <w:sz w:val="22"/>
          <w:szCs w:val="22"/>
        </w:rPr>
        <w:t xml:space="preserve">: </w:t>
      </w:r>
      <w:r w:rsidRPr="00C0513E">
        <w:rPr>
          <w:b/>
          <w:sz w:val="22"/>
          <w:szCs w:val="22"/>
        </w:rPr>
        <w:t xml:space="preserve">254.533 </w:t>
      </w:r>
      <w:proofErr w:type="spellStart"/>
      <w:r w:rsidRPr="00520C87">
        <w:rPr>
          <w:sz w:val="22"/>
          <w:szCs w:val="22"/>
        </w:rPr>
        <w:t>cổ</w:t>
      </w:r>
      <w:proofErr w:type="spellEnd"/>
      <w:r w:rsidRPr="00520C87">
        <w:rPr>
          <w:sz w:val="22"/>
          <w:szCs w:val="22"/>
        </w:rPr>
        <w:t xml:space="preserve"> </w:t>
      </w:r>
      <w:proofErr w:type="spellStart"/>
      <w:r w:rsidRPr="00520C87">
        <w:rPr>
          <w:sz w:val="22"/>
          <w:szCs w:val="22"/>
        </w:rPr>
        <w:t>phần</w:t>
      </w:r>
      <w:proofErr w:type="spellEnd"/>
      <w:r w:rsidRPr="00825EE5">
        <w:rPr>
          <w:sz w:val="22"/>
          <w:szCs w:val="22"/>
        </w:rPr>
        <w:t>.</w:t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  <w:proofErr w:type="spellStart"/>
      <w:r w:rsidRPr="00825EE5">
        <w:rPr>
          <w:sz w:val="22"/>
          <w:szCs w:val="22"/>
        </w:rPr>
        <w:t>Số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tiền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đặt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cọc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đã</w:t>
      </w:r>
      <w:proofErr w:type="spellEnd"/>
      <w:r w:rsidRPr="00825EE5">
        <w:rPr>
          <w:sz w:val="22"/>
          <w:szCs w:val="22"/>
        </w:rPr>
        <w:t xml:space="preserve"> </w:t>
      </w:r>
      <w:proofErr w:type="spellStart"/>
      <w:r w:rsidRPr="00825EE5">
        <w:rPr>
          <w:sz w:val="22"/>
          <w:szCs w:val="22"/>
        </w:rPr>
        <w:t>nộp</w:t>
      </w:r>
      <w:proofErr w:type="spellEnd"/>
      <w:proofErr w:type="gramStart"/>
      <w:r w:rsidRPr="00825EE5">
        <w:rPr>
          <w:sz w:val="22"/>
          <w:szCs w:val="22"/>
        </w:rPr>
        <w:t>:……………………</w:t>
      </w:r>
      <w:proofErr w:type="spellStart"/>
      <w:proofErr w:type="gramEnd"/>
      <w:r w:rsidRPr="00825EE5">
        <w:rPr>
          <w:sz w:val="22"/>
          <w:szCs w:val="22"/>
        </w:rPr>
        <w:t>đồng</w:t>
      </w:r>
      <w:proofErr w:type="spellEnd"/>
      <w:r w:rsidRPr="00825EE5">
        <w:rPr>
          <w:sz w:val="22"/>
          <w:szCs w:val="22"/>
        </w:rPr>
        <w:t>.</w:t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</w:rPr>
      </w:pPr>
    </w:p>
    <w:p w:rsidR="0052629E" w:rsidRPr="009974C4" w:rsidRDefault="0052629E" w:rsidP="0052629E">
      <w:pPr>
        <w:tabs>
          <w:tab w:val="left" w:leader="dot" w:pos="10260"/>
        </w:tabs>
        <w:spacing w:before="60" w:after="60"/>
        <w:rPr>
          <w:b/>
          <w:sz w:val="22"/>
          <w:szCs w:val="22"/>
        </w:rPr>
      </w:pPr>
      <w:proofErr w:type="spellStart"/>
      <w:r w:rsidRPr="009974C4">
        <w:rPr>
          <w:sz w:val="22"/>
          <w:szCs w:val="22"/>
        </w:rPr>
        <w:t>Phiên</w:t>
      </w:r>
      <w:proofErr w:type="spellEnd"/>
      <w:r w:rsidRPr="009974C4">
        <w:rPr>
          <w:sz w:val="22"/>
          <w:szCs w:val="22"/>
        </w:rPr>
        <w:t xml:space="preserve"> </w:t>
      </w:r>
      <w:proofErr w:type="spellStart"/>
      <w:r w:rsidRPr="009974C4">
        <w:rPr>
          <w:sz w:val="22"/>
          <w:szCs w:val="22"/>
        </w:rPr>
        <w:t>đấu</w:t>
      </w:r>
      <w:proofErr w:type="spellEnd"/>
      <w:r w:rsidRPr="009974C4">
        <w:rPr>
          <w:sz w:val="22"/>
          <w:szCs w:val="22"/>
        </w:rPr>
        <w:t xml:space="preserve"> </w:t>
      </w:r>
      <w:proofErr w:type="spellStart"/>
      <w:r w:rsidRPr="009974C4">
        <w:rPr>
          <w:sz w:val="22"/>
          <w:szCs w:val="22"/>
        </w:rPr>
        <w:t>giá</w:t>
      </w:r>
      <w:proofErr w:type="spellEnd"/>
      <w:r w:rsidRPr="009974C4">
        <w:rPr>
          <w:sz w:val="22"/>
          <w:szCs w:val="22"/>
        </w:rPr>
        <w:t xml:space="preserve">: </w:t>
      </w:r>
      <w:proofErr w:type="spellStart"/>
      <w:r w:rsidRPr="009974C4">
        <w:rPr>
          <w:b/>
          <w:sz w:val="22"/>
          <w:szCs w:val="22"/>
        </w:rPr>
        <w:t>Bán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đấu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giá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cổ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phần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của</w:t>
      </w:r>
      <w:proofErr w:type="spellEnd"/>
      <w:r w:rsidRPr="009974C4">
        <w:rPr>
          <w:b/>
          <w:sz w:val="22"/>
          <w:szCs w:val="22"/>
        </w:rPr>
        <w:t xml:space="preserve"> SCIC </w:t>
      </w:r>
      <w:proofErr w:type="spellStart"/>
      <w:r w:rsidRPr="009974C4">
        <w:rPr>
          <w:b/>
          <w:sz w:val="22"/>
          <w:szCs w:val="22"/>
        </w:rPr>
        <w:t>tại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Công</w:t>
      </w:r>
      <w:proofErr w:type="spellEnd"/>
      <w:r w:rsidRPr="009974C4">
        <w:rPr>
          <w:b/>
          <w:sz w:val="22"/>
          <w:szCs w:val="22"/>
        </w:rPr>
        <w:t xml:space="preserve"> ty </w:t>
      </w:r>
      <w:proofErr w:type="spellStart"/>
      <w:r w:rsidRPr="009974C4">
        <w:rPr>
          <w:b/>
          <w:sz w:val="22"/>
          <w:szCs w:val="22"/>
        </w:rPr>
        <w:t>cổ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phần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Sông</w:t>
      </w:r>
      <w:proofErr w:type="spellEnd"/>
      <w:r w:rsidRPr="009974C4">
        <w:rPr>
          <w:b/>
          <w:sz w:val="22"/>
          <w:szCs w:val="22"/>
        </w:rPr>
        <w:t xml:space="preserve"> </w:t>
      </w:r>
      <w:proofErr w:type="spellStart"/>
      <w:r w:rsidRPr="009974C4">
        <w:rPr>
          <w:b/>
          <w:sz w:val="22"/>
          <w:szCs w:val="22"/>
        </w:rPr>
        <w:t>Mã</w:t>
      </w:r>
      <w:proofErr w:type="spellEnd"/>
      <w:r w:rsidRPr="009974C4">
        <w:rPr>
          <w:b/>
          <w:sz w:val="22"/>
          <w:szCs w:val="22"/>
        </w:rPr>
        <w:t xml:space="preserve"> </w:t>
      </w:r>
    </w:p>
    <w:p w:rsidR="0052629E" w:rsidRPr="009974C4" w:rsidRDefault="0052629E" w:rsidP="0052629E">
      <w:pPr>
        <w:tabs>
          <w:tab w:val="left" w:leader="dot" w:pos="10260"/>
        </w:tabs>
        <w:spacing w:before="60" w:after="60"/>
        <w:rPr>
          <w:sz w:val="22"/>
          <w:szCs w:val="22"/>
          <w:lang w:val="pt-BR"/>
        </w:rPr>
      </w:pPr>
      <w:r w:rsidRPr="009974C4">
        <w:rPr>
          <w:sz w:val="22"/>
          <w:szCs w:val="22"/>
          <w:lang w:val="pt-BR"/>
        </w:rPr>
        <w:t>Thời gian đấu giá: 9h30 ngày 16 tháng 8 năm 2017</w:t>
      </w:r>
    </w:p>
    <w:p w:rsidR="0052629E" w:rsidRPr="009974C4" w:rsidRDefault="0052629E" w:rsidP="0052629E">
      <w:pPr>
        <w:tabs>
          <w:tab w:val="left" w:leader="dot" w:pos="10260"/>
        </w:tabs>
        <w:spacing w:before="60" w:after="60"/>
        <w:ind w:left="1800" w:hanging="1800"/>
        <w:rPr>
          <w:sz w:val="22"/>
          <w:szCs w:val="22"/>
          <w:lang w:val="pt-BR"/>
        </w:rPr>
      </w:pPr>
      <w:r w:rsidRPr="009974C4">
        <w:rPr>
          <w:sz w:val="22"/>
          <w:szCs w:val="22"/>
          <w:lang w:val="pt-BR"/>
        </w:rPr>
        <w:t xml:space="preserve">Địa điểm đấu giá: </w:t>
      </w:r>
      <w:r w:rsidRPr="009974C4">
        <w:rPr>
          <w:b/>
          <w:sz w:val="22"/>
          <w:szCs w:val="22"/>
          <w:lang w:val="pt-BR"/>
        </w:rPr>
        <w:t>Tầng 2, số 18 Lý Thường Kiệt, Hoàn Kiếm, Hà Nội</w:t>
      </w:r>
    </w:p>
    <w:p w:rsidR="0052629E" w:rsidRPr="009974C4" w:rsidRDefault="0052629E" w:rsidP="0052629E">
      <w:pPr>
        <w:tabs>
          <w:tab w:val="left" w:pos="5760"/>
          <w:tab w:val="left" w:leader="dot" w:pos="10260"/>
        </w:tabs>
        <w:spacing w:before="60" w:after="60"/>
        <w:rPr>
          <w:sz w:val="22"/>
          <w:szCs w:val="22"/>
          <w:lang w:val="pt-BR"/>
        </w:rPr>
      </w:pPr>
      <w:r w:rsidRPr="009974C4">
        <w:rPr>
          <w:sz w:val="22"/>
          <w:szCs w:val="22"/>
          <w:lang w:val="pt-BR"/>
        </w:rPr>
        <w:t>Giá khởi điểm: 13.000 đồng/cổ phần</w:t>
      </w:r>
      <w:r w:rsidRPr="009974C4">
        <w:rPr>
          <w:sz w:val="22"/>
          <w:szCs w:val="22"/>
          <w:lang w:val="pt-BR"/>
        </w:rPr>
        <w:tab/>
      </w:r>
    </w:p>
    <w:p w:rsidR="0052629E" w:rsidRPr="00825EE5" w:rsidRDefault="0052629E" w:rsidP="0052629E">
      <w:pPr>
        <w:tabs>
          <w:tab w:val="left" w:pos="5760"/>
          <w:tab w:val="left" w:leader="dot" w:pos="10260"/>
        </w:tabs>
        <w:spacing w:before="60" w:after="60"/>
        <w:rPr>
          <w:sz w:val="22"/>
          <w:szCs w:val="22"/>
          <w:lang w:val="pt-BR"/>
        </w:rPr>
      </w:pPr>
      <w:r w:rsidRPr="009974C4">
        <w:rPr>
          <w:sz w:val="22"/>
          <w:szCs w:val="22"/>
          <w:lang w:val="pt-BR"/>
        </w:rPr>
        <w:t>Bước giá: 100 đồng</w:t>
      </w:r>
    </w:p>
    <w:p w:rsidR="0052629E" w:rsidRPr="00825EE5" w:rsidRDefault="0052629E" w:rsidP="0052629E">
      <w:pPr>
        <w:tabs>
          <w:tab w:val="left" w:leader="dot" w:pos="10260"/>
        </w:tabs>
        <w:spacing w:before="60" w:after="60"/>
        <w:rPr>
          <w:b/>
          <w:sz w:val="22"/>
          <w:szCs w:val="22"/>
          <w:lang w:val="pt-BR"/>
        </w:rPr>
      </w:pPr>
    </w:p>
    <w:p w:rsidR="0052629E" w:rsidRPr="00825EE5" w:rsidRDefault="0052629E" w:rsidP="0052629E">
      <w:pPr>
        <w:spacing w:before="60" w:after="60"/>
        <w:jc w:val="both"/>
        <w:rPr>
          <w:sz w:val="22"/>
          <w:szCs w:val="22"/>
          <w:lang w:val="pt-BR"/>
        </w:rPr>
      </w:pPr>
      <w:r w:rsidRPr="00825EE5">
        <w:rPr>
          <w:sz w:val="22"/>
          <w:szCs w:val="22"/>
          <w:lang w:val="pt-BR"/>
        </w:rPr>
        <w:t>Sau khi nghiên cứu kỹ hồ sơ và Quy chế bán đấu giá cổ phần, tôi/chúng tôi xác nhận đã hiểu rõ các điều khoản quy định trong Quy chế</w:t>
      </w:r>
      <w:r>
        <w:rPr>
          <w:sz w:val="22"/>
          <w:szCs w:val="22"/>
          <w:lang w:val="pt-BR"/>
        </w:rPr>
        <w:t xml:space="preserve"> </w:t>
      </w:r>
      <w:r w:rsidRPr="00825EE5">
        <w:rPr>
          <w:sz w:val="22"/>
          <w:szCs w:val="22"/>
          <w:lang w:val="pt-BR"/>
        </w:rPr>
        <w:t>được ban hành và đồng ý đấu giá mua số cổ phần đã đăng ký mua ở trên với mức giá mua như sau: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3843"/>
        <w:gridCol w:w="1867"/>
        <w:gridCol w:w="2633"/>
      </w:tblGrid>
      <w:tr w:rsidR="0052629E" w:rsidRPr="00825EE5" w:rsidTr="001842A5">
        <w:trPr>
          <w:jc w:val="center"/>
        </w:trPr>
        <w:tc>
          <w:tcPr>
            <w:tcW w:w="5705" w:type="dxa"/>
            <w:gridSpan w:val="2"/>
          </w:tcPr>
          <w:p w:rsidR="0052629E" w:rsidRPr="00825EE5" w:rsidRDefault="0052629E" w:rsidP="001842A5">
            <w:pPr>
              <w:spacing w:before="60" w:after="60"/>
              <w:jc w:val="center"/>
              <w:rPr>
                <w:b/>
                <w:sz w:val="22"/>
                <w:szCs w:val="22"/>
                <w:lang w:val="pt-BR"/>
              </w:rPr>
            </w:pPr>
            <w:r w:rsidRPr="00825EE5">
              <w:rPr>
                <w:b/>
                <w:sz w:val="22"/>
                <w:szCs w:val="22"/>
                <w:lang w:val="pt-BR"/>
              </w:rPr>
              <w:t xml:space="preserve">Mức giá đặt mua (Giá đấu) cho </w:t>
            </w:r>
            <w:r w:rsidRPr="00825EE5">
              <w:rPr>
                <w:b/>
                <w:sz w:val="22"/>
                <w:szCs w:val="22"/>
                <w:u w:val="single"/>
                <w:lang w:val="pt-BR"/>
              </w:rPr>
              <w:t>một (01) cổ phần</w:t>
            </w:r>
          </w:p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825EE5">
              <w:rPr>
                <w:sz w:val="22"/>
                <w:szCs w:val="22"/>
                <w:lang w:val="pt-BR"/>
              </w:rPr>
              <w:t>(Giá đấu không được thấp hơn giá khởi điểm</w:t>
            </w:r>
            <w:r>
              <w:rPr>
                <w:sz w:val="22"/>
                <w:szCs w:val="22"/>
                <w:lang w:val="pt-BR"/>
              </w:rPr>
              <w:t>.......</w:t>
            </w:r>
            <w:r w:rsidRPr="00825EE5">
              <w:rPr>
                <w:sz w:val="22"/>
                <w:szCs w:val="22"/>
                <w:lang w:val="pt-BR"/>
              </w:rPr>
              <w:t xml:space="preserve"> đồng và phải chẵn bước giá).</w:t>
            </w:r>
          </w:p>
        </w:tc>
        <w:tc>
          <w:tcPr>
            <w:tcW w:w="4500" w:type="dxa"/>
            <w:gridSpan w:val="2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b/>
                <w:sz w:val="22"/>
                <w:szCs w:val="22"/>
                <w:lang w:val="pt-BR"/>
              </w:rPr>
            </w:pPr>
            <w:r w:rsidRPr="00825EE5">
              <w:rPr>
                <w:b/>
                <w:sz w:val="22"/>
                <w:szCs w:val="22"/>
                <w:lang w:val="pt-BR"/>
              </w:rPr>
              <w:t xml:space="preserve">Khối lượng cổ phần đặt mua </w:t>
            </w:r>
          </w:p>
        </w:tc>
      </w:tr>
      <w:tr w:rsidR="0052629E" w:rsidRPr="00825EE5" w:rsidTr="001842A5">
        <w:trPr>
          <w:jc w:val="center"/>
        </w:trPr>
        <w:tc>
          <w:tcPr>
            <w:tcW w:w="1862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số</w:t>
            </w:r>
            <w:proofErr w:type="spellEnd"/>
          </w:p>
        </w:tc>
        <w:tc>
          <w:tcPr>
            <w:tcW w:w="3843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chữ</w:t>
            </w:r>
            <w:proofErr w:type="spellEnd"/>
          </w:p>
        </w:tc>
        <w:tc>
          <w:tcPr>
            <w:tcW w:w="1867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số</w:t>
            </w:r>
            <w:proofErr w:type="spellEnd"/>
          </w:p>
        </w:tc>
        <w:tc>
          <w:tcPr>
            <w:tcW w:w="2633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25EE5">
              <w:rPr>
                <w:sz w:val="22"/>
                <w:szCs w:val="22"/>
              </w:rPr>
              <w:t>Bằng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chữ</w:t>
            </w:r>
            <w:proofErr w:type="spellEnd"/>
          </w:p>
        </w:tc>
      </w:tr>
      <w:tr w:rsidR="0052629E" w:rsidRPr="00825EE5" w:rsidTr="001842A5">
        <w:trPr>
          <w:jc w:val="center"/>
        </w:trPr>
        <w:tc>
          <w:tcPr>
            <w:tcW w:w="1862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25EE5">
              <w:rPr>
                <w:sz w:val="22"/>
                <w:szCs w:val="22"/>
              </w:rPr>
              <w:t xml:space="preserve">…………. </w:t>
            </w:r>
            <w:proofErr w:type="spellStart"/>
            <w:r w:rsidRPr="00825EE5">
              <w:rPr>
                <w:sz w:val="22"/>
                <w:szCs w:val="22"/>
              </w:rPr>
              <w:t>đồng</w:t>
            </w:r>
            <w:proofErr w:type="spellEnd"/>
            <w:r w:rsidRPr="00825EE5">
              <w:rPr>
                <w:sz w:val="22"/>
                <w:szCs w:val="22"/>
              </w:rPr>
              <w:t>/</w:t>
            </w:r>
            <w:proofErr w:type="spellStart"/>
            <w:r w:rsidRPr="00825EE5">
              <w:rPr>
                <w:sz w:val="22"/>
                <w:szCs w:val="22"/>
              </w:rPr>
              <w:t>cổ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3843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25EE5">
              <w:rPr>
                <w:sz w:val="22"/>
                <w:szCs w:val="22"/>
              </w:rPr>
              <w:t xml:space="preserve">……………………………………... </w:t>
            </w:r>
            <w:proofErr w:type="spellStart"/>
            <w:r w:rsidRPr="00825EE5">
              <w:rPr>
                <w:sz w:val="22"/>
                <w:szCs w:val="22"/>
              </w:rPr>
              <w:t>đồng</w:t>
            </w:r>
            <w:proofErr w:type="spellEnd"/>
            <w:r w:rsidRPr="00825EE5">
              <w:rPr>
                <w:sz w:val="22"/>
                <w:szCs w:val="22"/>
              </w:rPr>
              <w:t>/</w:t>
            </w:r>
            <w:proofErr w:type="spellStart"/>
            <w:r w:rsidRPr="00825EE5">
              <w:rPr>
                <w:sz w:val="22"/>
                <w:szCs w:val="22"/>
              </w:rPr>
              <w:t>cổ</w:t>
            </w:r>
            <w:proofErr w:type="spellEnd"/>
            <w:r w:rsidRPr="00825EE5">
              <w:rPr>
                <w:sz w:val="22"/>
                <w:szCs w:val="22"/>
              </w:rPr>
              <w:t xml:space="preserve"> </w:t>
            </w:r>
            <w:proofErr w:type="spellStart"/>
            <w:r w:rsidRPr="00825EE5">
              <w:rPr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867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23281A">
              <w:rPr>
                <w:b/>
              </w:rPr>
              <w:t>254.533</w:t>
            </w:r>
          </w:p>
        </w:tc>
        <w:tc>
          <w:tcPr>
            <w:tcW w:w="2633" w:type="dxa"/>
            <w:vAlign w:val="center"/>
          </w:tcPr>
          <w:p w:rsidR="0052629E" w:rsidRPr="00825EE5" w:rsidRDefault="0052629E" w:rsidP="001842A5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52629E" w:rsidRPr="00825EE5" w:rsidRDefault="0052629E" w:rsidP="0052629E">
      <w:pPr>
        <w:spacing w:before="60" w:after="60"/>
        <w:rPr>
          <w:sz w:val="22"/>
          <w:szCs w:val="22"/>
        </w:rPr>
      </w:pPr>
      <w:proofErr w:type="spellStart"/>
      <w:r w:rsidRPr="00825EE5">
        <w:rPr>
          <w:i/>
          <w:sz w:val="22"/>
          <w:szCs w:val="22"/>
        </w:rPr>
        <w:t>Lưu</w:t>
      </w:r>
      <w:proofErr w:type="spellEnd"/>
      <w:r w:rsidRPr="00825EE5">
        <w:rPr>
          <w:i/>
          <w:sz w:val="22"/>
          <w:szCs w:val="22"/>
        </w:rPr>
        <w:t xml:space="preserve"> ý:</w:t>
      </w:r>
      <w:r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Nhà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đầu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tư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vui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lòng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đọc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kỹ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Hướng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dẫn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kiểm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tra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và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điền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Ph</w:t>
      </w:r>
      <w:r>
        <w:rPr>
          <w:i/>
          <w:sz w:val="22"/>
          <w:szCs w:val="22"/>
        </w:rPr>
        <w:t>iếu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tham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dự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đấu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giá</w:t>
      </w:r>
      <w:proofErr w:type="spellEnd"/>
      <w:r>
        <w:rPr>
          <w:i/>
          <w:sz w:val="22"/>
          <w:szCs w:val="22"/>
        </w:rPr>
        <w:t xml:space="preserve"> (ở </w:t>
      </w:r>
      <w:proofErr w:type="spellStart"/>
      <w:r>
        <w:rPr>
          <w:i/>
          <w:sz w:val="22"/>
          <w:szCs w:val="22"/>
        </w:rPr>
        <w:t>mặt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sau</w:t>
      </w:r>
      <w:proofErr w:type="spellEnd"/>
      <w:r w:rsidRPr="00825EE5">
        <w:rPr>
          <w:i/>
          <w:sz w:val="22"/>
          <w:szCs w:val="22"/>
        </w:rPr>
        <w:t xml:space="preserve">) </w:t>
      </w:r>
      <w:proofErr w:type="spellStart"/>
      <w:r w:rsidRPr="00825EE5">
        <w:rPr>
          <w:i/>
          <w:sz w:val="22"/>
          <w:szCs w:val="22"/>
        </w:rPr>
        <w:t>trước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khi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điền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Phiếu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tham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dự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đấu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giá</w:t>
      </w:r>
      <w:proofErr w:type="spellEnd"/>
      <w:r w:rsidRPr="00825EE5">
        <w:rPr>
          <w:i/>
          <w:sz w:val="22"/>
          <w:szCs w:val="22"/>
        </w:rPr>
        <w:t>.</w:t>
      </w:r>
    </w:p>
    <w:p w:rsidR="0052629E" w:rsidRPr="00825EE5" w:rsidRDefault="0052629E" w:rsidP="0052629E">
      <w:pPr>
        <w:tabs>
          <w:tab w:val="center" w:pos="7380"/>
        </w:tabs>
        <w:ind w:left="357"/>
        <w:rPr>
          <w:b/>
          <w:sz w:val="22"/>
          <w:szCs w:val="22"/>
        </w:rPr>
      </w:pPr>
      <w:r w:rsidRPr="00825EE5">
        <w:rPr>
          <w:sz w:val="22"/>
          <w:szCs w:val="22"/>
        </w:rPr>
        <w:tab/>
      </w:r>
      <w:r w:rsidRPr="00825EE5">
        <w:rPr>
          <w:b/>
          <w:sz w:val="26"/>
          <w:szCs w:val="22"/>
        </w:rPr>
        <w:t>TỔ CHỨC, CÁ NHÂN THAM DỰ ĐẤU GIÁ</w:t>
      </w:r>
    </w:p>
    <w:p w:rsidR="0052629E" w:rsidRPr="00825EE5" w:rsidRDefault="0052629E" w:rsidP="0052629E">
      <w:pPr>
        <w:tabs>
          <w:tab w:val="center" w:pos="7380"/>
        </w:tabs>
        <w:spacing w:before="60" w:after="60"/>
        <w:ind w:left="360"/>
        <w:rPr>
          <w:i/>
          <w:sz w:val="22"/>
          <w:szCs w:val="22"/>
        </w:rPr>
      </w:pPr>
      <w:r w:rsidRPr="00825EE5">
        <w:rPr>
          <w:sz w:val="22"/>
          <w:szCs w:val="22"/>
        </w:rPr>
        <w:tab/>
      </w:r>
      <w:r w:rsidRPr="00825EE5">
        <w:rPr>
          <w:i/>
          <w:sz w:val="22"/>
          <w:szCs w:val="22"/>
        </w:rPr>
        <w:t>[</w:t>
      </w:r>
      <w:proofErr w:type="spellStart"/>
      <w:r w:rsidRPr="00825EE5">
        <w:rPr>
          <w:i/>
          <w:sz w:val="22"/>
          <w:szCs w:val="22"/>
        </w:rPr>
        <w:t>Ký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tên</w:t>
      </w:r>
      <w:proofErr w:type="spellEnd"/>
      <w:r w:rsidRPr="00825EE5">
        <w:rPr>
          <w:i/>
          <w:sz w:val="22"/>
          <w:szCs w:val="22"/>
        </w:rPr>
        <w:t xml:space="preserve">, </w:t>
      </w:r>
      <w:proofErr w:type="spellStart"/>
      <w:r w:rsidRPr="00825EE5">
        <w:rPr>
          <w:i/>
          <w:sz w:val="22"/>
          <w:szCs w:val="22"/>
        </w:rPr>
        <w:t>đóng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dấu</w:t>
      </w:r>
      <w:proofErr w:type="spellEnd"/>
      <w:r w:rsidRPr="00825EE5">
        <w:rPr>
          <w:i/>
          <w:sz w:val="22"/>
          <w:szCs w:val="22"/>
        </w:rPr>
        <w:t xml:space="preserve"> (</w:t>
      </w:r>
      <w:proofErr w:type="spellStart"/>
      <w:r w:rsidRPr="00825EE5">
        <w:rPr>
          <w:i/>
          <w:sz w:val="22"/>
          <w:szCs w:val="22"/>
        </w:rPr>
        <w:t>đối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với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tổ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chức</w:t>
      </w:r>
      <w:proofErr w:type="spellEnd"/>
      <w:r w:rsidRPr="00825EE5">
        <w:rPr>
          <w:i/>
          <w:sz w:val="22"/>
          <w:szCs w:val="22"/>
        </w:rPr>
        <w:t xml:space="preserve">), </w:t>
      </w:r>
      <w:proofErr w:type="spellStart"/>
      <w:r w:rsidRPr="00825EE5">
        <w:rPr>
          <w:i/>
          <w:sz w:val="22"/>
          <w:szCs w:val="22"/>
        </w:rPr>
        <w:t>ghi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rõ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họ</w:t>
      </w:r>
      <w:proofErr w:type="spellEnd"/>
      <w:r w:rsidRPr="00825EE5">
        <w:rPr>
          <w:i/>
          <w:sz w:val="22"/>
          <w:szCs w:val="22"/>
        </w:rPr>
        <w:t xml:space="preserve"> </w:t>
      </w:r>
      <w:proofErr w:type="spellStart"/>
      <w:r w:rsidRPr="00825EE5">
        <w:rPr>
          <w:i/>
          <w:sz w:val="22"/>
          <w:szCs w:val="22"/>
        </w:rPr>
        <w:t>tên</w:t>
      </w:r>
      <w:proofErr w:type="spellEnd"/>
      <w:r w:rsidRPr="00825EE5">
        <w:rPr>
          <w:i/>
          <w:sz w:val="22"/>
          <w:szCs w:val="22"/>
        </w:rPr>
        <w:t>]</w:t>
      </w:r>
    </w:p>
    <w:p w:rsidR="0052629E" w:rsidRDefault="0052629E" w:rsidP="0052629E">
      <w:pPr>
        <w:widowControl w:val="0"/>
        <w:spacing w:line="360" w:lineRule="auto"/>
        <w:jc w:val="center"/>
        <w:rPr>
          <w:sz w:val="26"/>
          <w:szCs w:val="28"/>
        </w:rPr>
      </w:pPr>
    </w:p>
    <w:p w:rsidR="0052629E" w:rsidRDefault="0052629E" w:rsidP="0052629E">
      <w:pPr>
        <w:widowControl w:val="0"/>
        <w:spacing w:line="360" w:lineRule="auto"/>
        <w:jc w:val="center"/>
        <w:rPr>
          <w:sz w:val="26"/>
          <w:szCs w:val="28"/>
        </w:rPr>
      </w:pPr>
    </w:p>
    <w:p w:rsidR="0052629E" w:rsidRDefault="0052629E" w:rsidP="0052629E">
      <w:pPr>
        <w:widowControl w:val="0"/>
        <w:spacing w:line="360" w:lineRule="auto"/>
        <w:jc w:val="center"/>
        <w:rPr>
          <w:sz w:val="26"/>
          <w:szCs w:val="28"/>
        </w:rPr>
      </w:pPr>
    </w:p>
    <w:p w:rsidR="0052629E" w:rsidRPr="00825EE5" w:rsidRDefault="0052629E" w:rsidP="0052629E">
      <w:pPr>
        <w:widowControl w:val="0"/>
        <w:spacing w:line="360" w:lineRule="auto"/>
        <w:jc w:val="center"/>
        <w:rPr>
          <w:sz w:val="26"/>
          <w:szCs w:val="28"/>
        </w:rPr>
      </w:pPr>
    </w:p>
    <w:p w:rsidR="0052629E" w:rsidRDefault="0052629E" w:rsidP="0052629E"/>
    <w:p w:rsidR="0052629E" w:rsidRDefault="0052629E" w:rsidP="0052629E"/>
    <w:p w:rsidR="0052629E" w:rsidRPr="00BA69EA" w:rsidRDefault="0052629E" w:rsidP="0052629E">
      <w:pPr>
        <w:tabs>
          <w:tab w:val="left" w:pos="720"/>
        </w:tabs>
        <w:spacing w:before="80" w:after="80" w:line="360" w:lineRule="auto"/>
        <w:jc w:val="center"/>
        <w:rPr>
          <w:b/>
          <w:noProof/>
          <w:sz w:val="28"/>
          <w:szCs w:val="30"/>
        </w:rPr>
      </w:pPr>
      <w:r w:rsidRPr="00BA69EA">
        <w:rPr>
          <w:b/>
          <w:noProof/>
          <w:sz w:val="2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25623B" wp14:editId="623634CB">
                <wp:simplePos x="0" y="0"/>
                <wp:positionH relativeFrom="column">
                  <wp:posOffset>6557010</wp:posOffset>
                </wp:positionH>
                <wp:positionV relativeFrom="paragraph">
                  <wp:posOffset>-48895</wp:posOffset>
                </wp:positionV>
                <wp:extent cx="15240" cy="4478020"/>
                <wp:effectExtent l="13335" t="8255" r="9525" b="9525"/>
                <wp:wrapNone/>
                <wp:docPr id="1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4478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3pt,-3.85pt" to="517.5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"/>
            </w:pict>
          </mc:Fallback>
        </mc:AlternateContent>
      </w:r>
      <w:r w:rsidRPr="00BA69EA"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9434E6" wp14:editId="54BE3DA3">
                <wp:simplePos x="0" y="0"/>
                <wp:positionH relativeFrom="column">
                  <wp:posOffset>-152400</wp:posOffset>
                </wp:positionH>
                <wp:positionV relativeFrom="paragraph">
                  <wp:posOffset>-47625</wp:posOffset>
                </wp:positionV>
                <wp:extent cx="0" cy="4476750"/>
                <wp:effectExtent l="9525" t="9525" r="9525" b="9525"/>
                <wp:wrapNone/>
                <wp:docPr id="1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3.75pt" to="-12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5En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"/>
            </w:pict>
          </mc:Fallback>
        </mc:AlternateContent>
      </w:r>
      <w:bookmarkStart w:id="0" w:name="_Ref156634159"/>
      <w:r w:rsidRPr="00BA69EA"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F6724" wp14:editId="7E348A25">
                <wp:simplePos x="0" y="0"/>
                <wp:positionH relativeFrom="column">
                  <wp:posOffset>-295275</wp:posOffset>
                </wp:positionH>
                <wp:positionV relativeFrom="paragraph">
                  <wp:posOffset>113030</wp:posOffset>
                </wp:positionV>
                <wp:extent cx="1371600" cy="0"/>
                <wp:effectExtent l="9525" t="8255" r="9525" b="10795"/>
                <wp:wrapNone/>
                <wp:docPr id="1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25pt,8.9pt" to="84.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1Lv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FKk&#10;A42eheJoOg+96Y0rIKRSWxuqoyf1ap41/e6Q0lVL1J5Hjm9nA3lZyEjepYSNM3DDrv+iGcSQg9ex&#10;UafGdgESWoBOUY/zTQ9+8ojCYfbwmM1S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"/>
            </w:pict>
          </mc:Fallback>
        </mc:AlternateContent>
      </w:r>
      <w:r w:rsidRPr="00BA69EA">
        <w:rPr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A4A4E1" wp14:editId="075613C0">
                <wp:simplePos x="0" y="0"/>
                <wp:positionH relativeFrom="column">
                  <wp:posOffset>5400675</wp:posOffset>
                </wp:positionH>
                <wp:positionV relativeFrom="paragraph">
                  <wp:posOffset>113030</wp:posOffset>
                </wp:positionV>
                <wp:extent cx="1247775" cy="0"/>
                <wp:effectExtent l="9525" t="8255" r="9525" b="10795"/>
                <wp:wrapNone/>
                <wp:docPr id="9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8.9pt" to="523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sGEwIAACk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"/>
            </w:pict>
          </mc:Fallback>
        </mc:AlternateContent>
      </w:r>
      <w:r w:rsidRPr="00BA69EA">
        <w:rPr>
          <w:b/>
          <w:noProof/>
          <w:sz w:val="26"/>
          <w:szCs w:val="28"/>
        </w:rPr>
        <w:t>HƯỚNG DẪN ĐIỀN PHIẾU THAM DỰ ĐẤU GIÁ</w:t>
      </w:r>
    </w:p>
    <w:p w:rsidR="0052629E" w:rsidRPr="00BA69EA" w:rsidRDefault="0052629E" w:rsidP="0052629E">
      <w:pPr>
        <w:numPr>
          <w:ilvl w:val="0"/>
          <w:numId w:val="14"/>
        </w:numPr>
        <w:tabs>
          <w:tab w:val="left" w:pos="360"/>
        </w:tabs>
        <w:spacing w:line="360" w:lineRule="auto"/>
        <w:ind w:hanging="780"/>
        <w:rPr>
          <w:noProof/>
          <w:sz w:val="20"/>
          <w:szCs w:val="20"/>
        </w:rPr>
      </w:pPr>
      <w:r w:rsidRPr="00BA69EA">
        <w:rPr>
          <w:b/>
          <w:noProof/>
          <w:sz w:val="20"/>
          <w:szCs w:val="20"/>
        </w:rPr>
        <w:t xml:space="preserve">Khi tiếp nhận Phiếu tham dự đấu giá, </w:t>
      </w:r>
      <w:r w:rsidRPr="00BA69EA">
        <w:rPr>
          <w:noProof/>
          <w:sz w:val="20"/>
          <w:szCs w:val="20"/>
        </w:rPr>
        <w:t>nhà đầu tư cần kiểm tra:</w:t>
      </w:r>
    </w:p>
    <w:p w:rsidR="0052629E" w:rsidRPr="00BA69EA" w:rsidRDefault="0052629E" w:rsidP="0052629E">
      <w:pPr>
        <w:numPr>
          <w:ilvl w:val="1"/>
          <w:numId w:val="17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Phiếu do </w:t>
      </w:r>
      <w:r w:rsidRPr="00BA69EA">
        <w:rPr>
          <w:i/>
          <w:noProof/>
          <w:sz w:val="20"/>
          <w:szCs w:val="20"/>
          <w:lang w:val="vi-VN"/>
        </w:rPr>
        <w:t>Đơn vị nhận đăng ký</w:t>
      </w:r>
      <w:r w:rsidRPr="00BA69EA">
        <w:rPr>
          <w:noProof/>
          <w:sz w:val="20"/>
          <w:szCs w:val="20"/>
          <w:lang w:val="vi-VN"/>
        </w:rPr>
        <w:t xml:space="preserve"> cấp; </w:t>
      </w:r>
    </w:p>
    <w:p w:rsidR="0052629E" w:rsidRPr="00BA69EA" w:rsidRDefault="0052629E" w:rsidP="0052629E">
      <w:pPr>
        <w:numPr>
          <w:ilvl w:val="1"/>
          <w:numId w:val="17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Phiếu tham dự đấu giá </w:t>
      </w:r>
      <w:r w:rsidRPr="00BA69EA">
        <w:rPr>
          <w:b/>
          <w:noProof/>
          <w:sz w:val="20"/>
          <w:szCs w:val="20"/>
          <w:lang w:val="vi-VN"/>
        </w:rPr>
        <w:t>có đóng dấu treo của nơi cấp phiếu</w:t>
      </w:r>
      <w:r w:rsidRPr="00BA69EA">
        <w:rPr>
          <w:noProof/>
          <w:sz w:val="20"/>
          <w:szCs w:val="20"/>
          <w:lang w:val="vi-VN"/>
        </w:rPr>
        <w:t>;</w:t>
      </w:r>
    </w:p>
    <w:p w:rsidR="0052629E" w:rsidRPr="00BA69EA" w:rsidRDefault="0052629E" w:rsidP="0052629E">
      <w:pPr>
        <w:numPr>
          <w:ilvl w:val="1"/>
          <w:numId w:val="17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Thông tin người tham dự đấu giá; Thông tin liên quan đấu giá;</w:t>
      </w:r>
    </w:p>
    <w:p w:rsidR="0052629E" w:rsidRPr="00BA69EA" w:rsidRDefault="0052629E" w:rsidP="0052629E">
      <w:pPr>
        <w:numPr>
          <w:ilvl w:val="1"/>
          <w:numId w:val="17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Phiếu không bị tẩy xoá, chỉnh sửa thông tin hoặc rách nát.</w:t>
      </w:r>
    </w:p>
    <w:p w:rsidR="0052629E" w:rsidRPr="00BA69EA" w:rsidRDefault="0052629E" w:rsidP="0052629E">
      <w:pPr>
        <w:tabs>
          <w:tab w:val="left" w:pos="270"/>
        </w:tabs>
        <w:spacing w:line="360" w:lineRule="auto"/>
        <w:ind w:left="270"/>
        <w:jc w:val="both"/>
        <w:rPr>
          <w:i/>
          <w:noProof/>
          <w:sz w:val="20"/>
          <w:szCs w:val="20"/>
          <w:lang w:val="vi-VN"/>
        </w:rPr>
      </w:pPr>
      <w:r w:rsidRPr="00BA69EA">
        <w:rPr>
          <w:b/>
          <w:i/>
          <w:noProof/>
          <w:sz w:val="20"/>
          <w:szCs w:val="20"/>
          <w:lang w:val="vi-VN"/>
        </w:rPr>
        <w:t>Trong trường hợp có thông tin không chính xác thì Nhà đầu tư cần yêu cầu nơi đăng ký chỉnh sửa và cấp lại Phiếu tham dự đấu giá.</w:t>
      </w:r>
    </w:p>
    <w:p w:rsidR="0052629E" w:rsidRPr="00BA69EA" w:rsidRDefault="0052629E" w:rsidP="0052629E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Điền Phiếu tham dự đấu giá:</w:t>
      </w:r>
      <w:bookmarkEnd w:id="0"/>
    </w:p>
    <w:p w:rsidR="0052629E" w:rsidRPr="00BA69EA" w:rsidRDefault="0052629E" w:rsidP="0052629E">
      <w:pPr>
        <w:numPr>
          <w:ilvl w:val="0"/>
          <w:numId w:val="16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Mức giá đặt mua</w:t>
      </w:r>
      <w:r w:rsidRPr="00BA69EA">
        <w:rPr>
          <w:noProof/>
          <w:sz w:val="20"/>
          <w:szCs w:val="20"/>
        </w:rPr>
        <w:t xml:space="preserve"> </w:t>
      </w:r>
      <w:r w:rsidRPr="00BA69EA">
        <w:rPr>
          <w:noProof/>
          <w:sz w:val="20"/>
          <w:szCs w:val="20"/>
          <w:u w:val="single"/>
          <w:lang w:val="vi-VN"/>
        </w:rPr>
        <w:t>cho 01 cổ phần</w:t>
      </w:r>
      <w:r w:rsidRPr="00BA69EA">
        <w:rPr>
          <w:noProof/>
          <w:sz w:val="20"/>
          <w:szCs w:val="20"/>
          <w:u w:val="single"/>
        </w:rPr>
        <w:t xml:space="preserve"> </w:t>
      </w:r>
      <w:r w:rsidRPr="00BA69EA">
        <w:rPr>
          <w:b/>
          <w:noProof/>
          <w:sz w:val="20"/>
          <w:szCs w:val="20"/>
          <w:lang w:val="vi-VN"/>
        </w:rPr>
        <w:t xml:space="preserve">không được thấp hơn </w:t>
      </w:r>
      <w:r w:rsidRPr="00BA69EA">
        <w:rPr>
          <w:b/>
          <w:i/>
          <w:noProof/>
          <w:sz w:val="20"/>
          <w:szCs w:val="20"/>
          <w:lang w:val="vi-VN"/>
        </w:rPr>
        <w:t>giá khởi điểm</w:t>
      </w:r>
      <w:r w:rsidRPr="00BA69EA">
        <w:rPr>
          <w:b/>
          <w:noProof/>
          <w:sz w:val="20"/>
          <w:szCs w:val="20"/>
          <w:lang w:val="vi-VN"/>
        </w:rPr>
        <w:t xml:space="preserve"> và </w:t>
      </w:r>
      <w:r w:rsidRPr="00BA69EA">
        <w:rPr>
          <w:b/>
          <w:i/>
          <w:noProof/>
          <w:sz w:val="20"/>
          <w:szCs w:val="20"/>
          <w:lang w:val="vi-VN"/>
        </w:rPr>
        <w:t>phải chẵn</w:t>
      </w:r>
      <w:r w:rsidRPr="00BA69EA">
        <w:rPr>
          <w:b/>
          <w:i/>
          <w:noProof/>
          <w:sz w:val="20"/>
          <w:szCs w:val="20"/>
        </w:rPr>
        <w:t xml:space="preserve"> </w:t>
      </w:r>
      <w:r w:rsidRPr="00BA69EA">
        <w:rPr>
          <w:b/>
          <w:i/>
          <w:noProof/>
          <w:sz w:val="20"/>
          <w:szCs w:val="20"/>
          <w:lang w:val="vi-VN"/>
        </w:rPr>
        <w:t>bước giá</w:t>
      </w:r>
      <w:r w:rsidRPr="00BA69EA">
        <w:rPr>
          <w:noProof/>
          <w:sz w:val="20"/>
          <w:szCs w:val="20"/>
          <w:lang w:val="vi-VN"/>
        </w:rPr>
        <w:t xml:space="preserve">; </w:t>
      </w:r>
    </w:p>
    <w:p w:rsidR="0052629E" w:rsidRPr="00BA69EA" w:rsidRDefault="0052629E" w:rsidP="0052629E">
      <w:pPr>
        <w:numPr>
          <w:ilvl w:val="0"/>
          <w:numId w:val="16"/>
        </w:numPr>
        <w:tabs>
          <w:tab w:val="left" w:pos="540"/>
        </w:tabs>
        <w:spacing w:line="360" w:lineRule="auto"/>
        <w:ind w:left="540" w:hanging="27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Nếu có sự khác nhau giữa giá đặt mua được ghi bằng số và giá đặt mua được ghi bằng chữ thì </w:t>
      </w:r>
      <w:r w:rsidRPr="00BA69EA">
        <w:rPr>
          <w:b/>
          <w:noProof/>
          <w:sz w:val="20"/>
          <w:szCs w:val="20"/>
          <w:lang w:val="vi-VN"/>
        </w:rPr>
        <w:t xml:space="preserve">giá đặt mua được ghi </w:t>
      </w:r>
      <w:r w:rsidRPr="00BA69EA">
        <w:rPr>
          <w:b/>
          <w:noProof/>
          <w:sz w:val="20"/>
          <w:szCs w:val="20"/>
          <w:u w:val="single"/>
          <w:lang w:val="vi-VN"/>
        </w:rPr>
        <w:t>bằng chữ</w:t>
      </w:r>
      <w:r w:rsidRPr="00BA69EA">
        <w:rPr>
          <w:b/>
          <w:noProof/>
          <w:sz w:val="20"/>
          <w:szCs w:val="20"/>
          <w:lang w:val="vi-VN"/>
        </w:rPr>
        <w:t xml:space="preserve"> sẽ được công nhận</w:t>
      </w:r>
      <w:r w:rsidRPr="00BA69EA">
        <w:rPr>
          <w:noProof/>
          <w:sz w:val="20"/>
          <w:szCs w:val="20"/>
          <w:lang w:val="vi-VN"/>
        </w:rPr>
        <w:t>.</w:t>
      </w:r>
    </w:p>
    <w:p w:rsidR="0052629E" w:rsidRPr="00BA69EA" w:rsidRDefault="0052629E" w:rsidP="0052629E">
      <w:pPr>
        <w:numPr>
          <w:ilvl w:val="0"/>
          <w:numId w:val="16"/>
        </w:numPr>
        <w:tabs>
          <w:tab w:val="left" w:pos="540"/>
          <w:tab w:val="left" w:pos="810"/>
          <w:tab w:val="left" w:pos="990"/>
        </w:tabs>
        <w:spacing w:line="360" w:lineRule="auto"/>
        <w:ind w:left="540" w:hanging="270"/>
        <w:jc w:val="both"/>
        <w:rPr>
          <w:i/>
          <w:noProof/>
          <w:sz w:val="20"/>
          <w:szCs w:val="20"/>
          <w:lang w:val="vi-VN"/>
        </w:rPr>
      </w:pPr>
      <w:r w:rsidRPr="00BA69EA">
        <w:rPr>
          <w:b/>
          <w:i/>
          <w:noProof/>
          <w:sz w:val="20"/>
          <w:szCs w:val="20"/>
          <w:lang w:val="vi-VN"/>
        </w:rPr>
        <w:t>Tổng số cổ phần</w:t>
      </w:r>
      <w:r w:rsidRPr="00BA69EA">
        <w:rPr>
          <w:b/>
          <w:i/>
          <w:noProof/>
          <w:sz w:val="20"/>
          <w:szCs w:val="20"/>
        </w:rPr>
        <w:t xml:space="preserve"> </w:t>
      </w:r>
      <w:r w:rsidRPr="00BA69EA">
        <w:rPr>
          <w:b/>
          <w:i/>
          <w:noProof/>
          <w:sz w:val="20"/>
          <w:szCs w:val="20"/>
          <w:lang w:val="vi-VN"/>
        </w:rPr>
        <w:t>đặt mua bằng mức đăng ký</w:t>
      </w:r>
      <w:r w:rsidRPr="00BA69EA">
        <w:rPr>
          <w:i/>
          <w:noProof/>
          <w:sz w:val="20"/>
          <w:szCs w:val="20"/>
          <w:lang w:val="vi-VN"/>
        </w:rPr>
        <w:t>;</w:t>
      </w:r>
    </w:p>
    <w:p w:rsidR="0052629E" w:rsidRPr="00BA69EA" w:rsidRDefault="0052629E" w:rsidP="0052629E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jc w:val="both"/>
        <w:rPr>
          <w:b/>
          <w:i/>
          <w:noProof/>
          <w:sz w:val="20"/>
          <w:szCs w:val="20"/>
          <w:lang w:val="vi-VN"/>
        </w:rPr>
      </w:pPr>
      <w:r w:rsidRPr="00BA69EA">
        <w:rPr>
          <w:i/>
          <w:noProof/>
          <w:sz w:val="20"/>
          <w:szCs w:val="20"/>
          <w:lang w:val="vi-VN"/>
        </w:rPr>
        <w:t xml:space="preserve">Nhà đầu tư ký tên, đóng dấu (đối với tổ chức) và ghi </w:t>
      </w:r>
      <w:r w:rsidRPr="00BA69EA">
        <w:rPr>
          <w:b/>
          <w:i/>
          <w:noProof/>
          <w:sz w:val="20"/>
          <w:szCs w:val="20"/>
          <w:lang w:val="vi-VN"/>
        </w:rPr>
        <w:t>rõ họ tên trên Phiếu tham dự đ</w:t>
      </w:r>
      <w:r w:rsidRPr="00BA69EA">
        <w:rPr>
          <w:i/>
          <w:noProof/>
          <w:sz w:val="20"/>
          <w:szCs w:val="20"/>
          <w:lang w:val="vi-VN"/>
        </w:rPr>
        <w:t>ấ</w:t>
      </w:r>
      <w:r w:rsidRPr="00BA69EA">
        <w:rPr>
          <w:b/>
          <w:i/>
          <w:noProof/>
          <w:sz w:val="20"/>
          <w:szCs w:val="20"/>
          <w:lang w:val="vi-VN"/>
        </w:rPr>
        <w:t xml:space="preserve">u giá; </w:t>
      </w:r>
    </w:p>
    <w:p w:rsidR="0052629E" w:rsidRPr="00BA69EA" w:rsidRDefault="0052629E" w:rsidP="0052629E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BA69EA">
        <w:rPr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04F38" wp14:editId="1A2BE01A">
                <wp:simplePos x="0" y="0"/>
                <wp:positionH relativeFrom="column">
                  <wp:posOffset>-285750</wp:posOffset>
                </wp:positionH>
                <wp:positionV relativeFrom="paragraph">
                  <wp:posOffset>636905</wp:posOffset>
                </wp:positionV>
                <wp:extent cx="6995160" cy="0"/>
                <wp:effectExtent l="9525" t="8255" r="5715" b="10795"/>
                <wp:wrapNone/>
                <wp:docPr id="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5pt,50.15pt" to="528.3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ruEwIAACk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"/>
            </w:pict>
          </mc:Fallback>
        </mc:AlternateContent>
      </w:r>
      <w:r w:rsidRPr="00BA69EA">
        <w:rPr>
          <w:b/>
          <w:i/>
          <w:noProof/>
          <w:sz w:val="20"/>
          <w:szCs w:val="20"/>
          <w:lang w:val="vi-VN"/>
        </w:rPr>
        <w:t xml:space="preserve">Bỏ Phiếu </w:t>
      </w:r>
      <w:r w:rsidRPr="00BA69EA">
        <w:rPr>
          <w:i/>
          <w:noProof/>
          <w:sz w:val="20"/>
          <w:szCs w:val="20"/>
          <w:lang w:val="vi-VN"/>
        </w:rPr>
        <w:t xml:space="preserve">tham dự đấu giá vào </w:t>
      </w:r>
      <w:r w:rsidRPr="00BA69EA">
        <w:rPr>
          <w:b/>
          <w:i/>
          <w:noProof/>
          <w:sz w:val="20"/>
          <w:szCs w:val="20"/>
          <w:lang w:val="vi-VN"/>
        </w:rPr>
        <w:t>phong bì</w:t>
      </w:r>
      <w:r w:rsidRPr="00BA69EA">
        <w:rPr>
          <w:i/>
          <w:noProof/>
          <w:sz w:val="20"/>
          <w:szCs w:val="20"/>
          <w:lang w:val="vi-VN"/>
        </w:rPr>
        <w:t xml:space="preserve"> dán kín, có </w:t>
      </w:r>
      <w:r w:rsidRPr="00BA69EA">
        <w:rPr>
          <w:b/>
          <w:i/>
          <w:noProof/>
          <w:sz w:val="20"/>
          <w:szCs w:val="20"/>
          <w:lang w:val="vi-VN"/>
        </w:rPr>
        <w:t>chữ ký</w:t>
      </w:r>
      <w:r w:rsidRPr="00BA69EA">
        <w:rPr>
          <w:i/>
          <w:noProof/>
          <w:sz w:val="20"/>
          <w:szCs w:val="20"/>
          <w:lang w:val="vi-VN"/>
        </w:rPr>
        <w:t xml:space="preserve"> của nhà đầu tư trên mép dán pho</w:t>
      </w:r>
      <w:r w:rsidRPr="00BA69EA">
        <w:rPr>
          <w:noProof/>
          <w:sz w:val="20"/>
          <w:szCs w:val="20"/>
          <w:lang w:val="vi-VN"/>
        </w:rPr>
        <w:t>n</w:t>
      </w:r>
      <w:r w:rsidRPr="00BA69EA">
        <w:rPr>
          <w:sz w:val="20"/>
          <w:szCs w:val="20"/>
          <w:lang w:val="vi-VN"/>
        </w:rPr>
        <w:t xml:space="preserve">g bì hoặc đóng dấu niêm phong (đối với tổ chức) trên phong bì và </w:t>
      </w:r>
      <w:r w:rsidRPr="00BA69EA">
        <w:rPr>
          <w:b/>
          <w:sz w:val="20"/>
          <w:szCs w:val="20"/>
          <w:lang w:val="vi-VN"/>
        </w:rPr>
        <w:t>ghi rõ trên phong bì</w:t>
      </w:r>
      <w:r w:rsidRPr="00BA69EA">
        <w:rPr>
          <w:sz w:val="20"/>
          <w:szCs w:val="20"/>
          <w:lang w:val="vi-VN"/>
        </w:rPr>
        <w:t xml:space="preserve">: </w:t>
      </w:r>
      <w:r w:rsidRPr="00BA69EA">
        <w:rPr>
          <w:i/>
          <w:sz w:val="20"/>
          <w:szCs w:val="20"/>
          <w:lang w:val="vi-VN"/>
        </w:rPr>
        <w:t xml:space="preserve">Phiếu đấu giá mua cổ phần của Công ty cổ phần </w:t>
      </w:r>
      <w:proofErr w:type="spellStart"/>
      <w:r w:rsidRPr="00BA69EA">
        <w:rPr>
          <w:i/>
          <w:sz w:val="20"/>
          <w:szCs w:val="20"/>
        </w:rPr>
        <w:t>Sông</w:t>
      </w:r>
      <w:proofErr w:type="spellEnd"/>
      <w:r w:rsidRPr="00BA69EA">
        <w:rPr>
          <w:i/>
          <w:sz w:val="20"/>
          <w:szCs w:val="20"/>
        </w:rPr>
        <w:t xml:space="preserve"> </w:t>
      </w:r>
      <w:proofErr w:type="spellStart"/>
      <w:r w:rsidRPr="00BA69EA">
        <w:rPr>
          <w:i/>
          <w:sz w:val="20"/>
          <w:szCs w:val="20"/>
        </w:rPr>
        <w:t>Mã</w:t>
      </w:r>
      <w:proofErr w:type="spellEnd"/>
      <w:r w:rsidRPr="00BA69EA">
        <w:rPr>
          <w:i/>
          <w:sz w:val="20"/>
          <w:szCs w:val="20"/>
          <w:lang w:val="vi-VN"/>
        </w:rPr>
        <w:t>;</w:t>
      </w:r>
      <w:r w:rsidRPr="00BA69EA">
        <w:rPr>
          <w:i/>
          <w:sz w:val="20"/>
          <w:szCs w:val="20"/>
        </w:rPr>
        <w:t xml:space="preserve"> </w:t>
      </w:r>
      <w:r w:rsidRPr="00BA69EA">
        <w:rPr>
          <w:i/>
          <w:sz w:val="20"/>
          <w:szCs w:val="20"/>
          <w:lang w:val="vi-VN"/>
        </w:rPr>
        <w:t>(có thể ghi thêm tên nhà đầu tư và mã số được cấp</w:t>
      </w:r>
      <w:r w:rsidRPr="00BA69EA">
        <w:rPr>
          <w:sz w:val="20"/>
          <w:szCs w:val="20"/>
          <w:lang w:val="vi-VN"/>
        </w:rPr>
        <w:t>).</w:t>
      </w:r>
    </w:p>
    <w:p w:rsidR="0052629E" w:rsidRPr="00BA69EA" w:rsidRDefault="0052629E" w:rsidP="0052629E">
      <w:pPr>
        <w:tabs>
          <w:tab w:val="left" w:pos="360"/>
        </w:tabs>
        <w:spacing w:line="360" w:lineRule="auto"/>
        <w:jc w:val="both"/>
        <w:rPr>
          <w:b/>
          <w:i/>
          <w:noProof/>
          <w:sz w:val="18"/>
          <w:szCs w:val="20"/>
          <w:lang w:val="vi-VN"/>
        </w:rPr>
      </w:pPr>
    </w:p>
    <w:p w:rsidR="0052629E" w:rsidRPr="00BA69EA" w:rsidRDefault="0052629E" w:rsidP="0052629E">
      <w:pPr>
        <w:tabs>
          <w:tab w:val="left" w:pos="360"/>
        </w:tabs>
        <w:spacing w:line="360" w:lineRule="auto"/>
        <w:jc w:val="both"/>
        <w:rPr>
          <w:b/>
          <w:i/>
          <w:noProof/>
          <w:sz w:val="20"/>
          <w:szCs w:val="20"/>
          <w:lang w:val="vi-VN"/>
        </w:rPr>
      </w:pPr>
      <w:r w:rsidRPr="00BA69EA">
        <w:rPr>
          <w:b/>
          <w:i/>
          <w:noProof/>
          <w:sz w:val="20"/>
          <w:szCs w:val="20"/>
          <w:lang w:val="vi-VN"/>
        </w:rPr>
        <w:t xml:space="preserve">Những trường hợp sau đây bị coi là vi phạm Quy chế bán đấu giá và nhà đầu tư </w:t>
      </w:r>
      <w:r w:rsidRPr="00BA69EA">
        <w:rPr>
          <w:b/>
          <w:i/>
          <w:noProof/>
          <w:sz w:val="20"/>
          <w:szCs w:val="20"/>
          <w:u w:val="single"/>
          <w:lang w:val="vi-VN"/>
        </w:rPr>
        <w:t>không được nhận lại tiền đặt cọc</w:t>
      </w:r>
      <w:r w:rsidRPr="00BA69EA">
        <w:rPr>
          <w:b/>
          <w:i/>
          <w:noProof/>
          <w:sz w:val="20"/>
          <w:szCs w:val="20"/>
          <w:u w:val="single"/>
        </w:rPr>
        <w:t xml:space="preserve"> </w:t>
      </w:r>
      <w:r w:rsidRPr="00BA69EA">
        <w:rPr>
          <w:b/>
          <w:i/>
          <w:noProof/>
          <w:sz w:val="20"/>
          <w:szCs w:val="20"/>
          <w:lang w:val="vi-VN"/>
        </w:rPr>
        <w:t>khi vi phạm một trong các điều khoản dưới đây:</w:t>
      </w:r>
    </w:p>
    <w:p w:rsidR="0052629E" w:rsidRPr="00BA69EA" w:rsidRDefault="0052629E" w:rsidP="0052629E">
      <w:pPr>
        <w:numPr>
          <w:ilvl w:val="1"/>
          <w:numId w:val="13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Nhà đầu tư </w:t>
      </w:r>
      <w:r w:rsidRPr="00BA69EA">
        <w:rPr>
          <w:b/>
          <w:noProof/>
          <w:sz w:val="20"/>
          <w:szCs w:val="20"/>
          <w:lang w:val="vi-VN"/>
        </w:rPr>
        <w:t>không nộp</w:t>
      </w:r>
      <w:r w:rsidRPr="00BA69EA">
        <w:rPr>
          <w:noProof/>
          <w:sz w:val="20"/>
          <w:szCs w:val="20"/>
          <w:lang w:val="vi-VN"/>
        </w:rPr>
        <w:t xml:space="preserve"> Phiếu tham dự đấu giá hoặc nộp không đúng thời hạn quy định được nêu tại Quy chế;</w:t>
      </w:r>
    </w:p>
    <w:p w:rsidR="0052629E" w:rsidRPr="00BA69EA" w:rsidRDefault="0052629E" w:rsidP="0052629E">
      <w:pPr>
        <w:numPr>
          <w:ilvl w:val="1"/>
          <w:numId w:val="13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Nhà đầu tư </w:t>
      </w:r>
      <w:r w:rsidRPr="00BA69EA">
        <w:rPr>
          <w:b/>
          <w:noProof/>
          <w:sz w:val="20"/>
          <w:szCs w:val="20"/>
          <w:lang w:val="vi-VN"/>
        </w:rPr>
        <w:t>nộp nhiều hơn một (01) Phiếu tham dự đấu giá</w:t>
      </w:r>
      <w:r w:rsidRPr="00BA69EA">
        <w:rPr>
          <w:noProof/>
          <w:sz w:val="20"/>
          <w:szCs w:val="20"/>
          <w:lang w:val="vi-VN"/>
        </w:rPr>
        <w:t>;</w:t>
      </w:r>
    </w:p>
    <w:p w:rsidR="0052629E" w:rsidRPr="00BA69EA" w:rsidRDefault="0052629E" w:rsidP="0052629E">
      <w:pPr>
        <w:numPr>
          <w:ilvl w:val="1"/>
          <w:numId w:val="13"/>
        </w:numPr>
        <w:tabs>
          <w:tab w:val="left" w:pos="360"/>
        </w:tabs>
        <w:spacing w:line="360" w:lineRule="auto"/>
        <w:ind w:left="360"/>
        <w:jc w:val="both"/>
        <w:rPr>
          <w:b/>
          <w:i/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Phiếu tham dự đấu giá </w:t>
      </w:r>
      <w:r w:rsidRPr="00BA69EA">
        <w:rPr>
          <w:b/>
          <w:noProof/>
          <w:sz w:val="20"/>
          <w:szCs w:val="20"/>
          <w:lang w:val="vi-VN"/>
        </w:rPr>
        <w:t>không hợp lệ</w:t>
      </w:r>
      <w:r w:rsidRPr="00BA69EA">
        <w:rPr>
          <w:noProof/>
          <w:sz w:val="20"/>
          <w:szCs w:val="20"/>
          <w:lang w:val="vi-VN"/>
        </w:rPr>
        <w:t xml:space="preserve"> là: 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Không nộp Phiếu tham dự đấu giá hoặc nộp Phiếu tham dự đấu giá không đúng thời hạn quy định tại Khoản 12.3 của Quy chế này;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Phiếu tham dự đấu giá không đáp ứng các quy định tại Khoản 12.2 của Quy chế bán đấu giá;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Phiếu tham dự đấu giá bị rách, nát, tẩy xoá, không xác định được giá hoặc khối lượng đặt mua;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Phiếu tham dự đấu giá ghi giá đặt mua thấp hơn giá khởi điểm hoặc không đúng bước giá quy định;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 xml:space="preserve"> Phiếu tham dự đấu giá có các thông tin mâu thuẫn hoặc gây hiểu nhầm, thông tin không liên quan đến việc đấu giá hoặc không được yêu cầu;</w:t>
      </w:r>
    </w:p>
    <w:p w:rsidR="0052629E" w:rsidRPr="00BA69EA" w:rsidRDefault="0052629E" w:rsidP="0052629E">
      <w:pPr>
        <w:widowControl w:val="0"/>
        <w:numPr>
          <w:ilvl w:val="0"/>
          <w:numId w:val="19"/>
        </w:numPr>
        <w:tabs>
          <w:tab w:val="left" w:pos="1170"/>
        </w:tabs>
        <w:autoSpaceDE w:val="0"/>
        <w:autoSpaceDN w:val="0"/>
        <w:adjustRightInd w:val="0"/>
        <w:spacing w:before="60" w:after="120" w:line="300" w:lineRule="atLeast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Phiếu tham dự đấu giá không ghi giá và/hoặc khối lượng đặt mua;</w:t>
      </w:r>
    </w:p>
    <w:p w:rsidR="0052629E" w:rsidRPr="00BA69EA" w:rsidRDefault="0052629E" w:rsidP="0052629E">
      <w:pPr>
        <w:numPr>
          <w:ilvl w:val="0"/>
          <w:numId w:val="15"/>
        </w:numPr>
        <w:tabs>
          <w:tab w:val="num" w:pos="720"/>
        </w:tabs>
        <w:spacing w:line="360" w:lineRule="auto"/>
        <w:ind w:left="72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Phiếu tham dự đấu giá ghi khối lượng đặt mua khác khối lượng đã đăng ký</w:t>
      </w:r>
      <w:r w:rsidRPr="00BA69EA">
        <w:rPr>
          <w:sz w:val="20"/>
          <w:szCs w:val="20"/>
          <w:lang w:val="vi-VN"/>
        </w:rPr>
        <w:t>;</w:t>
      </w:r>
      <w:r w:rsidRPr="00BA69EA">
        <w:rPr>
          <w:i/>
          <w:noProof/>
          <w:sz w:val="20"/>
          <w:szCs w:val="20"/>
          <w:lang w:val="vi-VN"/>
        </w:rPr>
        <w:t xml:space="preserve">.  </w:t>
      </w:r>
    </w:p>
    <w:p w:rsidR="0052629E" w:rsidRPr="00BA69EA" w:rsidRDefault="0052629E" w:rsidP="0052629E">
      <w:pPr>
        <w:widowControl w:val="0"/>
        <w:numPr>
          <w:ilvl w:val="0"/>
          <w:numId w:val="18"/>
        </w:numPr>
        <w:tabs>
          <w:tab w:val="left" w:pos="360"/>
        </w:tabs>
        <w:spacing w:line="360" w:lineRule="auto"/>
        <w:ind w:left="360"/>
        <w:jc w:val="both"/>
        <w:rPr>
          <w:noProof/>
          <w:sz w:val="20"/>
          <w:szCs w:val="20"/>
          <w:lang w:val="vi-VN"/>
        </w:rPr>
      </w:pPr>
      <w:r w:rsidRPr="00BA69EA">
        <w:rPr>
          <w:noProof/>
          <w:sz w:val="20"/>
          <w:szCs w:val="20"/>
          <w:lang w:val="vi-VN"/>
        </w:rPr>
        <w:t>Nhà đầu tư không thanh toán toàn bộ hoặc một phần số cổ phần được quyền mua theo kết qu</w:t>
      </w:r>
      <w:r w:rsidRPr="00BA69EA">
        <w:rPr>
          <w:i/>
          <w:noProof/>
          <w:sz w:val="20"/>
          <w:szCs w:val="20"/>
          <w:lang w:val="vi-VN"/>
        </w:rPr>
        <w:t>ả đấu giá theo đúng thời gian quy định tại Khoản 18.1: N</w:t>
      </w:r>
      <w:r w:rsidRPr="00BA69EA">
        <w:rPr>
          <w:noProof/>
          <w:sz w:val="20"/>
          <w:szCs w:val="20"/>
          <w:lang w:val="vi-VN"/>
        </w:rPr>
        <w:t>hà đầu</w:t>
      </w:r>
      <w:r w:rsidRPr="00BA69EA">
        <w:rPr>
          <w:sz w:val="20"/>
          <w:szCs w:val="20"/>
          <w:lang w:val="vi-VN"/>
        </w:rPr>
        <w:t xml:space="preserve"> tư sẽ không được mua cổ phần và bị mất toàn bộ số </w:t>
      </w:r>
      <w:r w:rsidRPr="00BA69EA">
        <w:rPr>
          <w:i/>
          <w:sz w:val="20"/>
          <w:szCs w:val="20"/>
          <w:lang w:val="vi-VN"/>
        </w:rPr>
        <w:t>tiền đặt cọc</w:t>
      </w: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Pr="00666BD4" w:rsidRDefault="0052629E" w:rsidP="0052629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i/>
          <w:lang w:val="vi-VN"/>
        </w:rPr>
      </w:pPr>
      <w:r w:rsidRPr="00666BD4">
        <w:rPr>
          <w:b/>
          <w:bCs/>
          <w:lang w:val="vi-VN"/>
        </w:rPr>
        <w:lastRenderedPageBreak/>
        <w:t>CỘNG HÒA XÃ HỘI CHỦ NGHĨA VIỆT NAM</w:t>
      </w:r>
    </w:p>
    <w:p w:rsidR="0052629E" w:rsidRPr="00666BD4" w:rsidRDefault="0052629E" w:rsidP="0052629E">
      <w:pPr>
        <w:widowControl w:val="0"/>
        <w:spacing w:line="360" w:lineRule="auto"/>
        <w:jc w:val="center"/>
        <w:rPr>
          <w:lang w:val="vi-VN"/>
        </w:rPr>
      </w:pPr>
      <w:r w:rsidRPr="00666BD4">
        <w:rPr>
          <w:b/>
          <w:bCs/>
          <w:lang w:val="vi-VN"/>
        </w:rPr>
        <w:t>Độclập – Tự do – Hạnh phúc</w:t>
      </w:r>
    </w:p>
    <w:p w:rsidR="0052629E" w:rsidRPr="00666BD4" w:rsidRDefault="0052629E" w:rsidP="0052629E">
      <w:pPr>
        <w:widowControl w:val="0"/>
        <w:jc w:val="right"/>
        <w:rPr>
          <w:bCs/>
          <w:i/>
          <w:sz w:val="18"/>
          <w:szCs w:val="20"/>
          <w:lang w:val="vi-VN"/>
        </w:rPr>
      </w:pPr>
    </w:p>
    <w:p w:rsidR="0052629E" w:rsidRPr="00666BD4" w:rsidRDefault="0052629E" w:rsidP="0052629E">
      <w:pPr>
        <w:widowControl w:val="0"/>
        <w:jc w:val="right"/>
        <w:rPr>
          <w:b/>
          <w:bCs/>
          <w:i/>
          <w:iCs/>
          <w:sz w:val="18"/>
          <w:szCs w:val="20"/>
          <w:lang w:val="vi-VN"/>
        </w:rPr>
      </w:pPr>
      <w:r w:rsidRPr="00666BD4">
        <w:rPr>
          <w:bCs/>
          <w:i/>
          <w:sz w:val="18"/>
          <w:szCs w:val="20"/>
          <w:lang w:val="vi-VN"/>
        </w:rPr>
        <w:t>………….., ngày…</w:t>
      </w:r>
      <w:r w:rsidRPr="00666BD4">
        <w:rPr>
          <w:bCs/>
          <w:i/>
          <w:noProof/>
          <w:sz w:val="18"/>
          <w:szCs w:val="20"/>
          <w:lang w:val="vi-VN"/>
        </w:rPr>
        <w:t>.</w:t>
      </w:r>
      <w:r w:rsidRPr="00666BD4">
        <w:rPr>
          <w:bCs/>
          <w:i/>
          <w:sz w:val="18"/>
          <w:szCs w:val="20"/>
          <w:lang w:val="vi-VN"/>
        </w:rPr>
        <w:t>.  tháng ……năm ...</w:t>
      </w:r>
    </w:p>
    <w:p w:rsidR="0052629E" w:rsidRPr="00666BD4" w:rsidRDefault="0052629E" w:rsidP="0052629E">
      <w:pPr>
        <w:widowControl w:val="0"/>
        <w:spacing w:before="120" w:after="120" w:line="340" w:lineRule="exact"/>
        <w:jc w:val="center"/>
        <w:rPr>
          <w:b/>
          <w:bCs/>
          <w:iCs/>
          <w:sz w:val="18"/>
          <w:szCs w:val="20"/>
          <w:lang w:val="vi-VN"/>
        </w:rPr>
      </w:pPr>
    </w:p>
    <w:p w:rsidR="0052629E" w:rsidRPr="00666BD4" w:rsidRDefault="0052629E" w:rsidP="0052629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6"/>
          <w:lang w:val="vi-VN"/>
        </w:rPr>
      </w:pPr>
      <w:r w:rsidRPr="00666BD4">
        <w:rPr>
          <w:b/>
          <w:bCs/>
          <w:iCs/>
          <w:sz w:val="28"/>
          <w:szCs w:val="26"/>
          <w:lang w:val="vi-VN"/>
        </w:rPr>
        <w:t>ĐƠN ĐỀ NGHỊ HỦY ĐĂNG KÝ THAM GIA ĐẤU GIÁ MUA CỔ PHẦN</w:t>
      </w:r>
    </w:p>
    <w:p w:rsidR="0052629E" w:rsidRPr="00666BD4" w:rsidRDefault="0052629E" w:rsidP="0052629E">
      <w:pPr>
        <w:widowControl w:val="0"/>
        <w:tabs>
          <w:tab w:val="left" w:pos="2895"/>
        </w:tabs>
        <w:spacing w:before="120" w:after="120" w:line="340" w:lineRule="exact"/>
        <w:rPr>
          <w:b/>
          <w:i/>
          <w:sz w:val="26"/>
          <w:szCs w:val="28"/>
          <w:lang w:val="vi-VN"/>
        </w:rPr>
      </w:pPr>
    </w:p>
    <w:p w:rsidR="0052629E" w:rsidRPr="00666BD4" w:rsidRDefault="0052629E" w:rsidP="0052629E">
      <w:pPr>
        <w:widowControl w:val="0"/>
        <w:tabs>
          <w:tab w:val="left" w:pos="2895"/>
        </w:tabs>
        <w:spacing w:before="120" w:after="120" w:line="340" w:lineRule="exact"/>
        <w:rPr>
          <w:b/>
          <w:sz w:val="26"/>
          <w:szCs w:val="28"/>
        </w:rPr>
      </w:pPr>
      <w:r w:rsidRPr="00666BD4">
        <w:rPr>
          <w:b/>
          <w:i/>
          <w:sz w:val="26"/>
          <w:szCs w:val="28"/>
          <w:u w:val="single"/>
          <w:lang w:val="vi-VN"/>
        </w:rPr>
        <w:t>Kính gửi:</w:t>
      </w:r>
      <w:r w:rsidRPr="00666BD4">
        <w:rPr>
          <w:b/>
          <w:sz w:val="26"/>
          <w:szCs w:val="28"/>
          <w:lang w:val="vi-VN"/>
        </w:rPr>
        <w:t xml:space="preserve">  Công ty Cổ phần Chứng khoán Dầu khí</w:t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83"/>
        <w:jc w:val="both"/>
        <w:rPr>
          <w:lang w:val="vi-VN"/>
        </w:rPr>
      </w:pPr>
      <w:r w:rsidRPr="00666BD4">
        <w:rPr>
          <w:lang w:val="vi-VN"/>
        </w:rPr>
        <w:t>Tên tổ chức, cá nhân tham gia: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spacing w:before="80" w:after="80"/>
        <w:ind w:right="-421" w:firstLine="45"/>
        <w:jc w:val="both"/>
        <w:rPr>
          <w:lang w:val="vi-VN"/>
        </w:rPr>
      </w:pPr>
      <w:r w:rsidRPr="00666BD4">
        <w:rPr>
          <w:lang w:val="vi-VN"/>
        </w:rPr>
        <w:t>Số GPĐKKD/CMND/Hộ chiếu:.............................Cấp ngày............................tại.................................</w:t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83"/>
        <w:jc w:val="both"/>
        <w:rPr>
          <w:lang w:val="vi-VN"/>
        </w:rPr>
      </w:pPr>
      <w:r w:rsidRPr="00666BD4">
        <w:rPr>
          <w:lang w:val="vi-VN"/>
        </w:rPr>
        <w:t>Địa chỉ: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83" w:hanging="15"/>
        <w:jc w:val="both"/>
        <w:rPr>
          <w:lang w:val="vi-VN"/>
        </w:rPr>
      </w:pPr>
      <w:r w:rsidRPr="00666BD4">
        <w:rPr>
          <w:lang w:val="vi-VN"/>
        </w:rPr>
        <w:t>Điện thoại: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83"/>
        <w:rPr>
          <w:lang w:val="vi-VN"/>
        </w:rPr>
      </w:pPr>
      <w:r w:rsidRPr="00666BD4">
        <w:rPr>
          <w:lang w:val="vi-VN"/>
        </w:rPr>
        <w:t>Số tài khoản của tổ chức/cá nhân đăng ký tham gia đấu giá: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205"/>
        <w:rPr>
          <w:lang w:val="vi-VN"/>
        </w:rPr>
      </w:pPr>
      <w:r w:rsidRPr="00666BD4">
        <w:rPr>
          <w:lang w:val="vi-VN"/>
        </w:rPr>
        <w:t>Mở tại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tabs>
          <w:tab w:val="left" w:leader="dot" w:pos="9720"/>
        </w:tabs>
        <w:spacing w:before="80" w:after="80"/>
        <w:ind w:right="-83"/>
        <w:rPr>
          <w:lang w:val="vi-VN"/>
        </w:rPr>
      </w:pPr>
      <w:r w:rsidRPr="00666BD4">
        <w:rPr>
          <w:lang w:val="vi-VN"/>
        </w:rPr>
        <w:t>Số cổ phần đăng ký mua:</w:t>
      </w:r>
      <w:r w:rsidRPr="00666BD4">
        <w:t xml:space="preserve"> </w:t>
      </w:r>
      <w:r w:rsidRPr="00666BD4">
        <w:rPr>
          <w:b/>
          <w:lang w:val="nl-NL"/>
        </w:rPr>
        <w:t xml:space="preserve">254.533 </w:t>
      </w:r>
      <w:proofErr w:type="spellStart"/>
      <w:r w:rsidRPr="00666BD4">
        <w:t>cổ</w:t>
      </w:r>
      <w:proofErr w:type="spellEnd"/>
      <w:r w:rsidRPr="00666BD4">
        <w:t xml:space="preserve"> </w:t>
      </w:r>
      <w:proofErr w:type="spellStart"/>
      <w:r w:rsidRPr="00666BD4">
        <w:t>phần</w:t>
      </w:r>
      <w:proofErr w:type="spellEnd"/>
      <w:r w:rsidRPr="00666BD4">
        <w:t xml:space="preserve"> </w:t>
      </w:r>
      <w:r w:rsidRPr="00C80D49">
        <w:rPr>
          <w:highlight w:val="yellow"/>
          <w:lang w:val="vi-VN"/>
        </w:rPr>
        <w:t>(</w:t>
      </w:r>
      <w:r w:rsidRPr="00C80D49">
        <w:rPr>
          <w:i/>
          <w:highlight w:val="yellow"/>
          <w:lang w:val="vi-VN"/>
        </w:rPr>
        <w:t>Bằng chữ:</w:t>
      </w:r>
      <w:r w:rsidRPr="00C80D49">
        <w:rPr>
          <w:highlight w:val="yellow"/>
        </w:rPr>
        <w:t xml:space="preserve"> </w:t>
      </w:r>
      <w:r w:rsidRPr="00C80D49">
        <w:rPr>
          <w:i/>
          <w:highlight w:val="yellow"/>
        </w:rPr>
        <w:t xml:space="preserve">Hai </w:t>
      </w:r>
      <w:proofErr w:type="spellStart"/>
      <w:r w:rsidRPr="00C80D49">
        <w:rPr>
          <w:i/>
          <w:highlight w:val="yellow"/>
        </w:rPr>
        <w:t>trăm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năm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mươi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tư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nghìn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năm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trăm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ba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mươi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ba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cổ</w:t>
      </w:r>
      <w:proofErr w:type="spellEnd"/>
      <w:r w:rsidRPr="00C80D49">
        <w:rPr>
          <w:i/>
          <w:highlight w:val="yellow"/>
        </w:rPr>
        <w:t xml:space="preserve"> </w:t>
      </w:r>
      <w:proofErr w:type="spellStart"/>
      <w:r w:rsidRPr="00C80D49">
        <w:rPr>
          <w:i/>
          <w:highlight w:val="yellow"/>
        </w:rPr>
        <w:t>phần</w:t>
      </w:r>
      <w:proofErr w:type="spellEnd"/>
      <w:r w:rsidRPr="00C80D49">
        <w:rPr>
          <w:highlight w:val="yellow"/>
          <w:lang w:val="vi-VN"/>
        </w:rPr>
        <w:t>)</w:t>
      </w:r>
    </w:p>
    <w:p w:rsidR="0052629E" w:rsidRPr="00666BD4" w:rsidRDefault="0052629E" w:rsidP="0052629E">
      <w:pPr>
        <w:tabs>
          <w:tab w:val="left" w:leader="dot" w:pos="9720"/>
        </w:tabs>
        <w:spacing w:before="120" w:line="360" w:lineRule="auto"/>
        <w:ind w:right="-86"/>
        <w:rPr>
          <w:lang w:val="vi-VN"/>
        </w:rPr>
      </w:pPr>
      <w:r w:rsidRPr="00666BD4">
        <w:rPr>
          <w:lang w:val="vi-VN"/>
        </w:rPr>
        <w:t xml:space="preserve">Chúng tôi/ Tôi đã thực hiện đăng ký tham gia đấu giá cổ phần của </w:t>
      </w:r>
      <w:r w:rsidRPr="00666BD4">
        <w:rPr>
          <w:b/>
          <w:lang w:val="vi-VN"/>
        </w:rPr>
        <w:t>Tổng công ty Đầu tư và Kinh doanh vốn nhà nước</w:t>
      </w:r>
      <w:r w:rsidRPr="00666BD4">
        <w:rPr>
          <w:lang w:val="vi-VN"/>
        </w:rPr>
        <w:t xml:space="preserve"> tại</w:t>
      </w:r>
      <w:r w:rsidRPr="00666BD4">
        <w:t xml:space="preserve"> </w:t>
      </w:r>
      <w:r w:rsidRPr="00666BD4">
        <w:rPr>
          <w:lang w:val="vi-VN"/>
        </w:rPr>
        <w:t xml:space="preserve">Công ty cổ phần </w:t>
      </w:r>
      <w:proofErr w:type="spellStart"/>
      <w:r w:rsidRPr="00666BD4">
        <w:t>Sông</w:t>
      </w:r>
      <w:proofErr w:type="spellEnd"/>
      <w:r w:rsidRPr="00666BD4">
        <w:t xml:space="preserve"> </w:t>
      </w:r>
      <w:proofErr w:type="spellStart"/>
      <w:r w:rsidRPr="00666BD4">
        <w:t>Mã</w:t>
      </w:r>
      <w:proofErr w:type="spellEnd"/>
      <w:r w:rsidRPr="00666BD4">
        <w:t>.</w:t>
      </w:r>
      <w:r w:rsidRPr="00666BD4">
        <w:rPr>
          <w:lang w:val="vi-VN"/>
        </w:rPr>
        <w:t xml:space="preserve"> </w:t>
      </w:r>
    </w:p>
    <w:p w:rsidR="0052629E" w:rsidRPr="00666BD4" w:rsidRDefault="0052629E" w:rsidP="0052629E">
      <w:pPr>
        <w:tabs>
          <w:tab w:val="left" w:leader="dot" w:pos="9720"/>
        </w:tabs>
        <w:spacing w:before="120" w:line="360" w:lineRule="auto"/>
        <w:ind w:right="-86"/>
        <w:jc w:val="both"/>
        <w:rPr>
          <w:lang w:val="vi-VN"/>
        </w:rPr>
      </w:pPr>
      <w:r w:rsidRPr="00666BD4">
        <w:rPr>
          <w:lang w:val="vi-VN"/>
        </w:rPr>
        <w:t xml:space="preserve">Nay Chúng tôi/ Tôi đề nghị hủy đăng ký tham gia đấu giá cổ phần của </w:t>
      </w:r>
      <w:r w:rsidRPr="00666BD4">
        <w:rPr>
          <w:b/>
          <w:lang w:val="vi-VN"/>
        </w:rPr>
        <w:t>Tổng công ty Đầu tư và Kinh doanh vốn nhà nước</w:t>
      </w:r>
      <w:r w:rsidRPr="00666BD4">
        <w:rPr>
          <w:b/>
        </w:rPr>
        <w:t xml:space="preserve"> </w:t>
      </w:r>
      <w:r w:rsidRPr="00666BD4">
        <w:rPr>
          <w:lang w:val="vi-VN"/>
        </w:rPr>
        <w:t>với lý do</w:t>
      </w:r>
      <w:r w:rsidRPr="00666BD4">
        <w:rPr>
          <w:lang w:val="vi-VN"/>
        </w:rPr>
        <w:tab/>
      </w:r>
    </w:p>
    <w:p w:rsidR="0052629E" w:rsidRPr="00666BD4" w:rsidRDefault="0052629E" w:rsidP="0052629E">
      <w:pPr>
        <w:tabs>
          <w:tab w:val="left" w:leader="dot" w:pos="5580"/>
          <w:tab w:val="left" w:leader="dot" w:pos="9720"/>
        </w:tabs>
        <w:spacing w:line="360" w:lineRule="auto"/>
        <w:ind w:right="-86"/>
        <w:jc w:val="both"/>
        <w:rPr>
          <w:lang w:val="vi-VN"/>
        </w:rPr>
      </w:pPr>
    </w:p>
    <w:p w:rsidR="0052629E" w:rsidRPr="00666BD4" w:rsidRDefault="0052629E" w:rsidP="0052629E">
      <w:pPr>
        <w:tabs>
          <w:tab w:val="left" w:leader="dot" w:pos="5580"/>
          <w:tab w:val="left" w:leader="dot" w:pos="9720"/>
        </w:tabs>
        <w:spacing w:line="360" w:lineRule="auto"/>
        <w:ind w:right="-86"/>
        <w:jc w:val="both"/>
        <w:rPr>
          <w:lang w:val="vi-VN"/>
        </w:rPr>
      </w:pPr>
      <w:r w:rsidRPr="00666BD4">
        <w:rPr>
          <w:lang w:val="vi-VN"/>
        </w:rPr>
        <w:t>Chúng tôi/ Tôi chân thành cám ơn.</w:t>
      </w:r>
    </w:p>
    <w:p w:rsidR="0052629E" w:rsidRPr="00666BD4" w:rsidRDefault="0052629E" w:rsidP="0052629E">
      <w:pPr>
        <w:tabs>
          <w:tab w:val="center" w:pos="6804"/>
          <w:tab w:val="left" w:leader="dot" w:pos="9720"/>
        </w:tabs>
        <w:spacing w:before="120"/>
        <w:ind w:left="720"/>
        <w:rPr>
          <w:lang w:val="vi-VN"/>
        </w:rPr>
      </w:pPr>
      <w:r w:rsidRPr="00666BD4">
        <w:rPr>
          <w:lang w:val="vi-VN"/>
        </w:rPr>
        <w:tab/>
        <w:t>..............., ngày......tháng......năm......</w:t>
      </w:r>
    </w:p>
    <w:p w:rsidR="0052629E" w:rsidRPr="00666BD4" w:rsidRDefault="0052629E" w:rsidP="0052629E">
      <w:pPr>
        <w:tabs>
          <w:tab w:val="center" w:pos="6804"/>
          <w:tab w:val="left" w:leader="dot" w:pos="9720"/>
        </w:tabs>
        <w:spacing w:before="120"/>
        <w:ind w:left="720"/>
        <w:rPr>
          <w:sz w:val="20"/>
          <w:lang w:val="vi-VN"/>
        </w:rPr>
      </w:pPr>
      <w:r w:rsidRPr="00666BD4">
        <w:rPr>
          <w:sz w:val="20"/>
          <w:lang w:val="vi-VN"/>
        </w:rPr>
        <w:tab/>
      </w:r>
      <w:r w:rsidRPr="00666BD4">
        <w:rPr>
          <w:b/>
          <w:sz w:val="26"/>
          <w:szCs w:val="28"/>
          <w:lang w:val="vi-VN"/>
        </w:rPr>
        <w:t>NHÀ ĐẦU TƯ</w:t>
      </w:r>
    </w:p>
    <w:p w:rsidR="0052629E" w:rsidRPr="00666BD4" w:rsidRDefault="0052629E" w:rsidP="0052629E">
      <w:pPr>
        <w:tabs>
          <w:tab w:val="center" w:pos="6804"/>
          <w:tab w:val="left" w:leader="dot" w:pos="9720"/>
        </w:tabs>
        <w:spacing w:before="120"/>
        <w:ind w:left="720"/>
        <w:rPr>
          <w:sz w:val="20"/>
          <w:lang w:val="vi-VN"/>
        </w:rPr>
      </w:pPr>
      <w:r w:rsidRPr="00666BD4">
        <w:rPr>
          <w:sz w:val="20"/>
          <w:lang w:val="vi-VN"/>
        </w:rPr>
        <w:tab/>
      </w:r>
      <w:r w:rsidRPr="00666BD4">
        <w:rPr>
          <w:i/>
          <w:sz w:val="26"/>
          <w:szCs w:val="28"/>
          <w:lang w:val="vi-VN"/>
        </w:rPr>
        <w:t>(Ký tên, đóng dấu nếu có)</w:t>
      </w: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Pr="007B25A7" w:rsidRDefault="0052629E" w:rsidP="0052629E">
      <w:pPr>
        <w:widowControl w:val="0"/>
        <w:tabs>
          <w:tab w:val="left" w:pos="390"/>
          <w:tab w:val="left" w:pos="780"/>
          <w:tab w:val="left" w:pos="1365"/>
        </w:tabs>
        <w:autoSpaceDE w:val="0"/>
        <w:autoSpaceDN w:val="0"/>
        <w:adjustRightInd w:val="0"/>
        <w:ind w:right="14"/>
        <w:jc w:val="center"/>
        <w:rPr>
          <w:b/>
          <w:bCs/>
          <w:lang w:val="vi-VN"/>
        </w:rPr>
      </w:pPr>
      <w:r w:rsidRPr="007B25A7">
        <w:rPr>
          <w:b/>
          <w:bCs/>
          <w:lang w:val="vi-VN"/>
        </w:rPr>
        <w:t>CỘNG HÒA XÃ HỘI CHỦ NGHĨA VIỆT NAM</w:t>
      </w:r>
    </w:p>
    <w:p w:rsidR="0052629E" w:rsidRPr="007B25A7" w:rsidRDefault="0052629E" w:rsidP="0052629E">
      <w:pPr>
        <w:widowControl w:val="0"/>
        <w:spacing w:line="360" w:lineRule="auto"/>
        <w:jc w:val="center"/>
      </w:pPr>
      <w:proofErr w:type="spellStart"/>
      <w:r w:rsidRPr="007B25A7">
        <w:rPr>
          <w:b/>
          <w:bCs/>
        </w:rPr>
        <w:lastRenderedPageBreak/>
        <w:t>Độc</w:t>
      </w:r>
      <w:proofErr w:type="spellEnd"/>
      <w:r w:rsidRPr="007B25A7">
        <w:rPr>
          <w:b/>
          <w:bCs/>
        </w:rPr>
        <w:t xml:space="preserve"> </w:t>
      </w:r>
      <w:proofErr w:type="spellStart"/>
      <w:r w:rsidRPr="007B25A7">
        <w:rPr>
          <w:b/>
          <w:bCs/>
        </w:rPr>
        <w:t>lập</w:t>
      </w:r>
      <w:proofErr w:type="spellEnd"/>
      <w:r w:rsidRPr="007B25A7">
        <w:rPr>
          <w:b/>
          <w:bCs/>
        </w:rPr>
        <w:t xml:space="preserve"> – </w:t>
      </w:r>
      <w:proofErr w:type="spellStart"/>
      <w:r w:rsidRPr="007B25A7">
        <w:rPr>
          <w:b/>
          <w:bCs/>
        </w:rPr>
        <w:t>Tự</w:t>
      </w:r>
      <w:proofErr w:type="spellEnd"/>
      <w:r w:rsidRPr="007B25A7">
        <w:rPr>
          <w:b/>
          <w:bCs/>
        </w:rPr>
        <w:t xml:space="preserve"> do – </w:t>
      </w:r>
      <w:proofErr w:type="spellStart"/>
      <w:r w:rsidRPr="007B25A7">
        <w:rPr>
          <w:b/>
          <w:bCs/>
        </w:rPr>
        <w:t>Hạnh</w:t>
      </w:r>
      <w:proofErr w:type="spellEnd"/>
      <w:r w:rsidRPr="007B25A7">
        <w:rPr>
          <w:b/>
          <w:bCs/>
        </w:rPr>
        <w:t xml:space="preserve"> </w:t>
      </w:r>
      <w:proofErr w:type="spellStart"/>
      <w:r w:rsidRPr="007B25A7">
        <w:rPr>
          <w:b/>
          <w:bCs/>
        </w:rPr>
        <w:t>phúc</w:t>
      </w:r>
      <w:proofErr w:type="spellEnd"/>
    </w:p>
    <w:p w:rsidR="0052629E" w:rsidRPr="007B25A7" w:rsidRDefault="0052629E" w:rsidP="0052629E">
      <w:pPr>
        <w:widowControl w:val="0"/>
        <w:jc w:val="right"/>
        <w:rPr>
          <w:bCs/>
          <w:i/>
          <w:sz w:val="26"/>
          <w:szCs w:val="28"/>
        </w:rPr>
      </w:pPr>
    </w:p>
    <w:p w:rsidR="0052629E" w:rsidRPr="007B25A7" w:rsidRDefault="0052629E" w:rsidP="0052629E">
      <w:pPr>
        <w:widowControl w:val="0"/>
        <w:jc w:val="right"/>
        <w:rPr>
          <w:b/>
          <w:bCs/>
          <w:iCs/>
          <w:sz w:val="26"/>
          <w:szCs w:val="28"/>
        </w:rPr>
      </w:pPr>
      <w:proofErr w:type="gramStart"/>
      <w:r w:rsidRPr="007B25A7">
        <w:rPr>
          <w:bCs/>
          <w:i/>
          <w:sz w:val="26"/>
          <w:szCs w:val="28"/>
        </w:rPr>
        <w:t>…………..,</w:t>
      </w:r>
      <w:proofErr w:type="gramEnd"/>
      <w:r w:rsidRPr="007B25A7">
        <w:rPr>
          <w:bCs/>
          <w:i/>
          <w:sz w:val="26"/>
          <w:szCs w:val="28"/>
        </w:rPr>
        <w:t xml:space="preserve"> </w:t>
      </w:r>
      <w:proofErr w:type="spellStart"/>
      <w:r w:rsidRPr="007B25A7">
        <w:rPr>
          <w:bCs/>
          <w:i/>
          <w:sz w:val="26"/>
          <w:szCs w:val="28"/>
        </w:rPr>
        <w:t>ngày</w:t>
      </w:r>
      <w:proofErr w:type="spellEnd"/>
      <w:r w:rsidRPr="007B25A7">
        <w:rPr>
          <w:bCs/>
          <w:i/>
          <w:sz w:val="26"/>
          <w:szCs w:val="28"/>
        </w:rPr>
        <w:t xml:space="preserve">…..  </w:t>
      </w:r>
      <w:proofErr w:type="spellStart"/>
      <w:proofErr w:type="gramStart"/>
      <w:r w:rsidRPr="007B25A7">
        <w:rPr>
          <w:bCs/>
          <w:i/>
          <w:sz w:val="26"/>
          <w:szCs w:val="28"/>
        </w:rPr>
        <w:t>tháng</w:t>
      </w:r>
      <w:proofErr w:type="spellEnd"/>
      <w:proofErr w:type="gramEnd"/>
      <w:r w:rsidRPr="007B25A7">
        <w:rPr>
          <w:bCs/>
          <w:i/>
          <w:sz w:val="26"/>
          <w:szCs w:val="28"/>
        </w:rPr>
        <w:t xml:space="preserve"> ……</w:t>
      </w:r>
      <w:proofErr w:type="spellStart"/>
      <w:r w:rsidRPr="007B25A7">
        <w:rPr>
          <w:bCs/>
          <w:i/>
          <w:sz w:val="26"/>
          <w:szCs w:val="28"/>
        </w:rPr>
        <w:t>năm</w:t>
      </w:r>
      <w:proofErr w:type="spellEnd"/>
      <w:r w:rsidRPr="007B25A7">
        <w:rPr>
          <w:bCs/>
          <w:i/>
          <w:sz w:val="26"/>
          <w:szCs w:val="28"/>
        </w:rPr>
        <w:t xml:space="preserve"> ...</w:t>
      </w:r>
    </w:p>
    <w:p w:rsidR="0052629E" w:rsidRPr="007B25A7" w:rsidRDefault="0052629E" w:rsidP="0052629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8"/>
        </w:rPr>
      </w:pPr>
    </w:p>
    <w:p w:rsidR="0052629E" w:rsidRPr="007B25A7" w:rsidRDefault="0052629E" w:rsidP="0052629E">
      <w:pPr>
        <w:widowControl w:val="0"/>
        <w:spacing w:before="120" w:after="120" w:line="340" w:lineRule="exact"/>
        <w:jc w:val="center"/>
        <w:rPr>
          <w:b/>
          <w:bCs/>
          <w:iCs/>
          <w:sz w:val="28"/>
          <w:szCs w:val="28"/>
        </w:rPr>
      </w:pPr>
      <w:r w:rsidRPr="007B25A7">
        <w:rPr>
          <w:b/>
          <w:bCs/>
          <w:iCs/>
          <w:sz w:val="28"/>
          <w:szCs w:val="28"/>
        </w:rPr>
        <w:t xml:space="preserve">ĐƠN ĐỀ NGHỊ CẤP LẠI PHIẾU THAM DỰ ĐẤU GIÁ </w:t>
      </w:r>
    </w:p>
    <w:p w:rsidR="0052629E" w:rsidRPr="007B25A7" w:rsidRDefault="0052629E" w:rsidP="0052629E">
      <w:pPr>
        <w:widowControl w:val="0"/>
        <w:spacing w:before="120" w:after="120" w:line="340" w:lineRule="exact"/>
        <w:jc w:val="center"/>
        <w:rPr>
          <w:b/>
          <w:bCs/>
          <w:iCs/>
          <w:sz w:val="26"/>
          <w:szCs w:val="28"/>
        </w:rPr>
      </w:pPr>
    </w:p>
    <w:p w:rsidR="0052629E" w:rsidRPr="007B25A7" w:rsidRDefault="0052629E" w:rsidP="0052629E">
      <w:pPr>
        <w:widowControl w:val="0"/>
        <w:tabs>
          <w:tab w:val="left" w:pos="2895"/>
        </w:tabs>
        <w:spacing w:before="120" w:after="120" w:line="340" w:lineRule="exact"/>
        <w:jc w:val="center"/>
        <w:rPr>
          <w:b/>
          <w:sz w:val="26"/>
          <w:szCs w:val="28"/>
        </w:rPr>
      </w:pPr>
      <w:proofErr w:type="spellStart"/>
      <w:r w:rsidRPr="007B25A7">
        <w:rPr>
          <w:b/>
          <w:i/>
          <w:sz w:val="26"/>
          <w:szCs w:val="28"/>
          <w:u w:val="single"/>
        </w:rPr>
        <w:t>Kính</w:t>
      </w:r>
      <w:proofErr w:type="spellEnd"/>
      <w:r w:rsidRPr="007B25A7">
        <w:rPr>
          <w:b/>
          <w:i/>
          <w:sz w:val="26"/>
          <w:szCs w:val="28"/>
          <w:u w:val="single"/>
        </w:rPr>
        <w:t xml:space="preserve"> </w:t>
      </w:r>
      <w:proofErr w:type="spellStart"/>
      <w:r w:rsidRPr="007B25A7">
        <w:rPr>
          <w:b/>
          <w:i/>
          <w:sz w:val="26"/>
          <w:szCs w:val="28"/>
          <w:u w:val="single"/>
        </w:rPr>
        <w:t>gửi</w:t>
      </w:r>
      <w:proofErr w:type="spellEnd"/>
      <w:r w:rsidRPr="007B25A7">
        <w:rPr>
          <w:b/>
          <w:i/>
          <w:sz w:val="26"/>
          <w:szCs w:val="28"/>
          <w:u w:val="single"/>
        </w:rPr>
        <w:t>:</w:t>
      </w:r>
      <w:r w:rsidRPr="007B25A7">
        <w:rPr>
          <w:b/>
          <w:sz w:val="26"/>
          <w:szCs w:val="28"/>
        </w:rPr>
        <w:t xml:space="preserve">  </w:t>
      </w:r>
      <w:proofErr w:type="spellStart"/>
      <w:r w:rsidRPr="007B25A7">
        <w:rPr>
          <w:b/>
          <w:sz w:val="26"/>
          <w:szCs w:val="28"/>
        </w:rPr>
        <w:t>Công</w:t>
      </w:r>
      <w:proofErr w:type="spellEnd"/>
      <w:r w:rsidRPr="007B25A7">
        <w:rPr>
          <w:b/>
          <w:sz w:val="26"/>
          <w:szCs w:val="28"/>
        </w:rPr>
        <w:t xml:space="preserve"> ty </w:t>
      </w:r>
      <w:proofErr w:type="spellStart"/>
      <w:r w:rsidRPr="007B25A7">
        <w:rPr>
          <w:b/>
          <w:sz w:val="26"/>
          <w:szCs w:val="28"/>
        </w:rPr>
        <w:t>Cổ</w:t>
      </w:r>
      <w:proofErr w:type="spellEnd"/>
      <w:r w:rsidRPr="007B25A7">
        <w:rPr>
          <w:b/>
          <w:sz w:val="26"/>
          <w:szCs w:val="28"/>
        </w:rPr>
        <w:t xml:space="preserve"> </w:t>
      </w:r>
      <w:proofErr w:type="spellStart"/>
      <w:r w:rsidRPr="007B25A7">
        <w:rPr>
          <w:b/>
          <w:sz w:val="26"/>
          <w:szCs w:val="28"/>
        </w:rPr>
        <w:t>phần</w:t>
      </w:r>
      <w:proofErr w:type="spellEnd"/>
      <w:r w:rsidRPr="007B25A7">
        <w:rPr>
          <w:b/>
          <w:sz w:val="26"/>
          <w:szCs w:val="28"/>
        </w:rPr>
        <w:t xml:space="preserve"> </w:t>
      </w:r>
      <w:proofErr w:type="spellStart"/>
      <w:r w:rsidRPr="007B25A7">
        <w:rPr>
          <w:b/>
          <w:sz w:val="26"/>
          <w:szCs w:val="28"/>
        </w:rPr>
        <w:t>Chứng</w:t>
      </w:r>
      <w:proofErr w:type="spellEnd"/>
      <w:r w:rsidRPr="007B25A7">
        <w:rPr>
          <w:b/>
          <w:sz w:val="26"/>
          <w:szCs w:val="28"/>
        </w:rPr>
        <w:t xml:space="preserve"> </w:t>
      </w:r>
      <w:proofErr w:type="spellStart"/>
      <w:r w:rsidRPr="007B25A7">
        <w:rPr>
          <w:b/>
          <w:sz w:val="26"/>
          <w:szCs w:val="28"/>
        </w:rPr>
        <w:t>khoán</w:t>
      </w:r>
      <w:proofErr w:type="spellEnd"/>
      <w:r w:rsidRPr="007B25A7">
        <w:rPr>
          <w:b/>
          <w:sz w:val="26"/>
          <w:szCs w:val="28"/>
        </w:rPr>
        <w:t xml:space="preserve"> </w:t>
      </w:r>
      <w:proofErr w:type="spellStart"/>
      <w:r w:rsidRPr="007B25A7">
        <w:rPr>
          <w:b/>
          <w:sz w:val="26"/>
          <w:szCs w:val="28"/>
        </w:rPr>
        <w:t>Dầu</w:t>
      </w:r>
      <w:proofErr w:type="spellEnd"/>
      <w:r w:rsidRPr="007B25A7">
        <w:rPr>
          <w:b/>
          <w:sz w:val="26"/>
          <w:szCs w:val="28"/>
        </w:rPr>
        <w:t xml:space="preserve"> </w:t>
      </w:r>
      <w:proofErr w:type="spellStart"/>
      <w:r w:rsidRPr="007B25A7">
        <w:rPr>
          <w:b/>
          <w:sz w:val="26"/>
          <w:szCs w:val="28"/>
        </w:rPr>
        <w:t>khí</w:t>
      </w:r>
      <w:proofErr w:type="spellEnd"/>
    </w:p>
    <w:p w:rsidR="0052629E" w:rsidRPr="007B25A7" w:rsidRDefault="0052629E" w:rsidP="0052629E">
      <w:pPr>
        <w:tabs>
          <w:tab w:val="left" w:leader="dot" w:pos="10260"/>
        </w:tabs>
        <w:spacing w:line="360" w:lineRule="auto"/>
        <w:ind w:left="540" w:hanging="540"/>
      </w:pPr>
      <w:proofErr w:type="spellStart"/>
      <w:r w:rsidRPr="007B25A7">
        <w:t>Tên</w:t>
      </w:r>
      <w:proofErr w:type="spellEnd"/>
      <w:r w:rsidRPr="007B25A7">
        <w:t xml:space="preserve"> </w:t>
      </w:r>
      <w:proofErr w:type="spellStart"/>
      <w:r w:rsidRPr="007B25A7">
        <w:t>cá</w:t>
      </w:r>
      <w:proofErr w:type="spellEnd"/>
      <w:r w:rsidRPr="007B25A7">
        <w:t xml:space="preserve"> </w:t>
      </w:r>
      <w:proofErr w:type="spellStart"/>
      <w:r w:rsidRPr="007B25A7">
        <w:t>nhân</w:t>
      </w:r>
      <w:proofErr w:type="spellEnd"/>
      <w:r w:rsidRPr="007B25A7">
        <w:t xml:space="preserve">, </w:t>
      </w:r>
      <w:proofErr w:type="spellStart"/>
      <w:r w:rsidRPr="007B25A7">
        <w:t>tổ</w:t>
      </w:r>
      <w:proofErr w:type="spellEnd"/>
      <w:r w:rsidRPr="007B25A7">
        <w:t xml:space="preserve"> </w:t>
      </w:r>
      <w:proofErr w:type="spellStart"/>
      <w:r w:rsidRPr="007B25A7">
        <w:t>chức</w:t>
      </w:r>
      <w:proofErr w:type="spellEnd"/>
      <w:r w:rsidRPr="007B25A7">
        <w:t>:</w:t>
      </w:r>
      <w:r w:rsidRPr="007B25A7">
        <w:tab/>
      </w:r>
    </w:p>
    <w:p w:rsidR="0052629E" w:rsidRPr="007B25A7" w:rsidRDefault="0052629E" w:rsidP="0052629E">
      <w:pPr>
        <w:tabs>
          <w:tab w:val="left" w:leader="dot" w:pos="5040"/>
          <w:tab w:val="left" w:leader="dot" w:pos="7380"/>
        </w:tabs>
        <w:spacing w:line="360" w:lineRule="auto"/>
        <w:jc w:val="both"/>
      </w:pPr>
      <w:proofErr w:type="spellStart"/>
      <w:r w:rsidRPr="007B25A7">
        <w:t>Số</w:t>
      </w:r>
      <w:proofErr w:type="spellEnd"/>
      <w:r w:rsidRPr="007B25A7">
        <w:t xml:space="preserve"> GĐKKD/CMND/</w:t>
      </w:r>
      <w:proofErr w:type="spellStart"/>
      <w:r w:rsidRPr="007B25A7">
        <w:t>Hộ</w:t>
      </w:r>
      <w:proofErr w:type="spellEnd"/>
      <w:r w:rsidRPr="007B25A7">
        <w:t xml:space="preserve"> </w:t>
      </w:r>
      <w:proofErr w:type="spellStart"/>
      <w:r w:rsidRPr="007B25A7">
        <w:t>chiếu</w:t>
      </w:r>
      <w:proofErr w:type="spellEnd"/>
      <w:r w:rsidRPr="007B25A7">
        <w:t>:</w:t>
      </w:r>
      <w:r w:rsidRPr="007B25A7">
        <w:tab/>
      </w:r>
      <w:proofErr w:type="spellStart"/>
      <w:r w:rsidRPr="007B25A7">
        <w:t>Cấp</w:t>
      </w:r>
      <w:proofErr w:type="spellEnd"/>
      <w:r w:rsidRPr="007B25A7">
        <w:t xml:space="preserve"> </w:t>
      </w:r>
      <w:proofErr w:type="spellStart"/>
      <w:r w:rsidRPr="007B25A7">
        <w:t>ngày</w:t>
      </w:r>
      <w:proofErr w:type="spellEnd"/>
      <w:r w:rsidRPr="007B25A7">
        <w:t>:</w:t>
      </w:r>
      <w:r w:rsidRPr="007B25A7">
        <w:tab/>
      </w:r>
      <w:proofErr w:type="spellStart"/>
      <w:r w:rsidRPr="007B25A7">
        <w:t>Tại</w:t>
      </w:r>
      <w:proofErr w:type="spellEnd"/>
      <w:r w:rsidRPr="007B25A7">
        <w:t>...............</w:t>
      </w:r>
      <w:r w:rsidRPr="007B25A7">
        <w:tab/>
      </w:r>
    </w:p>
    <w:p w:rsidR="0052629E" w:rsidRPr="007B25A7" w:rsidRDefault="0052629E" w:rsidP="0052629E">
      <w:pPr>
        <w:tabs>
          <w:tab w:val="left" w:leader="dot" w:pos="10260"/>
        </w:tabs>
        <w:spacing w:line="360" w:lineRule="auto"/>
        <w:jc w:val="both"/>
      </w:pPr>
      <w:proofErr w:type="spellStart"/>
      <w:r w:rsidRPr="007B25A7">
        <w:t>Mã</w:t>
      </w:r>
      <w:proofErr w:type="spellEnd"/>
      <w:r w:rsidRPr="007B25A7">
        <w:t xml:space="preserve"> </w:t>
      </w:r>
      <w:proofErr w:type="spellStart"/>
      <w:r w:rsidRPr="007B25A7">
        <w:t>số</w:t>
      </w:r>
      <w:proofErr w:type="spellEnd"/>
      <w:r w:rsidRPr="007B25A7">
        <w:t xml:space="preserve"> </w:t>
      </w:r>
      <w:proofErr w:type="spellStart"/>
      <w:r w:rsidRPr="007B25A7">
        <w:t>nhà</w:t>
      </w:r>
      <w:proofErr w:type="spellEnd"/>
      <w:r w:rsidRPr="007B25A7">
        <w:t xml:space="preserve"> </w:t>
      </w:r>
      <w:proofErr w:type="spellStart"/>
      <w:r w:rsidRPr="007B25A7">
        <w:t>đầu</w:t>
      </w:r>
      <w:proofErr w:type="spellEnd"/>
      <w:r w:rsidRPr="007B25A7">
        <w:t xml:space="preserve"> </w:t>
      </w:r>
      <w:proofErr w:type="spellStart"/>
      <w:r w:rsidRPr="007B25A7">
        <w:t>tư</w:t>
      </w:r>
      <w:proofErr w:type="spellEnd"/>
      <w:r w:rsidRPr="007B25A7">
        <w:t>:</w:t>
      </w:r>
      <w:r w:rsidRPr="007B25A7">
        <w:tab/>
      </w:r>
    </w:p>
    <w:p w:rsidR="0052629E" w:rsidRPr="007B25A7" w:rsidRDefault="0052629E" w:rsidP="0052629E">
      <w:pPr>
        <w:tabs>
          <w:tab w:val="left" w:leader="dot" w:pos="10260"/>
        </w:tabs>
        <w:spacing w:line="360" w:lineRule="auto"/>
        <w:jc w:val="both"/>
      </w:pPr>
      <w:proofErr w:type="spellStart"/>
      <w:r w:rsidRPr="007B25A7">
        <w:t>Địa</w:t>
      </w:r>
      <w:proofErr w:type="spellEnd"/>
      <w:r w:rsidRPr="007B25A7">
        <w:t xml:space="preserve"> </w:t>
      </w:r>
      <w:proofErr w:type="spellStart"/>
      <w:r w:rsidRPr="007B25A7">
        <w:t>chỉ</w:t>
      </w:r>
      <w:proofErr w:type="spellEnd"/>
      <w:r w:rsidRPr="007B25A7">
        <w:t>:</w:t>
      </w:r>
      <w:r w:rsidRPr="007B25A7">
        <w:tab/>
      </w:r>
    </w:p>
    <w:p w:rsidR="0052629E" w:rsidRPr="007B25A7" w:rsidRDefault="0052629E" w:rsidP="0052629E">
      <w:pPr>
        <w:tabs>
          <w:tab w:val="left" w:leader="dot" w:pos="10260"/>
        </w:tabs>
        <w:spacing w:line="360" w:lineRule="auto"/>
        <w:jc w:val="both"/>
      </w:pPr>
      <w:proofErr w:type="spellStart"/>
      <w:r w:rsidRPr="007B25A7">
        <w:t>Điện</w:t>
      </w:r>
      <w:proofErr w:type="spellEnd"/>
      <w:r w:rsidRPr="007B25A7">
        <w:t xml:space="preserve"> </w:t>
      </w:r>
      <w:proofErr w:type="spellStart"/>
      <w:r w:rsidRPr="007B25A7">
        <w:t>thoại</w:t>
      </w:r>
      <w:proofErr w:type="spellEnd"/>
      <w:r w:rsidRPr="007B25A7">
        <w:t>:</w:t>
      </w:r>
      <w:r w:rsidRPr="007B25A7">
        <w:tab/>
      </w:r>
    </w:p>
    <w:p w:rsidR="0052629E" w:rsidRPr="007B25A7" w:rsidRDefault="0052629E" w:rsidP="0052629E">
      <w:pPr>
        <w:tabs>
          <w:tab w:val="left" w:leader="dot" w:pos="5040"/>
          <w:tab w:val="left" w:leader="dot" w:pos="10263"/>
        </w:tabs>
        <w:spacing w:line="360" w:lineRule="auto"/>
        <w:jc w:val="both"/>
      </w:pPr>
      <w:proofErr w:type="spellStart"/>
      <w:r w:rsidRPr="007B25A7">
        <w:t>Số</w:t>
      </w:r>
      <w:proofErr w:type="spellEnd"/>
      <w:r w:rsidRPr="007B25A7">
        <w:t xml:space="preserve"> </w:t>
      </w:r>
      <w:proofErr w:type="spellStart"/>
      <w:r w:rsidRPr="007B25A7">
        <w:t>tài</w:t>
      </w:r>
      <w:proofErr w:type="spellEnd"/>
      <w:r w:rsidRPr="007B25A7">
        <w:t xml:space="preserve"> </w:t>
      </w:r>
      <w:proofErr w:type="spellStart"/>
      <w:r w:rsidRPr="007B25A7">
        <w:t>khoản</w:t>
      </w:r>
      <w:proofErr w:type="spellEnd"/>
      <w:r w:rsidRPr="007B25A7">
        <w:t>:</w:t>
      </w:r>
      <w:r w:rsidRPr="007B25A7">
        <w:tab/>
      </w:r>
      <w:proofErr w:type="spellStart"/>
      <w:r w:rsidRPr="007B25A7">
        <w:t>Mở</w:t>
      </w:r>
      <w:proofErr w:type="spellEnd"/>
      <w:r w:rsidRPr="007B25A7">
        <w:t xml:space="preserve"> </w:t>
      </w:r>
      <w:proofErr w:type="spellStart"/>
      <w:r w:rsidRPr="007B25A7">
        <w:t>tại</w:t>
      </w:r>
      <w:proofErr w:type="spellEnd"/>
      <w:r w:rsidRPr="007B25A7">
        <w:t>:</w:t>
      </w:r>
      <w:r w:rsidRPr="007B25A7">
        <w:tab/>
      </w:r>
    </w:p>
    <w:p w:rsidR="0052629E" w:rsidRPr="007B25A7" w:rsidRDefault="0052629E" w:rsidP="0052629E">
      <w:pPr>
        <w:spacing w:line="360" w:lineRule="auto"/>
        <w:rPr>
          <w:strike/>
        </w:rPr>
      </w:pPr>
      <w:proofErr w:type="spellStart"/>
      <w:r w:rsidRPr="007B25A7">
        <w:t>Ngày</w:t>
      </w:r>
      <w:proofErr w:type="spellEnd"/>
      <w:proofErr w:type="gramStart"/>
      <w:r w:rsidRPr="007B25A7">
        <w:t>………..……..,</w:t>
      </w:r>
      <w:proofErr w:type="gramEnd"/>
      <w:r w:rsidRPr="007B25A7">
        <w:t xml:space="preserve"> </w:t>
      </w:r>
      <w:proofErr w:type="spellStart"/>
      <w:r w:rsidRPr="007B25A7">
        <w:t>tôi</w:t>
      </w:r>
      <w:proofErr w:type="spellEnd"/>
      <w:r w:rsidRPr="007B25A7">
        <w:t xml:space="preserve"> </w:t>
      </w:r>
      <w:proofErr w:type="spellStart"/>
      <w:r w:rsidRPr="007B25A7">
        <w:t>đã</w:t>
      </w:r>
      <w:proofErr w:type="spellEnd"/>
      <w:r w:rsidRPr="007B25A7">
        <w:t xml:space="preserve"> </w:t>
      </w:r>
      <w:proofErr w:type="spellStart"/>
      <w:r w:rsidRPr="007B25A7">
        <w:t>nhận</w:t>
      </w:r>
      <w:proofErr w:type="spellEnd"/>
      <w:r w:rsidRPr="007B25A7">
        <w:t xml:space="preserve"> </w:t>
      </w:r>
      <w:proofErr w:type="spellStart"/>
      <w:r w:rsidRPr="007B25A7">
        <w:t>Phiếu</w:t>
      </w:r>
      <w:proofErr w:type="spellEnd"/>
      <w:r w:rsidRPr="007B25A7">
        <w:t xml:space="preserve"> </w:t>
      </w:r>
      <w:proofErr w:type="spellStart"/>
      <w:r w:rsidRPr="007B25A7">
        <w:t>tham</w:t>
      </w:r>
      <w:proofErr w:type="spellEnd"/>
      <w:r w:rsidRPr="007B25A7">
        <w:t xml:space="preserve"> </w:t>
      </w:r>
      <w:proofErr w:type="spellStart"/>
      <w:r w:rsidRPr="007B25A7">
        <w:t>dư</w:t>
      </w:r>
      <w:proofErr w:type="spellEnd"/>
      <w:r w:rsidRPr="007B25A7">
        <w:t xml:space="preserve">̣ </w:t>
      </w:r>
      <w:proofErr w:type="spellStart"/>
      <w:r w:rsidRPr="007B25A7">
        <w:t>đấu</w:t>
      </w:r>
      <w:proofErr w:type="spellEnd"/>
      <w:r w:rsidRPr="007B25A7">
        <w:t xml:space="preserve"> </w:t>
      </w:r>
      <w:proofErr w:type="spellStart"/>
      <w:r w:rsidRPr="007B25A7">
        <w:t>gia</w:t>
      </w:r>
      <w:proofErr w:type="spellEnd"/>
      <w:r w:rsidRPr="007B25A7">
        <w:t xml:space="preserve">́ </w:t>
      </w:r>
      <w:proofErr w:type="spellStart"/>
      <w:r w:rsidRPr="007B25A7">
        <w:t>tại</w:t>
      </w:r>
      <w:proofErr w:type="spellEnd"/>
      <w:r w:rsidRPr="007B25A7">
        <w:t xml:space="preserve"> </w:t>
      </w:r>
      <w:proofErr w:type="spellStart"/>
      <w:r w:rsidRPr="007B25A7">
        <w:t>Tô</w:t>
      </w:r>
      <w:proofErr w:type="spellEnd"/>
      <w:r w:rsidRPr="007B25A7">
        <w:t xml:space="preserve">̉ </w:t>
      </w:r>
      <w:proofErr w:type="spellStart"/>
      <w:r w:rsidRPr="007B25A7">
        <w:t>chức</w:t>
      </w:r>
      <w:proofErr w:type="spellEnd"/>
      <w:r w:rsidRPr="007B25A7">
        <w:t xml:space="preserve"> </w:t>
      </w:r>
      <w:proofErr w:type="spellStart"/>
      <w:r w:rsidRPr="007B25A7">
        <w:t>thực</w:t>
      </w:r>
      <w:proofErr w:type="spellEnd"/>
      <w:r w:rsidRPr="007B25A7">
        <w:t xml:space="preserve"> </w:t>
      </w:r>
      <w:proofErr w:type="spellStart"/>
      <w:r w:rsidRPr="007B25A7">
        <w:t>hiện</w:t>
      </w:r>
      <w:proofErr w:type="spellEnd"/>
      <w:r w:rsidRPr="007B25A7">
        <w:t xml:space="preserve"> </w:t>
      </w:r>
      <w:proofErr w:type="spellStart"/>
      <w:r w:rsidRPr="007B25A7">
        <w:t>chào</w:t>
      </w:r>
      <w:proofErr w:type="spellEnd"/>
      <w:r w:rsidRPr="007B25A7">
        <w:t xml:space="preserve"> </w:t>
      </w:r>
      <w:proofErr w:type="spellStart"/>
      <w:r w:rsidRPr="007B25A7">
        <w:t>bán</w:t>
      </w:r>
      <w:proofErr w:type="spellEnd"/>
      <w:r w:rsidRPr="007B25A7">
        <w:t xml:space="preserve"> </w:t>
      </w:r>
      <w:proofErr w:type="spellStart"/>
      <w:r w:rsidRPr="007B25A7">
        <w:t>cô</w:t>
      </w:r>
      <w:proofErr w:type="spellEnd"/>
      <w:r w:rsidRPr="007B25A7">
        <w:t xml:space="preserve">̉ </w:t>
      </w:r>
      <w:proofErr w:type="spellStart"/>
      <w:r w:rsidRPr="007B25A7">
        <w:t>phần</w:t>
      </w:r>
      <w:proofErr w:type="spellEnd"/>
    </w:p>
    <w:p w:rsidR="0052629E" w:rsidRPr="007B25A7" w:rsidRDefault="0052629E" w:rsidP="0052629E">
      <w:pPr>
        <w:spacing w:line="360" w:lineRule="auto"/>
      </w:pPr>
      <w:r w:rsidRPr="007B25A7">
        <w:t xml:space="preserve">Nay </w:t>
      </w:r>
      <w:proofErr w:type="spellStart"/>
      <w:r w:rsidRPr="007B25A7">
        <w:t>tôi</w:t>
      </w:r>
      <w:proofErr w:type="spellEnd"/>
      <w:r w:rsidRPr="007B25A7">
        <w:t xml:space="preserve"> </w:t>
      </w:r>
      <w:proofErr w:type="spellStart"/>
      <w:r w:rsidRPr="007B25A7">
        <w:t>đề</w:t>
      </w:r>
      <w:proofErr w:type="spellEnd"/>
      <w:r w:rsidRPr="007B25A7">
        <w:t xml:space="preserve"> </w:t>
      </w:r>
      <w:proofErr w:type="spellStart"/>
      <w:r w:rsidRPr="007B25A7">
        <w:t>nghị</w:t>
      </w:r>
      <w:proofErr w:type="spellEnd"/>
      <w:r w:rsidRPr="007B25A7">
        <w:t xml:space="preserve"> </w:t>
      </w:r>
      <w:proofErr w:type="spellStart"/>
      <w:r w:rsidRPr="007B25A7">
        <w:t>được</w:t>
      </w:r>
      <w:proofErr w:type="spellEnd"/>
      <w:r w:rsidRPr="007B25A7">
        <w:t xml:space="preserve"> </w:t>
      </w:r>
      <w:proofErr w:type="spellStart"/>
      <w:r w:rsidRPr="007B25A7">
        <w:t>cấp</w:t>
      </w:r>
      <w:proofErr w:type="spellEnd"/>
      <w:r w:rsidRPr="007B25A7">
        <w:t xml:space="preserve"> </w:t>
      </w:r>
      <w:proofErr w:type="spellStart"/>
      <w:r w:rsidRPr="007B25A7">
        <w:t>lại</w:t>
      </w:r>
      <w:proofErr w:type="spellEnd"/>
      <w:r w:rsidRPr="007B25A7">
        <w:t xml:space="preserve"> </w:t>
      </w:r>
      <w:proofErr w:type="spellStart"/>
      <w:r w:rsidRPr="007B25A7">
        <w:t>Phiếu</w:t>
      </w:r>
      <w:proofErr w:type="spellEnd"/>
      <w:r w:rsidRPr="007B25A7">
        <w:t xml:space="preserve"> </w:t>
      </w:r>
      <w:proofErr w:type="spellStart"/>
      <w:r w:rsidRPr="007B25A7">
        <w:t>tham</w:t>
      </w:r>
      <w:proofErr w:type="spellEnd"/>
      <w:r w:rsidRPr="007B25A7">
        <w:t xml:space="preserve"> </w:t>
      </w:r>
      <w:proofErr w:type="spellStart"/>
      <w:r w:rsidRPr="007B25A7">
        <w:t>dự</w:t>
      </w:r>
      <w:proofErr w:type="spellEnd"/>
      <w:r w:rsidRPr="007B25A7">
        <w:t xml:space="preserve"> </w:t>
      </w:r>
      <w:proofErr w:type="spellStart"/>
      <w:r w:rsidRPr="007B25A7">
        <w:t>đấu</w:t>
      </w:r>
      <w:proofErr w:type="spellEnd"/>
      <w:r w:rsidRPr="007B25A7">
        <w:t xml:space="preserve"> </w:t>
      </w:r>
      <w:proofErr w:type="spellStart"/>
      <w:r w:rsidRPr="007B25A7">
        <w:t>giá</w:t>
      </w:r>
      <w:proofErr w:type="spellEnd"/>
      <w:r w:rsidRPr="007B25A7">
        <w:t xml:space="preserve">, </w:t>
      </w:r>
      <w:proofErr w:type="spellStart"/>
      <w:r w:rsidRPr="007B25A7">
        <w:t>lý</w:t>
      </w:r>
      <w:proofErr w:type="spellEnd"/>
      <w:r w:rsidRPr="007B25A7">
        <w:t xml:space="preserve"> do:</w:t>
      </w:r>
    </w:p>
    <w:p w:rsidR="0052629E" w:rsidRPr="007B25A7" w:rsidRDefault="0052629E" w:rsidP="0052629E">
      <w:pPr>
        <w:spacing w:line="360" w:lineRule="auto"/>
      </w:pPr>
      <w:r w:rsidRPr="007B25A7">
        <w:rPr>
          <w:sz w:val="32"/>
          <w:szCs w:val="32"/>
        </w:rPr>
        <w:t>□</w:t>
      </w:r>
      <w:r w:rsidRPr="007B25A7">
        <w:t xml:space="preserve"> </w:t>
      </w:r>
      <w:proofErr w:type="spellStart"/>
      <w:r w:rsidRPr="007B25A7">
        <w:t>Phiếu</w:t>
      </w:r>
      <w:proofErr w:type="spellEnd"/>
      <w:r w:rsidRPr="007B25A7">
        <w:t xml:space="preserve"> </w:t>
      </w:r>
      <w:proofErr w:type="spellStart"/>
      <w:r w:rsidRPr="007B25A7">
        <w:t>tham</w:t>
      </w:r>
      <w:proofErr w:type="spellEnd"/>
      <w:r w:rsidRPr="007B25A7">
        <w:t xml:space="preserve"> </w:t>
      </w:r>
      <w:proofErr w:type="spellStart"/>
      <w:r w:rsidRPr="007B25A7">
        <w:t>dự</w:t>
      </w:r>
      <w:proofErr w:type="spellEnd"/>
      <w:r w:rsidRPr="007B25A7">
        <w:t xml:space="preserve"> </w:t>
      </w:r>
      <w:proofErr w:type="spellStart"/>
      <w:r w:rsidRPr="007B25A7">
        <w:t>đấu</w:t>
      </w:r>
      <w:proofErr w:type="spellEnd"/>
      <w:r w:rsidRPr="007B25A7">
        <w:t xml:space="preserve"> </w:t>
      </w:r>
      <w:proofErr w:type="spellStart"/>
      <w:r w:rsidRPr="007B25A7">
        <w:t>giá</w:t>
      </w:r>
      <w:proofErr w:type="spellEnd"/>
      <w:r w:rsidRPr="007B25A7">
        <w:t xml:space="preserve"> </w:t>
      </w:r>
      <w:proofErr w:type="spellStart"/>
      <w:r w:rsidRPr="007B25A7">
        <w:t>bị</w:t>
      </w:r>
      <w:proofErr w:type="spellEnd"/>
      <w:r w:rsidRPr="007B25A7">
        <w:t xml:space="preserve"> </w:t>
      </w:r>
      <w:proofErr w:type="spellStart"/>
      <w:r w:rsidRPr="007B25A7">
        <w:t>rách</w:t>
      </w:r>
      <w:proofErr w:type="spellEnd"/>
      <w:r w:rsidRPr="007B25A7">
        <w:t xml:space="preserve"> </w:t>
      </w:r>
      <w:proofErr w:type="spellStart"/>
      <w:r w:rsidRPr="007B25A7">
        <w:t>nát</w:t>
      </w:r>
      <w:proofErr w:type="spellEnd"/>
      <w:r w:rsidRPr="007B25A7">
        <w:t xml:space="preserve">, </w:t>
      </w:r>
      <w:proofErr w:type="spellStart"/>
      <w:r w:rsidRPr="007B25A7">
        <w:t>tẩy</w:t>
      </w:r>
      <w:proofErr w:type="spellEnd"/>
      <w:r w:rsidRPr="007B25A7">
        <w:t xml:space="preserve"> </w:t>
      </w:r>
      <w:proofErr w:type="spellStart"/>
      <w:proofErr w:type="gramStart"/>
      <w:r w:rsidRPr="007B25A7">
        <w:t>xóa</w:t>
      </w:r>
      <w:proofErr w:type="spellEnd"/>
      <w:r w:rsidRPr="007B25A7">
        <w:t>,..</w:t>
      </w:r>
      <w:proofErr w:type="gramEnd"/>
      <w:r w:rsidRPr="007B25A7">
        <w:t xml:space="preserve"> </w:t>
      </w:r>
      <w:proofErr w:type="gramStart"/>
      <w:r w:rsidRPr="007B25A7">
        <w:t>.(</w:t>
      </w:r>
      <w:proofErr w:type="spellStart"/>
      <w:proofErr w:type="gramEnd"/>
      <w:r w:rsidRPr="007B25A7">
        <w:t>đính</w:t>
      </w:r>
      <w:proofErr w:type="spellEnd"/>
      <w:r w:rsidRPr="007B25A7">
        <w:t xml:space="preserve"> </w:t>
      </w:r>
      <w:proofErr w:type="spellStart"/>
      <w:r w:rsidRPr="007B25A7">
        <w:t>kèm</w:t>
      </w:r>
      <w:proofErr w:type="spellEnd"/>
      <w:r w:rsidRPr="007B25A7">
        <w:t xml:space="preserve"> </w:t>
      </w:r>
      <w:proofErr w:type="spellStart"/>
      <w:r w:rsidRPr="007B25A7">
        <w:t>theo</w:t>
      </w:r>
      <w:proofErr w:type="spellEnd"/>
      <w:r w:rsidRPr="007B25A7">
        <w:t xml:space="preserve"> </w:t>
      </w:r>
      <w:proofErr w:type="spellStart"/>
      <w:r w:rsidRPr="007B25A7">
        <w:t>đơn</w:t>
      </w:r>
      <w:proofErr w:type="spellEnd"/>
      <w:r w:rsidRPr="007B25A7">
        <w:t xml:space="preserve"> </w:t>
      </w:r>
      <w:proofErr w:type="spellStart"/>
      <w:r w:rsidRPr="007B25A7">
        <w:t>này</w:t>
      </w:r>
      <w:proofErr w:type="spellEnd"/>
      <w:r w:rsidRPr="007B25A7">
        <w:t>)</w:t>
      </w:r>
    </w:p>
    <w:p w:rsidR="0052629E" w:rsidRPr="007B25A7" w:rsidRDefault="0052629E" w:rsidP="0052629E">
      <w:pPr>
        <w:tabs>
          <w:tab w:val="left" w:leader="dot" w:pos="5400"/>
          <w:tab w:val="left" w:leader="dot" w:pos="10260"/>
        </w:tabs>
        <w:spacing w:line="360" w:lineRule="auto"/>
        <w:jc w:val="both"/>
      </w:pPr>
      <w:r w:rsidRPr="007B25A7">
        <w:rPr>
          <w:sz w:val="32"/>
          <w:szCs w:val="32"/>
        </w:rPr>
        <w:t xml:space="preserve">□ </w:t>
      </w:r>
      <w:proofErr w:type="spellStart"/>
      <w:r w:rsidRPr="007B25A7">
        <w:t>Mất</w:t>
      </w:r>
      <w:proofErr w:type="spellEnd"/>
      <w:r w:rsidRPr="007B25A7">
        <w:t xml:space="preserve"> </w:t>
      </w:r>
      <w:proofErr w:type="spellStart"/>
      <w:r w:rsidRPr="007B25A7">
        <w:t>phiếu</w:t>
      </w:r>
      <w:proofErr w:type="spellEnd"/>
      <w:r w:rsidRPr="007B25A7">
        <w:t xml:space="preserve"> </w:t>
      </w:r>
      <w:proofErr w:type="spellStart"/>
      <w:r w:rsidRPr="007B25A7">
        <w:t>tham</w:t>
      </w:r>
      <w:proofErr w:type="spellEnd"/>
      <w:r w:rsidRPr="007B25A7">
        <w:t xml:space="preserve"> </w:t>
      </w:r>
      <w:proofErr w:type="spellStart"/>
      <w:r w:rsidRPr="007B25A7">
        <w:t>dự</w:t>
      </w:r>
      <w:proofErr w:type="spellEnd"/>
      <w:r w:rsidRPr="007B25A7">
        <w:t xml:space="preserve"> </w:t>
      </w:r>
      <w:proofErr w:type="spellStart"/>
      <w:r w:rsidRPr="007B25A7">
        <w:t>đã</w:t>
      </w:r>
      <w:proofErr w:type="spellEnd"/>
      <w:r w:rsidRPr="007B25A7">
        <w:t xml:space="preserve"> </w:t>
      </w:r>
      <w:proofErr w:type="spellStart"/>
      <w:r w:rsidRPr="007B25A7">
        <w:t>cấp</w:t>
      </w:r>
      <w:proofErr w:type="spellEnd"/>
      <w:r w:rsidRPr="007B25A7">
        <w:t xml:space="preserve"> </w:t>
      </w:r>
    </w:p>
    <w:p w:rsidR="0052629E" w:rsidRPr="007B25A7" w:rsidRDefault="0052629E" w:rsidP="0052629E">
      <w:pPr>
        <w:tabs>
          <w:tab w:val="left" w:leader="dot" w:pos="10260"/>
        </w:tabs>
        <w:spacing w:line="360" w:lineRule="auto"/>
        <w:jc w:val="both"/>
      </w:pPr>
      <w:proofErr w:type="spellStart"/>
      <w:proofErr w:type="gramStart"/>
      <w:r w:rsidRPr="007B25A7">
        <w:t>Nếu</w:t>
      </w:r>
      <w:proofErr w:type="spellEnd"/>
      <w:r w:rsidRPr="007B25A7">
        <w:t xml:space="preserve"> </w:t>
      </w:r>
      <w:proofErr w:type="spellStart"/>
      <w:r w:rsidRPr="007B25A7">
        <w:t>có</w:t>
      </w:r>
      <w:proofErr w:type="spellEnd"/>
      <w:r w:rsidRPr="007B25A7">
        <w:t xml:space="preserve"> </w:t>
      </w:r>
      <w:proofErr w:type="spellStart"/>
      <w:r w:rsidRPr="007B25A7">
        <w:t>tranh</w:t>
      </w:r>
      <w:proofErr w:type="spellEnd"/>
      <w:r w:rsidRPr="007B25A7">
        <w:t xml:space="preserve"> </w:t>
      </w:r>
      <w:proofErr w:type="spellStart"/>
      <w:r w:rsidRPr="007B25A7">
        <w:t>chấp</w:t>
      </w:r>
      <w:proofErr w:type="spellEnd"/>
      <w:r w:rsidRPr="007B25A7">
        <w:t xml:space="preserve"> </w:t>
      </w:r>
      <w:proofErr w:type="spellStart"/>
      <w:r w:rsidRPr="007B25A7">
        <w:t>xảy</w:t>
      </w:r>
      <w:proofErr w:type="spellEnd"/>
      <w:r w:rsidRPr="007B25A7">
        <w:t xml:space="preserve"> </w:t>
      </w:r>
      <w:proofErr w:type="spellStart"/>
      <w:r w:rsidRPr="007B25A7">
        <w:t>ra</w:t>
      </w:r>
      <w:proofErr w:type="spellEnd"/>
      <w:r w:rsidRPr="007B25A7">
        <w:t xml:space="preserve"> </w:t>
      </w:r>
      <w:proofErr w:type="spellStart"/>
      <w:r w:rsidRPr="007B25A7">
        <w:t>liên</w:t>
      </w:r>
      <w:proofErr w:type="spellEnd"/>
      <w:r w:rsidRPr="007B25A7">
        <w:t xml:space="preserve"> </w:t>
      </w:r>
      <w:proofErr w:type="spellStart"/>
      <w:r w:rsidRPr="007B25A7">
        <w:t>quan</w:t>
      </w:r>
      <w:proofErr w:type="spellEnd"/>
      <w:r w:rsidRPr="007B25A7">
        <w:t xml:space="preserve"> </w:t>
      </w:r>
      <w:proofErr w:type="spellStart"/>
      <w:r w:rsidRPr="007B25A7">
        <w:t>đến</w:t>
      </w:r>
      <w:proofErr w:type="spellEnd"/>
      <w:r w:rsidRPr="007B25A7">
        <w:t xml:space="preserve"> </w:t>
      </w:r>
      <w:proofErr w:type="spellStart"/>
      <w:r w:rsidRPr="007B25A7">
        <w:t>Phiếu</w:t>
      </w:r>
      <w:proofErr w:type="spellEnd"/>
      <w:r w:rsidRPr="007B25A7">
        <w:t xml:space="preserve"> </w:t>
      </w:r>
      <w:proofErr w:type="spellStart"/>
      <w:r w:rsidRPr="007B25A7">
        <w:t>tham</w:t>
      </w:r>
      <w:proofErr w:type="spellEnd"/>
      <w:r w:rsidRPr="007B25A7">
        <w:t xml:space="preserve"> </w:t>
      </w:r>
      <w:proofErr w:type="spellStart"/>
      <w:r w:rsidRPr="007B25A7">
        <w:t>dự</w:t>
      </w:r>
      <w:proofErr w:type="spellEnd"/>
      <w:r w:rsidRPr="007B25A7">
        <w:t xml:space="preserve"> </w:t>
      </w:r>
      <w:proofErr w:type="spellStart"/>
      <w:r w:rsidRPr="007B25A7">
        <w:t>đấu</w:t>
      </w:r>
      <w:proofErr w:type="spellEnd"/>
      <w:r w:rsidRPr="007B25A7">
        <w:t xml:space="preserve"> </w:t>
      </w:r>
      <w:proofErr w:type="spellStart"/>
      <w:r w:rsidRPr="007B25A7">
        <w:t>giá</w:t>
      </w:r>
      <w:proofErr w:type="spellEnd"/>
      <w:r w:rsidRPr="007B25A7">
        <w:t xml:space="preserve"> </w:t>
      </w:r>
      <w:proofErr w:type="spellStart"/>
      <w:r w:rsidRPr="007B25A7">
        <w:t>của</w:t>
      </w:r>
      <w:proofErr w:type="spellEnd"/>
      <w:r w:rsidRPr="007B25A7">
        <w:t xml:space="preserve"> </w:t>
      </w:r>
      <w:proofErr w:type="spellStart"/>
      <w:r w:rsidRPr="007B25A7">
        <w:t>tôi</w:t>
      </w:r>
      <w:proofErr w:type="spellEnd"/>
      <w:r w:rsidRPr="007B25A7">
        <w:t xml:space="preserve"> </w:t>
      </w:r>
      <w:proofErr w:type="spellStart"/>
      <w:r w:rsidRPr="007B25A7">
        <w:t>thì</w:t>
      </w:r>
      <w:proofErr w:type="spellEnd"/>
      <w:r w:rsidRPr="007B25A7">
        <w:t xml:space="preserve"> </w:t>
      </w:r>
      <w:proofErr w:type="spellStart"/>
      <w:r w:rsidRPr="007B25A7">
        <w:t>tôi</w:t>
      </w:r>
      <w:proofErr w:type="spellEnd"/>
      <w:r w:rsidRPr="007B25A7">
        <w:t xml:space="preserve"> </w:t>
      </w:r>
      <w:proofErr w:type="spellStart"/>
      <w:r w:rsidRPr="007B25A7">
        <w:t>sẽ</w:t>
      </w:r>
      <w:proofErr w:type="spellEnd"/>
      <w:r w:rsidRPr="007B25A7">
        <w:t xml:space="preserve"> </w:t>
      </w:r>
      <w:proofErr w:type="spellStart"/>
      <w:r w:rsidRPr="007B25A7">
        <w:t>có</w:t>
      </w:r>
      <w:proofErr w:type="spellEnd"/>
      <w:r w:rsidRPr="007B25A7">
        <w:t xml:space="preserve"> </w:t>
      </w:r>
      <w:proofErr w:type="spellStart"/>
      <w:r w:rsidRPr="007B25A7">
        <w:t>trách</w:t>
      </w:r>
      <w:proofErr w:type="spellEnd"/>
      <w:r w:rsidRPr="007B25A7">
        <w:t xml:space="preserve"> </w:t>
      </w:r>
      <w:proofErr w:type="spellStart"/>
      <w:r w:rsidRPr="007B25A7">
        <w:t>nhiệm</w:t>
      </w:r>
      <w:proofErr w:type="spellEnd"/>
      <w:r w:rsidRPr="007B25A7">
        <w:t xml:space="preserve"> </w:t>
      </w:r>
      <w:proofErr w:type="spellStart"/>
      <w:r w:rsidRPr="007B25A7">
        <w:t>chứng</w:t>
      </w:r>
      <w:proofErr w:type="spellEnd"/>
      <w:r w:rsidRPr="007B25A7">
        <w:t xml:space="preserve"> minh </w:t>
      </w:r>
      <w:proofErr w:type="spellStart"/>
      <w:r w:rsidRPr="007B25A7">
        <w:t>và</w:t>
      </w:r>
      <w:proofErr w:type="spellEnd"/>
      <w:r w:rsidRPr="007B25A7">
        <w:t xml:space="preserve"> </w:t>
      </w:r>
      <w:proofErr w:type="spellStart"/>
      <w:r w:rsidRPr="007B25A7">
        <w:t>chịu</w:t>
      </w:r>
      <w:proofErr w:type="spellEnd"/>
      <w:r w:rsidRPr="007B25A7">
        <w:t xml:space="preserve"> </w:t>
      </w:r>
      <w:proofErr w:type="spellStart"/>
      <w:r w:rsidRPr="007B25A7">
        <w:t>hoàn</w:t>
      </w:r>
      <w:proofErr w:type="spellEnd"/>
      <w:r w:rsidRPr="007B25A7">
        <w:t xml:space="preserve"> </w:t>
      </w:r>
      <w:proofErr w:type="spellStart"/>
      <w:r w:rsidRPr="007B25A7">
        <w:t>toàn</w:t>
      </w:r>
      <w:proofErr w:type="spellEnd"/>
      <w:r w:rsidRPr="007B25A7">
        <w:t xml:space="preserve"> </w:t>
      </w:r>
      <w:proofErr w:type="spellStart"/>
      <w:r w:rsidRPr="007B25A7">
        <w:t>trách</w:t>
      </w:r>
      <w:proofErr w:type="spellEnd"/>
      <w:r w:rsidRPr="007B25A7">
        <w:t xml:space="preserve"> </w:t>
      </w:r>
      <w:proofErr w:type="spellStart"/>
      <w:r w:rsidRPr="007B25A7">
        <w:t>nhiệm</w:t>
      </w:r>
      <w:proofErr w:type="spellEnd"/>
      <w:r w:rsidRPr="007B25A7">
        <w:t xml:space="preserve"> </w:t>
      </w:r>
      <w:proofErr w:type="spellStart"/>
      <w:r w:rsidRPr="007B25A7">
        <w:t>trước</w:t>
      </w:r>
      <w:proofErr w:type="spellEnd"/>
      <w:r w:rsidRPr="007B25A7">
        <w:t xml:space="preserve"> </w:t>
      </w:r>
      <w:proofErr w:type="spellStart"/>
      <w:r w:rsidRPr="007B25A7">
        <w:t>pháp</w:t>
      </w:r>
      <w:proofErr w:type="spellEnd"/>
      <w:r w:rsidRPr="007B25A7">
        <w:t xml:space="preserve"> </w:t>
      </w:r>
      <w:proofErr w:type="spellStart"/>
      <w:r w:rsidRPr="007B25A7">
        <w:t>luât</w:t>
      </w:r>
      <w:proofErr w:type="spellEnd"/>
      <w:r w:rsidRPr="007B25A7">
        <w:t>.</w:t>
      </w:r>
      <w:proofErr w:type="gramEnd"/>
      <w:r w:rsidRPr="007B25A7">
        <w:t xml:space="preserve"> </w:t>
      </w:r>
      <w:proofErr w:type="spellStart"/>
      <w:r w:rsidRPr="007B25A7">
        <w:t>Tôi</w:t>
      </w:r>
      <w:proofErr w:type="spellEnd"/>
      <w:r w:rsidRPr="007B25A7">
        <w:t xml:space="preserve"> cam </w:t>
      </w:r>
      <w:proofErr w:type="spellStart"/>
      <w:r w:rsidRPr="007B25A7">
        <w:t>đoan</w:t>
      </w:r>
      <w:proofErr w:type="spellEnd"/>
      <w:r w:rsidRPr="007B25A7">
        <w:t xml:space="preserve"> </w:t>
      </w:r>
      <w:proofErr w:type="spellStart"/>
      <w:r w:rsidRPr="007B25A7">
        <w:t>những</w:t>
      </w:r>
      <w:proofErr w:type="spellEnd"/>
      <w:r w:rsidRPr="007B25A7">
        <w:t xml:space="preserve"> </w:t>
      </w:r>
      <w:proofErr w:type="spellStart"/>
      <w:r w:rsidRPr="007B25A7">
        <w:t>nội</w:t>
      </w:r>
      <w:proofErr w:type="spellEnd"/>
      <w:r w:rsidRPr="007B25A7">
        <w:t xml:space="preserve"> dung </w:t>
      </w:r>
      <w:proofErr w:type="spellStart"/>
      <w:r w:rsidRPr="007B25A7">
        <w:t>trên</w:t>
      </w:r>
      <w:proofErr w:type="spellEnd"/>
      <w:r w:rsidRPr="007B25A7">
        <w:t xml:space="preserve"> </w:t>
      </w:r>
      <w:proofErr w:type="spellStart"/>
      <w:r w:rsidRPr="007B25A7">
        <w:t>là</w:t>
      </w:r>
      <w:proofErr w:type="spellEnd"/>
      <w:r w:rsidRPr="007B25A7">
        <w:t xml:space="preserve"> </w:t>
      </w:r>
      <w:proofErr w:type="spellStart"/>
      <w:r w:rsidRPr="007B25A7">
        <w:t>đúng</w:t>
      </w:r>
      <w:proofErr w:type="spellEnd"/>
      <w:r w:rsidRPr="007B25A7">
        <w:t xml:space="preserve"> </w:t>
      </w:r>
      <w:proofErr w:type="spellStart"/>
      <w:r w:rsidRPr="007B25A7">
        <w:t>sự</w:t>
      </w:r>
      <w:proofErr w:type="spellEnd"/>
      <w:r w:rsidRPr="007B25A7">
        <w:t xml:space="preserve"> </w:t>
      </w:r>
      <w:proofErr w:type="spellStart"/>
      <w:r w:rsidRPr="007B25A7">
        <w:t>thật</w:t>
      </w:r>
      <w:proofErr w:type="spellEnd"/>
      <w:r w:rsidRPr="007B25A7">
        <w:t>.</w:t>
      </w:r>
    </w:p>
    <w:p w:rsidR="0052629E" w:rsidRPr="007B25A7" w:rsidRDefault="0052629E" w:rsidP="0052629E">
      <w:pPr>
        <w:tabs>
          <w:tab w:val="right" w:pos="10199"/>
        </w:tabs>
        <w:spacing w:before="120"/>
        <w:jc w:val="both"/>
        <w:rPr>
          <w:b/>
          <w:sz w:val="30"/>
          <w:szCs w:val="28"/>
        </w:rPr>
      </w:pPr>
      <w:r w:rsidRPr="007B25A7">
        <w:tab/>
      </w:r>
    </w:p>
    <w:p w:rsidR="0052629E" w:rsidRPr="007B25A7" w:rsidRDefault="0052629E" w:rsidP="0052629E">
      <w:pPr>
        <w:tabs>
          <w:tab w:val="center" w:pos="6804"/>
          <w:tab w:val="left" w:leader="dot" w:pos="9720"/>
        </w:tabs>
        <w:spacing w:before="120"/>
        <w:ind w:left="720"/>
      </w:pPr>
      <w:r w:rsidRPr="007B25A7">
        <w:tab/>
      </w:r>
      <w:proofErr w:type="gramStart"/>
      <w:r w:rsidRPr="007B25A7">
        <w:t xml:space="preserve">..............., </w:t>
      </w:r>
      <w:proofErr w:type="spellStart"/>
      <w:r w:rsidRPr="007B25A7">
        <w:t>ngày</w:t>
      </w:r>
      <w:proofErr w:type="spellEnd"/>
      <w:r w:rsidRPr="007B25A7">
        <w:t>......</w:t>
      </w:r>
      <w:proofErr w:type="spellStart"/>
      <w:r w:rsidRPr="007B25A7">
        <w:t>tháng</w:t>
      </w:r>
      <w:proofErr w:type="spellEnd"/>
      <w:r w:rsidRPr="007B25A7">
        <w:t>......</w:t>
      </w:r>
      <w:proofErr w:type="spellStart"/>
      <w:r w:rsidRPr="007B25A7">
        <w:t>năm</w:t>
      </w:r>
      <w:proofErr w:type="spellEnd"/>
      <w:r w:rsidRPr="007B25A7">
        <w:t>......</w:t>
      </w:r>
      <w:proofErr w:type="gramEnd"/>
    </w:p>
    <w:p w:rsidR="0052629E" w:rsidRPr="007B25A7" w:rsidRDefault="0052629E" w:rsidP="0052629E">
      <w:pPr>
        <w:tabs>
          <w:tab w:val="center" w:pos="6804"/>
          <w:tab w:val="left" w:leader="dot" w:pos="9720"/>
        </w:tabs>
        <w:spacing w:before="120"/>
        <w:ind w:left="720"/>
        <w:rPr>
          <w:sz w:val="20"/>
        </w:rPr>
      </w:pPr>
      <w:r w:rsidRPr="007B25A7">
        <w:rPr>
          <w:sz w:val="20"/>
        </w:rPr>
        <w:tab/>
      </w:r>
      <w:r w:rsidRPr="007B25A7">
        <w:rPr>
          <w:b/>
          <w:sz w:val="26"/>
          <w:szCs w:val="28"/>
        </w:rPr>
        <w:t>NHÀ ĐẦU TƯ</w:t>
      </w:r>
    </w:p>
    <w:p w:rsidR="0052629E" w:rsidRPr="007B25A7" w:rsidRDefault="0052629E" w:rsidP="0052629E">
      <w:pPr>
        <w:tabs>
          <w:tab w:val="center" w:pos="6804"/>
          <w:tab w:val="left" w:leader="dot" w:pos="9720"/>
        </w:tabs>
        <w:spacing w:before="120"/>
        <w:ind w:left="720"/>
        <w:rPr>
          <w:i/>
          <w:sz w:val="26"/>
          <w:szCs w:val="28"/>
        </w:rPr>
      </w:pPr>
      <w:r w:rsidRPr="007B25A7">
        <w:rPr>
          <w:sz w:val="20"/>
        </w:rPr>
        <w:tab/>
      </w:r>
      <w:r w:rsidRPr="007B25A7">
        <w:rPr>
          <w:i/>
          <w:sz w:val="26"/>
          <w:szCs w:val="28"/>
        </w:rPr>
        <w:t>(</w:t>
      </w:r>
      <w:proofErr w:type="spellStart"/>
      <w:r w:rsidRPr="007B25A7">
        <w:rPr>
          <w:i/>
          <w:sz w:val="26"/>
          <w:szCs w:val="28"/>
        </w:rPr>
        <w:t>Ký</w:t>
      </w:r>
      <w:proofErr w:type="spellEnd"/>
      <w:r w:rsidRPr="007B25A7">
        <w:rPr>
          <w:i/>
          <w:sz w:val="26"/>
          <w:szCs w:val="28"/>
        </w:rPr>
        <w:t xml:space="preserve"> </w:t>
      </w:r>
      <w:proofErr w:type="spellStart"/>
      <w:r w:rsidRPr="007B25A7">
        <w:rPr>
          <w:i/>
          <w:sz w:val="26"/>
          <w:szCs w:val="28"/>
        </w:rPr>
        <w:t>tên</w:t>
      </w:r>
      <w:proofErr w:type="spellEnd"/>
      <w:r w:rsidRPr="007B25A7">
        <w:rPr>
          <w:i/>
          <w:sz w:val="26"/>
          <w:szCs w:val="28"/>
        </w:rPr>
        <w:t xml:space="preserve">, </w:t>
      </w:r>
      <w:proofErr w:type="spellStart"/>
      <w:r w:rsidRPr="007B25A7">
        <w:rPr>
          <w:i/>
          <w:sz w:val="26"/>
          <w:szCs w:val="28"/>
        </w:rPr>
        <w:t>đóng</w:t>
      </w:r>
      <w:proofErr w:type="spellEnd"/>
      <w:r w:rsidRPr="007B25A7">
        <w:rPr>
          <w:i/>
          <w:sz w:val="26"/>
          <w:szCs w:val="28"/>
        </w:rPr>
        <w:t xml:space="preserve"> </w:t>
      </w:r>
      <w:proofErr w:type="spellStart"/>
      <w:r w:rsidRPr="007B25A7">
        <w:rPr>
          <w:i/>
          <w:sz w:val="26"/>
          <w:szCs w:val="28"/>
        </w:rPr>
        <w:t>dấu</w:t>
      </w:r>
      <w:proofErr w:type="spellEnd"/>
      <w:r w:rsidRPr="007B25A7">
        <w:rPr>
          <w:i/>
          <w:sz w:val="26"/>
          <w:szCs w:val="28"/>
        </w:rPr>
        <w:t xml:space="preserve"> </w:t>
      </w:r>
      <w:proofErr w:type="spellStart"/>
      <w:r w:rsidRPr="007B25A7">
        <w:rPr>
          <w:i/>
          <w:sz w:val="26"/>
          <w:szCs w:val="28"/>
        </w:rPr>
        <w:t>nếu</w:t>
      </w:r>
      <w:proofErr w:type="spellEnd"/>
      <w:r w:rsidRPr="007B25A7">
        <w:rPr>
          <w:i/>
          <w:sz w:val="26"/>
          <w:szCs w:val="28"/>
        </w:rPr>
        <w:t xml:space="preserve"> </w:t>
      </w:r>
      <w:proofErr w:type="spellStart"/>
      <w:r w:rsidRPr="007B25A7">
        <w:rPr>
          <w:i/>
          <w:sz w:val="26"/>
          <w:szCs w:val="28"/>
        </w:rPr>
        <w:t>có</w:t>
      </w:r>
      <w:proofErr w:type="spellEnd"/>
      <w:r w:rsidRPr="007B25A7">
        <w:rPr>
          <w:i/>
          <w:sz w:val="26"/>
          <w:szCs w:val="28"/>
        </w:rPr>
        <w:t>)</w:t>
      </w: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Pr="0052629E" w:rsidRDefault="0052629E" w:rsidP="0052629E">
      <w:pPr>
        <w:spacing w:before="120" w:after="100" w:afterAutospacing="1" w:line="160" w:lineRule="atLeast"/>
        <w:jc w:val="center"/>
        <w:outlineLvl w:val="0"/>
        <w:rPr>
          <w:sz w:val="26"/>
          <w:szCs w:val="22"/>
        </w:rPr>
      </w:pPr>
      <w:r w:rsidRPr="0052629E">
        <w:rPr>
          <w:b/>
          <w:bCs/>
          <w:szCs w:val="20"/>
        </w:rPr>
        <w:lastRenderedPageBreak/>
        <w:t>CỘNG HÒA XÃ HỘI CHỦ NGHĨA VIỆT NAM</w:t>
      </w:r>
      <w:r w:rsidRPr="0052629E">
        <w:rPr>
          <w:b/>
          <w:bCs/>
          <w:szCs w:val="20"/>
        </w:rPr>
        <w:br/>
      </w:r>
      <w:proofErr w:type="spellStart"/>
      <w:r w:rsidRPr="0052629E">
        <w:rPr>
          <w:b/>
          <w:bCs/>
          <w:szCs w:val="20"/>
        </w:rPr>
        <w:t>Độc</w:t>
      </w:r>
      <w:proofErr w:type="spellEnd"/>
      <w:r w:rsidRPr="0052629E">
        <w:rPr>
          <w:b/>
          <w:bCs/>
          <w:szCs w:val="20"/>
        </w:rPr>
        <w:t xml:space="preserve"> </w:t>
      </w:r>
      <w:proofErr w:type="spellStart"/>
      <w:r w:rsidRPr="0052629E">
        <w:rPr>
          <w:b/>
          <w:bCs/>
          <w:szCs w:val="20"/>
        </w:rPr>
        <w:t>lập</w:t>
      </w:r>
      <w:proofErr w:type="spellEnd"/>
      <w:r w:rsidRPr="0052629E">
        <w:rPr>
          <w:b/>
          <w:bCs/>
          <w:szCs w:val="20"/>
        </w:rPr>
        <w:t xml:space="preserve"> - </w:t>
      </w:r>
      <w:proofErr w:type="spellStart"/>
      <w:r w:rsidRPr="0052629E">
        <w:rPr>
          <w:b/>
          <w:bCs/>
          <w:szCs w:val="20"/>
        </w:rPr>
        <w:t>Tự</w:t>
      </w:r>
      <w:proofErr w:type="spellEnd"/>
      <w:r w:rsidRPr="0052629E">
        <w:rPr>
          <w:b/>
          <w:bCs/>
          <w:szCs w:val="20"/>
        </w:rPr>
        <w:t xml:space="preserve"> do - </w:t>
      </w:r>
      <w:proofErr w:type="spellStart"/>
      <w:r w:rsidRPr="0052629E">
        <w:rPr>
          <w:b/>
          <w:bCs/>
          <w:szCs w:val="20"/>
        </w:rPr>
        <w:t>Hạnh</w:t>
      </w:r>
      <w:proofErr w:type="spellEnd"/>
      <w:r w:rsidRPr="0052629E">
        <w:rPr>
          <w:b/>
          <w:bCs/>
          <w:szCs w:val="20"/>
        </w:rPr>
        <w:t xml:space="preserve"> </w:t>
      </w:r>
      <w:proofErr w:type="spellStart"/>
      <w:r w:rsidRPr="0052629E">
        <w:rPr>
          <w:b/>
          <w:bCs/>
          <w:szCs w:val="20"/>
        </w:rPr>
        <w:t>phúc</w:t>
      </w:r>
      <w:proofErr w:type="spellEnd"/>
      <w:r w:rsidRPr="0052629E">
        <w:rPr>
          <w:b/>
          <w:bCs/>
          <w:szCs w:val="20"/>
        </w:rPr>
        <w:br/>
      </w:r>
      <w:r w:rsidRPr="0052629E">
        <w:rPr>
          <w:b/>
          <w:bCs/>
          <w:sz w:val="26"/>
          <w:szCs w:val="22"/>
        </w:rPr>
        <w:t>-----------------------------</w:t>
      </w:r>
    </w:p>
    <w:p w:rsidR="0052629E" w:rsidRPr="0052629E" w:rsidRDefault="0052629E" w:rsidP="0052629E">
      <w:pPr>
        <w:spacing w:before="120" w:after="100" w:afterAutospacing="1" w:line="160" w:lineRule="atLeast"/>
        <w:jc w:val="right"/>
        <w:outlineLvl w:val="0"/>
        <w:rPr>
          <w:i/>
          <w:iCs/>
          <w:sz w:val="22"/>
          <w:szCs w:val="22"/>
        </w:rPr>
      </w:pPr>
      <w:r w:rsidRPr="0052629E">
        <w:rPr>
          <w:i/>
          <w:iCs/>
          <w:sz w:val="22"/>
          <w:szCs w:val="22"/>
        </w:rPr>
        <w:t xml:space="preserve">……, </w:t>
      </w:r>
      <w:proofErr w:type="spellStart"/>
      <w:r w:rsidRPr="0052629E">
        <w:rPr>
          <w:i/>
          <w:iCs/>
          <w:sz w:val="22"/>
          <w:szCs w:val="22"/>
        </w:rPr>
        <w:t>ngày</w:t>
      </w:r>
      <w:proofErr w:type="spellEnd"/>
      <w:r w:rsidRPr="0052629E">
        <w:rPr>
          <w:i/>
          <w:iCs/>
          <w:sz w:val="22"/>
          <w:szCs w:val="22"/>
        </w:rPr>
        <w:t xml:space="preserve"> ...</w:t>
      </w:r>
      <w:proofErr w:type="spellStart"/>
      <w:r w:rsidRPr="0052629E">
        <w:rPr>
          <w:i/>
          <w:iCs/>
          <w:sz w:val="22"/>
          <w:szCs w:val="22"/>
        </w:rPr>
        <w:t>tháng</w:t>
      </w:r>
      <w:proofErr w:type="spellEnd"/>
      <w:r w:rsidRPr="0052629E">
        <w:rPr>
          <w:i/>
          <w:iCs/>
          <w:sz w:val="22"/>
          <w:szCs w:val="22"/>
        </w:rPr>
        <w:t>….</w:t>
      </w:r>
      <w:proofErr w:type="spellStart"/>
      <w:r w:rsidRPr="0052629E">
        <w:rPr>
          <w:i/>
          <w:iCs/>
          <w:sz w:val="22"/>
          <w:szCs w:val="22"/>
        </w:rPr>
        <w:t>năm</w:t>
      </w:r>
      <w:proofErr w:type="spellEnd"/>
      <w:r w:rsidRPr="0052629E">
        <w:rPr>
          <w:i/>
          <w:iCs/>
          <w:sz w:val="22"/>
          <w:szCs w:val="22"/>
        </w:rPr>
        <w:t xml:space="preserve"> 20...</w:t>
      </w:r>
    </w:p>
    <w:p w:rsidR="0052629E" w:rsidRPr="0052629E" w:rsidRDefault="0052629E" w:rsidP="0052629E">
      <w:pPr>
        <w:spacing w:before="120" w:after="100" w:afterAutospacing="1" w:line="160" w:lineRule="atLeast"/>
        <w:jc w:val="center"/>
        <w:outlineLvl w:val="0"/>
        <w:rPr>
          <w:sz w:val="28"/>
          <w:szCs w:val="22"/>
        </w:rPr>
      </w:pPr>
      <w:r w:rsidRPr="0052629E">
        <w:rPr>
          <w:b/>
          <w:bCs/>
          <w:sz w:val="28"/>
          <w:szCs w:val="22"/>
        </w:rPr>
        <w:t>GIẤY ỦY QUYỀN</w:t>
      </w:r>
    </w:p>
    <w:p w:rsidR="0052629E" w:rsidRPr="0052629E" w:rsidRDefault="0052629E" w:rsidP="0052629E">
      <w:pPr>
        <w:spacing w:before="120" w:after="100" w:afterAutospacing="1" w:line="160" w:lineRule="atLeast"/>
        <w:jc w:val="center"/>
        <w:outlineLvl w:val="0"/>
        <w:rPr>
          <w:sz w:val="22"/>
          <w:szCs w:val="20"/>
        </w:rPr>
      </w:pPr>
      <w:proofErr w:type="spellStart"/>
      <w:r w:rsidRPr="0052629E">
        <w:rPr>
          <w:b/>
          <w:bCs/>
          <w:sz w:val="22"/>
          <w:szCs w:val="20"/>
        </w:rPr>
        <w:t>Kính</w:t>
      </w:r>
      <w:proofErr w:type="spellEnd"/>
      <w:r w:rsidRPr="0052629E">
        <w:rPr>
          <w:b/>
          <w:bCs/>
          <w:sz w:val="22"/>
          <w:szCs w:val="20"/>
        </w:rPr>
        <w:t xml:space="preserve"> </w:t>
      </w:r>
      <w:proofErr w:type="spellStart"/>
      <w:r w:rsidRPr="0052629E">
        <w:rPr>
          <w:b/>
          <w:bCs/>
          <w:sz w:val="22"/>
          <w:szCs w:val="20"/>
        </w:rPr>
        <w:t>gửi</w:t>
      </w:r>
      <w:proofErr w:type="spellEnd"/>
      <w:r w:rsidRPr="0052629E">
        <w:rPr>
          <w:b/>
          <w:bCs/>
          <w:sz w:val="22"/>
          <w:szCs w:val="20"/>
        </w:rPr>
        <w:t xml:space="preserve">: </w:t>
      </w:r>
      <w:r w:rsidRPr="0052629E">
        <w:rPr>
          <w:b/>
          <w:sz w:val="22"/>
          <w:szCs w:val="20"/>
        </w:rPr>
        <w:t xml:space="preserve">Ban </w:t>
      </w:r>
      <w:proofErr w:type="spellStart"/>
      <w:r w:rsidRPr="0052629E">
        <w:rPr>
          <w:b/>
          <w:sz w:val="22"/>
          <w:szCs w:val="20"/>
        </w:rPr>
        <w:t>Tổ</w:t>
      </w:r>
      <w:proofErr w:type="spellEnd"/>
      <w:r w:rsidRPr="0052629E">
        <w:rPr>
          <w:b/>
          <w:sz w:val="22"/>
          <w:szCs w:val="20"/>
        </w:rPr>
        <w:t xml:space="preserve"> </w:t>
      </w:r>
      <w:proofErr w:type="spellStart"/>
      <w:r w:rsidRPr="0052629E">
        <w:rPr>
          <w:b/>
          <w:sz w:val="22"/>
          <w:szCs w:val="20"/>
        </w:rPr>
        <w:t>chức</w:t>
      </w:r>
      <w:proofErr w:type="spellEnd"/>
      <w:r w:rsidRPr="0052629E">
        <w:rPr>
          <w:b/>
          <w:sz w:val="22"/>
          <w:szCs w:val="20"/>
        </w:rPr>
        <w:t xml:space="preserve"> </w:t>
      </w:r>
      <w:proofErr w:type="spellStart"/>
      <w:r w:rsidRPr="0052629E">
        <w:rPr>
          <w:b/>
          <w:sz w:val="22"/>
          <w:szCs w:val="20"/>
        </w:rPr>
        <w:t>Đấu</w:t>
      </w:r>
      <w:proofErr w:type="spellEnd"/>
      <w:r w:rsidRPr="0052629E">
        <w:rPr>
          <w:b/>
          <w:sz w:val="22"/>
          <w:szCs w:val="20"/>
        </w:rPr>
        <w:t xml:space="preserve"> </w:t>
      </w:r>
      <w:proofErr w:type="spellStart"/>
      <w:r w:rsidRPr="0052629E">
        <w:rPr>
          <w:b/>
          <w:sz w:val="22"/>
          <w:szCs w:val="20"/>
        </w:rPr>
        <w:t>giá</w:t>
      </w:r>
      <w:proofErr w:type="spellEnd"/>
      <w:r w:rsidRPr="0052629E">
        <w:rPr>
          <w:b/>
          <w:sz w:val="22"/>
          <w:szCs w:val="20"/>
        </w:rPr>
        <w:t xml:space="preserve"> </w:t>
      </w:r>
      <w:r w:rsidRPr="0052629E">
        <w:rPr>
          <w:b/>
          <w:sz w:val="22"/>
          <w:szCs w:val="20"/>
          <w:lang w:val="vi-VN"/>
        </w:rPr>
        <w:t xml:space="preserve">Công ty cổ phần </w:t>
      </w:r>
      <w:proofErr w:type="spellStart"/>
      <w:r w:rsidRPr="0052629E">
        <w:rPr>
          <w:b/>
          <w:sz w:val="22"/>
          <w:szCs w:val="20"/>
        </w:rPr>
        <w:t>Sông</w:t>
      </w:r>
      <w:proofErr w:type="spellEnd"/>
      <w:r w:rsidRPr="0052629E">
        <w:rPr>
          <w:b/>
          <w:sz w:val="22"/>
          <w:szCs w:val="20"/>
        </w:rPr>
        <w:t xml:space="preserve"> </w:t>
      </w:r>
      <w:proofErr w:type="spellStart"/>
      <w:r w:rsidRPr="0052629E">
        <w:rPr>
          <w:b/>
          <w:sz w:val="22"/>
          <w:szCs w:val="20"/>
        </w:rPr>
        <w:t>Mã</w:t>
      </w:r>
      <w:proofErr w:type="spellEnd"/>
      <w:r w:rsidRPr="0052629E">
        <w:rPr>
          <w:b/>
          <w:sz w:val="22"/>
          <w:szCs w:val="20"/>
          <w:lang w:val="vi-VN"/>
        </w:rPr>
        <w:t xml:space="preserve"> </w:t>
      </w:r>
    </w:p>
    <w:p w:rsidR="0052629E" w:rsidRPr="0052629E" w:rsidRDefault="0052629E" w:rsidP="0052629E">
      <w:pPr>
        <w:spacing w:before="120" w:line="16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Tên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tổ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chức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hoặc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cá</w:t>
      </w:r>
      <w:proofErr w:type="spellEnd"/>
      <w:r w:rsidRPr="0052629E">
        <w:rPr>
          <w:sz w:val="22"/>
          <w:szCs w:val="20"/>
        </w:rPr>
        <w:t xml:space="preserve"> nhân</w:t>
      </w:r>
      <w:proofErr w:type="gramStart"/>
      <w:r w:rsidRPr="0052629E">
        <w:rPr>
          <w:sz w:val="22"/>
          <w:szCs w:val="20"/>
        </w:rPr>
        <w:t>:........................................................................................</w:t>
      </w:r>
      <w:proofErr w:type="gramEnd"/>
      <w:r w:rsidRPr="0052629E">
        <w:rPr>
          <w:sz w:val="22"/>
          <w:szCs w:val="20"/>
        </w:rPr>
        <w:t xml:space="preserve">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Số</w:t>
      </w:r>
      <w:proofErr w:type="spellEnd"/>
      <w:r w:rsidRPr="0052629E">
        <w:rPr>
          <w:sz w:val="22"/>
          <w:szCs w:val="20"/>
        </w:rPr>
        <w:t xml:space="preserve"> ĐKKD/CMND/</w:t>
      </w:r>
      <w:proofErr w:type="spellStart"/>
      <w:r w:rsidRPr="0052629E">
        <w:rPr>
          <w:sz w:val="22"/>
          <w:szCs w:val="20"/>
        </w:rPr>
        <w:t>Hộ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chiếu</w:t>
      </w:r>
      <w:proofErr w:type="spellEnd"/>
      <w:r w:rsidRPr="0052629E">
        <w:rPr>
          <w:sz w:val="22"/>
          <w:szCs w:val="20"/>
        </w:rPr>
        <w:t>………………</w:t>
      </w:r>
      <w:proofErr w:type="spellStart"/>
      <w:r w:rsidRPr="0052629E">
        <w:rPr>
          <w:sz w:val="22"/>
          <w:szCs w:val="20"/>
        </w:rPr>
        <w:t>Ngày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>………………</w:t>
      </w:r>
      <w:proofErr w:type="spellStart"/>
      <w:r w:rsidRPr="0052629E">
        <w:rPr>
          <w:sz w:val="22"/>
          <w:szCs w:val="20"/>
        </w:rPr>
        <w:t>Nơi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 xml:space="preserve">..................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Địa</w:t>
      </w:r>
      <w:proofErr w:type="spellEnd"/>
      <w:r w:rsidRPr="0052629E">
        <w:rPr>
          <w:sz w:val="22"/>
          <w:szCs w:val="20"/>
        </w:rPr>
        <w:t xml:space="preserve"> chỉ</w:t>
      </w:r>
      <w:proofErr w:type="gramStart"/>
      <w:r w:rsidRPr="0052629E">
        <w:rPr>
          <w:sz w:val="22"/>
          <w:szCs w:val="20"/>
        </w:rPr>
        <w:t>:........................................................................................................................</w:t>
      </w:r>
      <w:proofErr w:type="gramEnd"/>
      <w:r w:rsidRPr="0052629E">
        <w:rPr>
          <w:sz w:val="22"/>
          <w:szCs w:val="20"/>
        </w:rPr>
        <w:t xml:space="preserve">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Điện</w:t>
      </w:r>
      <w:proofErr w:type="spellEnd"/>
      <w:r w:rsidRPr="0052629E">
        <w:rPr>
          <w:sz w:val="22"/>
          <w:szCs w:val="20"/>
        </w:rPr>
        <w:t xml:space="preserve"> thoại</w:t>
      </w:r>
      <w:proofErr w:type="gramStart"/>
      <w:r w:rsidRPr="0052629E">
        <w:rPr>
          <w:sz w:val="22"/>
          <w:szCs w:val="20"/>
        </w:rPr>
        <w:t>:…………………………………</w:t>
      </w:r>
      <w:proofErr w:type="gramEnd"/>
      <w:r w:rsidRPr="0052629E">
        <w:rPr>
          <w:sz w:val="22"/>
          <w:szCs w:val="20"/>
        </w:rPr>
        <w:t xml:space="preserve">.Fax:............................................................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Người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đại</w:t>
      </w:r>
      <w:proofErr w:type="spellEnd"/>
      <w:r w:rsidRPr="0052629E">
        <w:rPr>
          <w:sz w:val="22"/>
          <w:szCs w:val="20"/>
        </w:rPr>
        <w:t xml:space="preserve"> diện</w:t>
      </w:r>
      <w:proofErr w:type="gramStart"/>
      <w:r w:rsidRPr="0052629E">
        <w:rPr>
          <w:sz w:val="22"/>
          <w:szCs w:val="20"/>
        </w:rPr>
        <w:t>:...........................................................................................................</w:t>
      </w:r>
      <w:proofErr w:type="gramEnd"/>
      <w:r w:rsidRPr="0052629E">
        <w:rPr>
          <w:sz w:val="22"/>
          <w:szCs w:val="20"/>
        </w:rPr>
        <w:t xml:space="preserve">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r w:rsidRPr="0052629E">
        <w:rPr>
          <w:sz w:val="22"/>
          <w:szCs w:val="20"/>
        </w:rPr>
        <w:t>CMND/</w:t>
      </w:r>
      <w:proofErr w:type="spellStart"/>
      <w:r w:rsidRPr="0052629E">
        <w:rPr>
          <w:sz w:val="22"/>
          <w:szCs w:val="20"/>
        </w:rPr>
        <w:t>Hộ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chiếu</w:t>
      </w:r>
      <w:proofErr w:type="spellEnd"/>
      <w:proofErr w:type="gramStart"/>
      <w:r w:rsidRPr="0052629E">
        <w:rPr>
          <w:sz w:val="22"/>
          <w:szCs w:val="20"/>
        </w:rPr>
        <w:t>:…………………..</w:t>
      </w:r>
      <w:proofErr w:type="spellStart"/>
      <w:proofErr w:type="gramEnd"/>
      <w:r w:rsidRPr="0052629E">
        <w:rPr>
          <w:sz w:val="22"/>
          <w:szCs w:val="20"/>
        </w:rPr>
        <w:t>Ngày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 xml:space="preserve"> ………………...........</w:t>
      </w:r>
      <w:proofErr w:type="spellStart"/>
      <w:r w:rsidRPr="0052629E">
        <w:rPr>
          <w:sz w:val="22"/>
          <w:szCs w:val="20"/>
        </w:rPr>
        <w:t>Nơi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 xml:space="preserve">................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r w:rsidRPr="0052629E">
        <w:rPr>
          <w:sz w:val="22"/>
          <w:szCs w:val="20"/>
        </w:rPr>
        <w:t xml:space="preserve">Do </w:t>
      </w:r>
      <w:proofErr w:type="spellStart"/>
      <w:r w:rsidRPr="0052629E">
        <w:rPr>
          <w:sz w:val="22"/>
          <w:szCs w:val="20"/>
        </w:rPr>
        <w:t>không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có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điều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kiện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trực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tiếp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cổ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phần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tại</w:t>
      </w:r>
      <w:proofErr w:type="spellEnd"/>
      <w:r w:rsidRPr="0052629E">
        <w:rPr>
          <w:sz w:val="22"/>
          <w:szCs w:val="20"/>
        </w:rPr>
        <w:t xml:space="preserve"> </w:t>
      </w:r>
      <w:r w:rsidRPr="0052629E">
        <w:rPr>
          <w:sz w:val="22"/>
          <w:szCs w:val="20"/>
          <w:lang w:val="vi-VN"/>
        </w:rPr>
        <w:t xml:space="preserve">Công ty cổ phần </w:t>
      </w:r>
      <w:proofErr w:type="spellStart"/>
      <w:r w:rsidRPr="0052629E">
        <w:rPr>
          <w:sz w:val="22"/>
          <w:szCs w:val="20"/>
        </w:rPr>
        <w:t>Sông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Mã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được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tổ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chức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ngày</w:t>
      </w:r>
      <w:proofErr w:type="spellEnd"/>
      <w:r w:rsidRPr="0052629E">
        <w:rPr>
          <w:sz w:val="22"/>
          <w:szCs w:val="20"/>
        </w:rPr>
        <w:t xml:space="preserve"> …/…/…, nay </w:t>
      </w:r>
      <w:proofErr w:type="spellStart"/>
      <w:r w:rsidRPr="0052629E">
        <w:rPr>
          <w:sz w:val="22"/>
          <w:szCs w:val="20"/>
        </w:rPr>
        <w:t>tôi</w:t>
      </w:r>
      <w:proofErr w:type="spellEnd"/>
      <w:r w:rsidRPr="0052629E">
        <w:rPr>
          <w:sz w:val="22"/>
          <w:szCs w:val="20"/>
        </w:rPr>
        <w:t>:</w:t>
      </w:r>
    </w:p>
    <w:p w:rsidR="0052629E" w:rsidRPr="0052629E" w:rsidRDefault="0052629E" w:rsidP="0052629E">
      <w:pPr>
        <w:spacing w:before="120" w:after="100" w:afterAutospacing="1" w:line="120" w:lineRule="atLeast"/>
        <w:jc w:val="center"/>
        <w:outlineLvl w:val="0"/>
        <w:rPr>
          <w:sz w:val="22"/>
          <w:szCs w:val="20"/>
        </w:rPr>
      </w:pPr>
      <w:r w:rsidRPr="0052629E">
        <w:rPr>
          <w:b/>
          <w:bCs/>
          <w:sz w:val="22"/>
          <w:szCs w:val="20"/>
        </w:rPr>
        <w:t>ỦY QUYỀN CHO: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Ông</w:t>
      </w:r>
      <w:proofErr w:type="spellEnd"/>
      <w:r w:rsidRPr="0052629E">
        <w:rPr>
          <w:sz w:val="22"/>
          <w:szCs w:val="20"/>
        </w:rPr>
        <w:t xml:space="preserve"> (Bà)</w:t>
      </w:r>
      <w:proofErr w:type="gramStart"/>
      <w:r w:rsidRPr="0052629E">
        <w:rPr>
          <w:sz w:val="22"/>
          <w:szCs w:val="20"/>
        </w:rPr>
        <w:t>:...................................................................................................................</w:t>
      </w:r>
      <w:proofErr w:type="gramEnd"/>
      <w:r w:rsidRPr="0052629E">
        <w:rPr>
          <w:sz w:val="22"/>
          <w:szCs w:val="20"/>
        </w:rPr>
        <w:t xml:space="preserve">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r w:rsidRPr="0052629E">
        <w:rPr>
          <w:sz w:val="22"/>
          <w:szCs w:val="20"/>
        </w:rPr>
        <w:t>CMND/</w:t>
      </w:r>
      <w:proofErr w:type="spellStart"/>
      <w:r w:rsidRPr="0052629E">
        <w:rPr>
          <w:sz w:val="22"/>
          <w:szCs w:val="20"/>
        </w:rPr>
        <w:t>Hộ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chiếu</w:t>
      </w:r>
      <w:proofErr w:type="spellEnd"/>
      <w:r w:rsidRPr="0052629E">
        <w:rPr>
          <w:sz w:val="22"/>
          <w:szCs w:val="20"/>
        </w:rPr>
        <w:t>…………………</w:t>
      </w:r>
      <w:proofErr w:type="spellStart"/>
      <w:r w:rsidRPr="0052629E">
        <w:rPr>
          <w:sz w:val="22"/>
          <w:szCs w:val="20"/>
        </w:rPr>
        <w:t>Ngày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>………………</w:t>
      </w:r>
      <w:proofErr w:type="spellStart"/>
      <w:r w:rsidRPr="0052629E">
        <w:rPr>
          <w:sz w:val="22"/>
          <w:szCs w:val="20"/>
        </w:rPr>
        <w:t>Nơi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cấp</w:t>
      </w:r>
      <w:proofErr w:type="spellEnd"/>
      <w:r w:rsidRPr="0052629E">
        <w:rPr>
          <w:sz w:val="22"/>
          <w:szCs w:val="20"/>
        </w:rPr>
        <w:t xml:space="preserve">..............................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Địa</w:t>
      </w:r>
      <w:proofErr w:type="spellEnd"/>
      <w:r w:rsidRPr="0052629E">
        <w:rPr>
          <w:sz w:val="22"/>
          <w:szCs w:val="20"/>
        </w:rPr>
        <w:t xml:space="preserve"> chỉ</w:t>
      </w:r>
      <w:proofErr w:type="gramStart"/>
      <w:r w:rsidRPr="0052629E">
        <w:rPr>
          <w:sz w:val="22"/>
          <w:szCs w:val="20"/>
        </w:rPr>
        <w:t>:.......................................................................................................................</w:t>
      </w:r>
      <w:proofErr w:type="gramEnd"/>
      <w:r w:rsidRPr="0052629E">
        <w:rPr>
          <w:sz w:val="22"/>
          <w:szCs w:val="20"/>
        </w:rPr>
        <w:t xml:space="preserve"> 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Điện</w:t>
      </w:r>
      <w:proofErr w:type="spellEnd"/>
      <w:r w:rsidRPr="0052629E">
        <w:rPr>
          <w:sz w:val="22"/>
          <w:szCs w:val="20"/>
        </w:rPr>
        <w:t xml:space="preserve"> thoại</w:t>
      </w:r>
      <w:proofErr w:type="gramStart"/>
      <w:r w:rsidRPr="0052629E">
        <w:rPr>
          <w:sz w:val="22"/>
          <w:szCs w:val="20"/>
        </w:rPr>
        <w:t>:…………………………</w:t>
      </w:r>
      <w:proofErr w:type="gramEnd"/>
      <w:r w:rsidRPr="0052629E">
        <w:rPr>
          <w:sz w:val="22"/>
          <w:szCs w:val="20"/>
        </w:rPr>
        <w:t xml:space="preserve">Fax:....................................................................... </w:t>
      </w:r>
    </w:p>
    <w:p w:rsidR="0052629E" w:rsidRPr="0052629E" w:rsidRDefault="0052629E" w:rsidP="0052629E">
      <w:pPr>
        <w:spacing w:before="120" w:after="100" w:afterAutospacing="1" w:line="120" w:lineRule="atLeast"/>
        <w:outlineLvl w:val="0"/>
        <w:rPr>
          <w:sz w:val="22"/>
          <w:szCs w:val="20"/>
        </w:rPr>
      </w:pPr>
      <w:proofErr w:type="spellStart"/>
      <w:r w:rsidRPr="0052629E">
        <w:rPr>
          <w:sz w:val="22"/>
          <w:szCs w:val="20"/>
        </w:rPr>
        <w:t>Thay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mặt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tôi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cổ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phần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của</w:t>
      </w:r>
      <w:proofErr w:type="spellEnd"/>
      <w:r w:rsidRPr="0052629E">
        <w:rPr>
          <w:sz w:val="22"/>
          <w:szCs w:val="20"/>
        </w:rPr>
        <w:t xml:space="preserve"> </w:t>
      </w:r>
      <w:r w:rsidRPr="0052629E">
        <w:rPr>
          <w:sz w:val="22"/>
          <w:szCs w:val="20"/>
          <w:lang w:val="vi-VN"/>
        </w:rPr>
        <w:t xml:space="preserve">Công ty cổ phần </w:t>
      </w:r>
      <w:proofErr w:type="spellStart"/>
      <w:r w:rsidRPr="0052629E">
        <w:rPr>
          <w:sz w:val="22"/>
          <w:szCs w:val="20"/>
        </w:rPr>
        <w:t>Sông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Mã</w:t>
      </w:r>
      <w:proofErr w:type="spellEnd"/>
      <w:r w:rsidRPr="0052629E">
        <w:rPr>
          <w:sz w:val="22"/>
          <w:szCs w:val="20"/>
        </w:rPr>
        <w:t xml:space="preserve"> (</w:t>
      </w:r>
      <w:proofErr w:type="spellStart"/>
      <w:r w:rsidRPr="0052629E">
        <w:rPr>
          <w:sz w:val="22"/>
          <w:szCs w:val="20"/>
        </w:rPr>
        <w:t>Công</w:t>
      </w:r>
      <w:proofErr w:type="spellEnd"/>
      <w:r w:rsidRPr="0052629E">
        <w:rPr>
          <w:sz w:val="22"/>
          <w:szCs w:val="20"/>
        </w:rPr>
        <w:t xml:space="preserve"> ty), </w:t>
      </w:r>
      <w:proofErr w:type="spellStart"/>
      <w:r w:rsidRPr="0052629E">
        <w:rPr>
          <w:sz w:val="22"/>
          <w:szCs w:val="20"/>
        </w:rPr>
        <w:t>bao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gồm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các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việc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sau</w:t>
      </w:r>
      <w:proofErr w:type="spellEnd"/>
      <w:r w:rsidRPr="0052629E">
        <w:rPr>
          <w:sz w:val="22"/>
          <w:szCs w:val="20"/>
        </w:rPr>
        <w:t>: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r w:rsidRPr="0052629E">
        <w:rPr>
          <w:sz w:val="22"/>
          <w:szCs w:val="20"/>
        </w:rPr>
        <w:t xml:space="preserve">1. </w:t>
      </w:r>
      <w:proofErr w:type="spellStart"/>
      <w:r w:rsidRPr="0052629E">
        <w:rPr>
          <w:sz w:val="22"/>
          <w:szCs w:val="20"/>
        </w:rPr>
        <w:t>Làm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thủ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tục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đăng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ký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(</w:t>
      </w:r>
      <w:proofErr w:type="spellStart"/>
      <w:r w:rsidRPr="0052629E">
        <w:rPr>
          <w:sz w:val="22"/>
          <w:szCs w:val="20"/>
        </w:rPr>
        <w:t>điền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thông</w:t>
      </w:r>
      <w:proofErr w:type="spellEnd"/>
      <w:r w:rsidRPr="0052629E">
        <w:rPr>
          <w:sz w:val="22"/>
          <w:szCs w:val="20"/>
        </w:rPr>
        <w:t xml:space="preserve"> tin </w:t>
      </w:r>
      <w:proofErr w:type="spellStart"/>
      <w:r w:rsidRPr="0052629E">
        <w:rPr>
          <w:sz w:val="22"/>
          <w:szCs w:val="20"/>
        </w:rPr>
        <w:t>và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ký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nhận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đơn</w:t>
      </w:r>
      <w:proofErr w:type="spellEnd"/>
      <w:r w:rsidRPr="0052629E">
        <w:rPr>
          <w:sz w:val="22"/>
          <w:szCs w:val="20"/>
        </w:rPr>
        <w:t xml:space="preserve">, </w:t>
      </w:r>
      <w:proofErr w:type="spellStart"/>
      <w:r w:rsidRPr="0052629E">
        <w:rPr>
          <w:sz w:val="22"/>
          <w:szCs w:val="20"/>
        </w:rPr>
        <w:t>nộp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tiền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đặt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cọc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nộp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hồ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sơ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đăng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ký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>).</w:t>
      </w:r>
    </w:p>
    <w:p w:rsidR="0052629E" w:rsidRPr="0052629E" w:rsidRDefault="0052629E" w:rsidP="0052629E">
      <w:pPr>
        <w:spacing w:before="120" w:line="120" w:lineRule="atLeast"/>
        <w:outlineLvl w:val="0"/>
        <w:rPr>
          <w:sz w:val="22"/>
          <w:szCs w:val="20"/>
        </w:rPr>
      </w:pPr>
      <w:r w:rsidRPr="0052629E">
        <w:rPr>
          <w:sz w:val="22"/>
          <w:szCs w:val="20"/>
        </w:rPr>
        <w:t xml:space="preserve">2.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(</w:t>
      </w:r>
      <w:proofErr w:type="spellStart"/>
      <w:r w:rsidRPr="0052629E">
        <w:rPr>
          <w:sz w:val="22"/>
          <w:szCs w:val="20"/>
        </w:rPr>
        <w:t>Điền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thông</w:t>
      </w:r>
      <w:proofErr w:type="spellEnd"/>
      <w:r w:rsidRPr="0052629E">
        <w:rPr>
          <w:sz w:val="22"/>
          <w:szCs w:val="20"/>
        </w:rPr>
        <w:t xml:space="preserve"> tin, </w:t>
      </w:r>
      <w:proofErr w:type="spellStart"/>
      <w:r w:rsidRPr="0052629E">
        <w:rPr>
          <w:sz w:val="22"/>
          <w:szCs w:val="20"/>
        </w:rPr>
        <w:t>ghi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, </w:t>
      </w:r>
      <w:proofErr w:type="spellStart"/>
      <w:r w:rsidRPr="0052629E">
        <w:rPr>
          <w:sz w:val="22"/>
          <w:szCs w:val="20"/>
        </w:rPr>
        <w:t>khối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lượng</w:t>
      </w:r>
      <w:proofErr w:type="spellEnd"/>
      <w:r w:rsidRPr="0052629E">
        <w:rPr>
          <w:sz w:val="22"/>
          <w:szCs w:val="20"/>
        </w:rPr>
        <w:t xml:space="preserve">, </w:t>
      </w:r>
      <w:proofErr w:type="spellStart"/>
      <w:r w:rsidRPr="0052629E">
        <w:rPr>
          <w:sz w:val="22"/>
          <w:szCs w:val="20"/>
        </w:rPr>
        <w:t>ký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nhận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phiếu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trực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tiếp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tham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dự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phiên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>).</w:t>
      </w:r>
    </w:p>
    <w:p w:rsidR="0052629E" w:rsidRPr="0052629E" w:rsidRDefault="0052629E" w:rsidP="0052629E">
      <w:pPr>
        <w:spacing w:before="120" w:line="120" w:lineRule="atLeast"/>
        <w:jc w:val="both"/>
        <w:outlineLvl w:val="0"/>
        <w:rPr>
          <w:sz w:val="22"/>
          <w:szCs w:val="20"/>
        </w:rPr>
      </w:pPr>
      <w:proofErr w:type="spellStart"/>
      <w:proofErr w:type="gramStart"/>
      <w:r w:rsidRPr="0052629E">
        <w:rPr>
          <w:sz w:val="22"/>
          <w:szCs w:val="20"/>
        </w:rPr>
        <w:t>Ông</w:t>
      </w:r>
      <w:proofErr w:type="spellEnd"/>
      <w:r w:rsidRPr="0052629E">
        <w:rPr>
          <w:sz w:val="22"/>
          <w:szCs w:val="20"/>
        </w:rPr>
        <w:t xml:space="preserve"> (</w:t>
      </w:r>
      <w:proofErr w:type="spellStart"/>
      <w:r w:rsidRPr="0052629E">
        <w:rPr>
          <w:sz w:val="22"/>
          <w:szCs w:val="20"/>
        </w:rPr>
        <w:t>Bà</w:t>
      </w:r>
      <w:proofErr w:type="spellEnd"/>
      <w:r w:rsidRPr="0052629E">
        <w:rPr>
          <w:sz w:val="22"/>
          <w:szCs w:val="20"/>
        </w:rPr>
        <w:t>) …………………………..</w:t>
      </w:r>
      <w:proofErr w:type="spellStart"/>
      <w:r w:rsidRPr="0052629E">
        <w:rPr>
          <w:sz w:val="22"/>
          <w:szCs w:val="20"/>
        </w:rPr>
        <w:t>có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nghĩa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vụ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thực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hiện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đúng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các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quy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định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về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của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Công</w:t>
      </w:r>
      <w:proofErr w:type="spellEnd"/>
      <w:r w:rsidRPr="0052629E">
        <w:rPr>
          <w:sz w:val="22"/>
          <w:szCs w:val="20"/>
        </w:rPr>
        <w:t xml:space="preserve"> ty, </w:t>
      </w:r>
      <w:proofErr w:type="spellStart"/>
      <w:r w:rsidRPr="0052629E">
        <w:rPr>
          <w:sz w:val="22"/>
          <w:szCs w:val="20"/>
        </w:rPr>
        <w:t>không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được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ủy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quyền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người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khác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và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có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trách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nhiệm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thông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báo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lại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kết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quả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đấu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giá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cho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người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ủy</w:t>
      </w:r>
      <w:proofErr w:type="spellEnd"/>
      <w:r w:rsidRPr="0052629E">
        <w:rPr>
          <w:sz w:val="22"/>
          <w:szCs w:val="20"/>
        </w:rPr>
        <w:t xml:space="preserve"> </w:t>
      </w:r>
      <w:proofErr w:type="spellStart"/>
      <w:r w:rsidRPr="0052629E">
        <w:rPr>
          <w:sz w:val="22"/>
          <w:szCs w:val="20"/>
        </w:rPr>
        <w:t>quyền</w:t>
      </w:r>
      <w:proofErr w:type="spellEnd"/>
      <w:r w:rsidRPr="0052629E">
        <w:rPr>
          <w:sz w:val="22"/>
          <w:szCs w:val="20"/>
        </w:rPr>
        <w:t>.</w:t>
      </w:r>
      <w:bookmarkStart w:id="1" w:name="_GoBack"/>
      <w:bookmarkEnd w:id="1"/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2"/>
        <w:gridCol w:w="4679"/>
      </w:tblGrid>
      <w:tr w:rsidR="0052629E" w:rsidRPr="0052629E" w:rsidTr="001842A5">
        <w:trPr>
          <w:trHeight w:val="305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29E" w:rsidRPr="0052629E" w:rsidRDefault="0052629E" w:rsidP="0052629E">
            <w:pPr>
              <w:spacing w:before="120" w:after="100" w:afterAutospacing="1" w:line="160" w:lineRule="atLeast"/>
              <w:jc w:val="center"/>
              <w:outlineLvl w:val="0"/>
              <w:rPr>
                <w:sz w:val="22"/>
                <w:szCs w:val="20"/>
              </w:rPr>
            </w:pPr>
            <w:r w:rsidRPr="0052629E">
              <w:rPr>
                <w:sz w:val="22"/>
                <w:szCs w:val="20"/>
              </w:rPr>
              <w:t> 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Người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được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ủy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quyền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br/>
            </w:r>
            <w:r w:rsidRPr="0052629E">
              <w:rPr>
                <w:i/>
                <w:iCs/>
                <w:sz w:val="22"/>
                <w:szCs w:val="20"/>
              </w:rPr>
              <w:t>(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ký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,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họ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tên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>)</w:t>
            </w:r>
          </w:p>
        </w:tc>
        <w:tc>
          <w:tcPr>
            <w:tcW w:w="5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29E" w:rsidRPr="0052629E" w:rsidRDefault="0052629E" w:rsidP="0052629E">
            <w:pPr>
              <w:spacing w:before="120" w:after="100" w:afterAutospacing="1" w:line="160" w:lineRule="atLeast"/>
              <w:jc w:val="center"/>
              <w:outlineLvl w:val="0"/>
              <w:rPr>
                <w:i/>
                <w:iCs/>
                <w:sz w:val="22"/>
                <w:szCs w:val="20"/>
              </w:rPr>
            </w:pPr>
            <w:proofErr w:type="spellStart"/>
            <w:r w:rsidRPr="0052629E">
              <w:rPr>
                <w:b/>
                <w:bCs/>
                <w:sz w:val="22"/>
                <w:szCs w:val="20"/>
              </w:rPr>
              <w:t>Người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ủy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b/>
                <w:bCs/>
                <w:sz w:val="22"/>
                <w:szCs w:val="20"/>
              </w:rPr>
              <w:t>quyền</w:t>
            </w:r>
            <w:proofErr w:type="spellEnd"/>
            <w:r w:rsidRPr="0052629E">
              <w:rPr>
                <w:b/>
                <w:bCs/>
                <w:sz w:val="22"/>
                <w:szCs w:val="20"/>
              </w:rPr>
              <w:br/>
            </w:r>
            <w:r w:rsidRPr="0052629E">
              <w:rPr>
                <w:i/>
                <w:iCs/>
                <w:sz w:val="22"/>
                <w:szCs w:val="20"/>
              </w:rPr>
              <w:t>(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Ký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,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họ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tên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và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đóng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dấu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(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nếu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 xml:space="preserve"> </w:t>
            </w:r>
            <w:proofErr w:type="spellStart"/>
            <w:r w:rsidRPr="0052629E">
              <w:rPr>
                <w:i/>
                <w:iCs/>
                <w:sz w:val="22"/>
                <w:szCs w:val="20"/>
              </w:rPr>
              <w:t>có</w:t>
            </w:r>
            <w:proofErr w:type="spellEnd"/>
            <w:r w:rsidRPr="0052629E">
              <w:rPr>
                <w:i/>
                <w:iCs/>
                <w:sz w:val="22"/>
                <w:szCs w:val="20"/>
              </w:rPr>
              <w:t>)</w:t>
            </w:r>
          </w:p>
          <w:p w:rsidR="0052629E" w:rsidRPr="0052629E" w:rsidRDefault="0052629E" w:rsidP="0052629E">
            <w:pPr>
              <w:spacing w:before="120" w:after="100" w:afterAutospacing="1" w:line="160" w:lineRule="atLeast"/>
              <w:jc w:val="center"/>
              <w:outlineLvl w:val="0"/>
              <w:rPr>
                <w:sz w:val="22"/>
                <w:szCs w:val="20"/>
              </w:rPr>
            </w:pPr>
          </w:p>
          <w:p w:rsidR="0052629E" w:rsidRPr="0052629E" w:rsidRDefault="0052629E" w:rsidP="0052629E">
            <w:pPr>
              <w:spacing w:before="120" w:after="100" w:afterAutospacing="1" w:line="160" w:lineRule="atLeast"/>
              <w:jc w:val="center"/>
              <w:outlineLvl w:val="0"/>
              <w:rPr>
                <w:sz w:val="22"/>
                <w:szCs w:val="20"/>
              </w:rPr>
            </w:pPr>
          </w:p>
        </w:tc>
      </w:tr>
    </w:tbl>
    <w:p w:rsidR="0052629E" w:rsidRPr="0052629E" w:rsidRDefault="0052629E" w:rsidP="0052629E">
      <w:pPr>
        <w:tabs>
          <w:tab w:val="center" w:pos="6804"/>
          <w:tab w:val="left" w:leader="dot" w:pos="9720"/>
        </w:tabs>
        <w:spacing w:before="120"/>
        <w:jc w:val="center"/>
        <w:rPr>
          <w:sz w:val="20"/>
          <w:szCs w:val="22"/>
        </w:rPr>
      </w:pPr>
      <w:r w:rsidRPr="0052629E">
        <w:rPr>
          <w:b/>
          <w:bCs/>
          <w:sz w:val="22"/>
          <w:szCs w:val="20"/>
        </w:rPr>
        <w:t xml:space="preserve">XÁC NHẬN CỦA UBND PHƯỜNG, XÃ HOẶC CƠ QUAN NHÀ NƯỚC CÓ THẨM </w:t>
      </w:r>
      <w:proofErr w:type="gramStart"/>
      <w:r w:rsidRPr="0052629E">
        <w:rPr>
          <w:b/>
          <w:bCs/>
          <w:sz w:val="22"/>
          <w:szCs w:val="20"/>
        </w:rPr>
        <w:t>QUYỀN</w:t>
      </w:r>
      <w:proofErr w:type="gramEnd"/>
      <w:r w:rsidRPr="0052629E">
        <w:rPr>
          <w:b/>
          <w:bCs/>
          <w:sz w:val="22"/>
          <w:szCs w:val="20"/>
        </w:rPr>
        <w:br/>
      </w:r>
      <w:r w:rsidRPr="0052629E">
        <w:rPr>
          <w:i/>
          <w:iCs/>
          <w:sz w:val="22"/>
          <w:szCs w:val="20"/>
        </w:rPr>
        <w:t>(</w:t>
      </w:r>
      <w:proofErr w:type="spellStart"/>
      <w:r w:rsidRPr="0052629E">
        <w:rPr>
          <w:i/>
          <w:iCs/>
          <w:sz w:val="22"/>
          <w:szCs w:val="20"/>
        </w:rPr>
        <w:t>trường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hợp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người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ủy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quyền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là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cá</w:t>
      </w:r>
      <w:proofErr w:type="spellEnd"/>
      <w:r w:rsidRPr="0052629E">
        <w:rPr>
          <w:i/>
          <w:iCs/>
          <w:sz w:val="22"/>
          <w:szCs w:val="20"/>
        </w:rPr>
        <w:t xml:space="preserve"> </w:t>
      </w:r>
      <w:proofErr w:type="spellStart"/>
      <w:r w:rsidRPr="0052629E">
        <w:rPr>
          <w:i/>
          <w:iCs/>
          <w:sz w:val="22"/>
          <w:szCs w:val="20"/>
        </w:rPr>
        <w:t>nhân</w:t>
      </w:r>
      <w:proofErr w:type="spellEnd"/>
      <w:r w:rsidRPr="0052629E">
        <w:rPr>
          <w:i/>
          <w:iCs/>
          <w:sz w:val="22"/>
          <w:szCs w:val="20"/>
        </w:rPr>
        <w:t>)</w:t>
      </w:r>
    </w:p>
    <w:p w:rsidR="0052629E" w:rsidRPr="0052629E" w:rsidRDefault="0052629E" w:rsidP="0052629E">
      <w:pPr>
        <w:widowControl w:val="0"/>
        <w:spacing w:line="360" w:lineRule="auto"/>
        <w:jc w:val="both"/>
        <w:rPr>
          <w:sz w:val="26"/>
          <w:szCs w:val="28"/>
        </w:rPr>
      </w:pPr>
    </w:p>
    <w:p w:rsidR="0052629E" w:rsidRPr="00825EE5" w:rsidRDefault="0052629E" w:rsidP="001071DE">
      <w:pPr>
        <w:widowControl w:val="0"/>
        <w:spacing w:line="360" w:lineRule="auto"/>
        <w:jc w:val="both"/>
        <w:rPr>
          <w:sz w:val="26"/>
          <w:szCs w:val="28"/>
        </w:rPr>
      </w:pPr>
    </w:p>
    <w:sectPr w:rsidR="0052629E" w:rsidRPr="00825EE5" w:rsidSect="00112FF7">
      <w:footerReference w:type="default" r:id="rId9"/>
      <w:headerReference w:type="first" r:id="rId10"/>
      <w:footerReference w:type="first" r:id="rId11"/>
      <w:pgSz w:w="11909" w:h="16834" w:code="9"/>
      <w:pgMar w:top="1134" w:right="1134" w:bottom="1134" w:left="1440" w:header="720" w:footer="66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24" w:rsidRDefault="00D44E24" w:rsidP="00EA4055">
      <w:r>
        <w:separator/>
      </w:r>
    </w:p>
  </w:endnote>
  <w:endnote w:type="continuationSeparator" w:id="0">
    <w:p w:rsidR="00D44E24" w:rsidRDefault="00D44E24" w:rsidP="00EA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219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2CA1" w:rsidRDefault="00392C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29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44E24" w:rsidRPr="00316C72" w:rsidRDefault="00D44E24" w:rsidP="00DC6F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24" w:rsidRDefault="00D44E24" w:rsidP="00396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08"/>
      <w:gridCol w:w="957"/>
    </w:tblGrid>
    <w:tr w:rsidR="00D44E24">
      <w:tc>
        <w:tcPr>
          <w:tcW w:w="4500" w:type="pct"/>
          <w:tcBorders>
            <w:top w:val="single" w:sz="4" w:space="0" w:color="000000"/>
          </w:tcBorders>
          <w:shd w:val="clear" w:color="auto" w:fill="C0504D"/>
        </w:tcPr>
        <w:p w:rsidR="00D44E24" w:rsidRPr="00CE2F70" w:rsidRDefault="00D44E24" w:rsidP="00921139">
          <w:pPr>
            <w:pStyle w:val="Footer"/>
            <w:ind w:right="360"/>
            <w:rPr>
              <w:b/>
              <w:color w:val="FFFFFF"/>
            </w:rPr>
          </w:pPr>
          <w:proofErr w:type="spellStart"/>
          <w:r w:rsidRPr="00CE2F70">
            <w:rPr>
              <w:b/>
              <w:color w:val="FFFFFF"/>
            </w:rPr>
            <w:t>Đơn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vị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tư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vấn</w:t>
          </w:r>
          <w:proofErr w:type="spellEnd"/>
          <w:r w:rsidRPr="00CE2F70">
            <w:rPr>
              <w:b/>
              <w:color w:val="FFFFFF"/>
            </w:rPr>
            <w:t xml:space="preserve">: </w:t>
          </w:r>
          <w:proofErr w:type="spellStart"/>
          <w:r w:rsidRPr="00CE2F70">
            <w:rPr>
              <w:b/>
              <w:color w:val="FFFFFF"/>
            </w:rPr>
            <w:t>Công</w:t>
          </w:r>
          <w:proofErr w:type="spellEnd"/>
          <w:r w:rsidRPr="00CE2F70">
            <w:rPr>
              <w:b/>
              <w:color w:val="FFFFFF"/>
            </w:rPr>
            <w:t xml:space="preserve"> ty </w:t>
          </w:r>
          <w:proofErr w:type="spellStart"/>
          <w:r w:rsidRPr="00CE2F70">
            <w:rPr>
              <w:b/>
              <w:color w:val="FFFFFF"/>
            </w:rPr>
            <w:t>Cổ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phần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Chứng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khoán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Bảo</w:t>
          </w:r>
          <w:proofErr w:type="spellEnd"/>
          <w:r w:rsidRPr="00CE2F70">
            <w:rPr>
              <w:b/>
              <w:color w:val="FFFFFF"/>
            </w:rPr>
            <w:t xml:space="preserve"> </w:t>
          </w:r>
          <w:proofErr w:type="spellStart"/>
          <w:r w:rsidRPr="00CE2F70">
            <w:rPr>
              <w:b/>
              <w:color w:val="FFFFFF"/>
            </w:rPr>
            <w:t>Việt</w:t>
          </w:r>
          <w:proofErr w:type="spellEnd"/>
          <w:r w:rsidRPr="00CE2F70">
            <w:rPr>
              <w:b/>
              <w:color w:val="FFFFFF"/>
            </w:rPr>
            <w:t xml:space="preserve"> – CN TP.HCM 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D44E24" w:rsidRPr="00CE2F70" w:rsidRDefault="00D44E24" w:rsidP="00396461">
          <w:pPr>
            <w:pStyle w:val="Header"/>
            <w:jc w:val="right"/>
            <w:rPr>
              <w:color w:val="FFFFFF"/>
            </w:rPr>
          </w:pPr>
        </w:p>
      </w:tc>
    </w:tr>
  </w:tbl>
  <w:p w:rsidR="00D44E24" w:rsidRDefault="00D44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24" w:rsidRDefault="00D44E24" w:rsidP="00EA4055">
      <w:r>
        <w:separator/>
      </w:r>
    </w:p>
  </w:footnote>
  <w:footnote w:type="continuationSeparator" w:id="0">
    <w:p w:rsidR="00D44E24" w:rsidRDefault="00D44E24" w:rsidP="00EA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24" w:rsidRPr="00EA4055" w:rsidRDefault="00D44E24" w:rsidP="007057F4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20"/>
        <w:szCs w:val="20"/>
      </w:rPr>
    </w:pPr>
    <w:r w:rsidRPr="00EA4055">
      <w:rPr>
        <w:rFonts w:ascii="Cambria" w:hAnsi="Cambria"/>
        <w:sz w:val="20"/>
        <w:szCs w:val="20"/>
      </w:rPr>
      <w:t>QUY CH</w:t>
    </w:r>
    <w:r>
      <w:rPr>
        <w:sz w:val="20"/>
        <w:szCs w:val="20"/>
      </w:rPr>
      <w:t>Ế BÁN ĐẤU GIÁ PHẦN VỐN NHÀ NƯỚC</w:t>
    </w:r>
  </w:p>
  <w:p w:rsidR="00D44E24" w:rsidRDefault="00D44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1B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C52F6D"/>
    <w:multiLevelType w:val="hybridMultilevel"/>
    <w:tmpl w:val="AF2A5F3C"/>
    <w:lvl w:ilvl="0" w:tplc="2910A4B2">
      <w:start w:val="1"/>
      <w:numFmt w:val="decimal"/>
      <w:lvlText w:val="6.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5277A"/>
    <w:multiLevelType w:val="hybridMultilevel"/>
    <w:tmpl w:val="57DE5E10"/>
    <w:lvl w:ilvl="0" w:tplc="13B6A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95DA5"/>
    <w:multiLevelType w:val="multilevel"/>
    <w:tmpl w:val="1AD0F48E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66F0E5F"/>
    <w:multiLevelType w:val="hybridMultilevel"/>
    <w:tmpl w:val="B25616F2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68839B1"/>
    <w:multiLevelType w:val="hybridMultilevel"/>
    <w:tmpl w:val="3132D018"/>
    <w:lvl w:ilvl="0" w:tplc="9FCCDD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279DE"/>
    <w:multiLevelType w:val="hybridMultilevel"/>
    <w:tmpl w:val="6CCA105E"/>
    <w:lvl w:ilvl="0" w:tplc="CF9AEB96">
      <w:start w:val="1"/>
      <w:numFmt w:val="decimal"/>
      <w:lvlText w:val="Điề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212A6"/>
    <w:multiLevelType w:val="multilevel"/>
    <w:tmpl w:val="173228C2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CE6062A"/>
    <w:multiLevelType w:val="multilevel"/>
    <w:tmpl w:val="B72235E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3B4F8A"/>
    <w:multiLevelType w:val="multilevel"/>
    <w:tmpl w:val="67C4272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3F72867"/>
    <w:multiLevelType w:val="multilevel"/>
    <w:tmpl w:val="56DA3B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1">
    <w:nsid w:val="14DB5205"/>
    <w:multiLevelType w:val="hybridMultilevel"/>
    <w:tmpl w:val="B9AC80BC"/>
    <w:lvl w:ilvl="0" w:tplc="DC08B2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4709FD"/>
    <w:multiLevelType w:val="multilevel"/>
    <w:tmpl w:val="8E1ADDE4"/>
    <w:lvl w:ilvl="0">
      <w:start w:val="2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7C62AF7"/>
    <w:multiLevelType w:val="multilevel"/>
    <w:tmpl w:val="61682B4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C9E18BD"/>
    <w:multiLevelType w:val="singleLevel"/>
    <w:tmpl w:val="8046A5E8"/>
    <w:lvl w:ilvl="0">
      <w:start w:val="1"/>
      <w:numFmt w:val="decimal"/>
      <w:lvlText w:val="2.%1."/>
      <w:lvlJc w:val="left"/>
      <w:pPr>
        <w:ind w:left="900" w:hanging="360"/>
      </w:pPr>
      <w:rPr>
        <w:rFonts w:hint="default"/>
        <w:b w:val="0"/>
        <w:i w:val="0"/>
        <w:sz w:val="28"/>
        <w:szCs w:val="28"/>
      </w:rPr>
    </w:lvl>
  </w:abstractNum>
  <w:abstractNum w:abstractNumId="15">
    <w:nsid w:val="1F4976E0"/>
    <w:multiLevelType w:val="hybridMultilevel"/>
    <w:tmpl w:val="6CCA1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6D65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A4655"/>
    <w:multiLevelType w:val="hybridMultilevel"/>
    <w:tmpl w:val="008075E6"/>
    <w:lvl w:ilvl="0" w:tplc="8B9C7E86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6DC45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A2C49"/>
    <w:multiLevelType w:val="singleLevel"/>
    <w:tmpl w:val="BAFE2EBA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  <w:strike w:val="0"/>
      </w:rPr>
    </w:lvl>
  </w:abstractNum>
  <w:abstractNum w:abstractNumId="18">
    <w:nsid w:val="251F48EF"/>
    <w:multiLevelType w:val="hybridMultilevel"/>
    <w:tmpl w:val="7D664F24"/>
    <w:lvl w:ilvl="0" w:tplc="6916D658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E43E9"/>
    <w:multiLevelType w:val="multilevel"/>
    <w:tmpl w:val="3BC0AB1A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8EA507D"/>
    <w:multiLevelType w:val="multilevel"/>
    <w:tmpl w:val="945AD73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9154982"/>
    <w:multiLevelType w:val="hybridMultilevel"/>
    <w:tmpl w:val="B82AC010"/>
    <w:lvl w:ilvl="0" w:tplc="B456F856">
      <w:start w:val="2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  <w:b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EA747F"/>
    <w:multiLevelType w:val="multilevel"/>
    <w:tmpl w:val="AE1E51F0"/>
    <w:styleLink w:val="CurrentList2"/>
    <w:lvl w:ilvl="0">
      <w:start w:val="1"/>
      <w:numFmt w:val="none"/>
      <w:lvlText w:val="12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3648A3"/>
    <w:multiLevelType w:val="hybridMultilevel"/>
    <w:tmpl w:val="A58EAB2C"/>
    <w:lvl w:ilvl="0" w:tplc="DC08B2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DF396E"/>
    <w:multiLevelType w:val="multilevel"/>
    <w:tmpl w:val="C1AC6C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99E6E1F"/>
    <w:multiLevelType w:val="multilevel"/>
    <w:tmpl w:val="04629FA4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C5F0ACA"/>
    <w:multiLevelType w:val="hybridMultilevel"/>
    <w:tmpl w:val="B17A212A"/>
    <w:lvl w:ilvl="0" w:tplc="D7A6AA5A">
      <w:start w:val="1"/>
      <w:numFmt w:val="decimal"/>
      <w:lvlText w:val="3.%1."/>
      <w:lvlJc w:val="left"/>
      <w:pPr>
        <w:tabs>
          <w:tab w:val="num" w:pos="-357"/>
        </w:tabs>
        <w:ind w:left="363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627536"/>
    <w:multiLevelType w:val="multilevel"/>
    <w:tmpl w:val="0409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EA13BEA"/>
    <w:multiLevelType w:val="hybridMultilevel"/>
    <w:tmpl w:val="70CA90CE"/>
    <w:lvl w:ilvl="0" w:tplc="90F0C3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CE69CA"/>
    <w:multiLevelType w:val="hybridMultilevel"/>
    <w:tmpl w:val="6A7A2DFE"/>
    <w:lvl w:ilvl="0" w:tplc="A27AD4E0">
      <w:start w:val="1"/>
      <w:numFmt w:val="bullet"/>
      <w:lvlText w:val="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50B045B8"/>
    <w:multiLevelType w:val="multilevel"/>
    <w:tmpl w:val="81A8AC70"/>
    <w:lvl w:ilvl="0">
      <w:start w:val="1"/>
      <w:numFmt w:val="lowerLetter"/>
      <w:pStyle w:val="Style3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1737BDE"/>
    <w:multiLevelType w:val="hybridMultilevel"/>
    <w:tmpl w:val="BD3653CE"/>
    <w:lvl w:ilvl="0" w:tplc="59C071A8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"/>
      <w:lvlPicBulletId w:val="0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2">
    <w:nsid w:val="52123D03"/>
    <w:multiLevelType w:val="multilevel"/>
    <w:tmpl w:val="C5140982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5375D69"/>
    <w:multiLevelType w:val="hybridMultilevel"/>
    <w:tmpl w:val="61A09D08"/>
    <w:lvl w:ilvl="0" w:tplc="510A50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151C2A"/>
    <w:multiLevelType w:val="multilevel"/>
    <w:tmpl w:val="8870D010"/>
    <w:styleLink w:val="CurrentList1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none"/>
      <w:lvlText w:val="8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3027D7"/>
    <w:multiLevelType w:val="multilevel"/>
    <w:tmpl w:val="0A28F90E"/>
    <w:lvl w:ilvl="0">
      <w:start w:val="2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15701BA"/>
    <w:multiLevelType w:val="hybridMultilevel"/>
    <w:tmpl w:val="A304826A"/>
    <w:lvl w:ilvl="0" w:tplc="FDA079AE">
      <w:start w:val="1"/>
      <w:numFmt w:val="decimal"/>
      <w:lvlText w:val="5.%1."/>
      <w:lvlJc w:val="left"/>
      <w:pPr>
        <w:ind w:left="15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>
    <w:nsid w:val="615957A0"/>
    <w:multiLevelType w:val="hybridMultilevel"/>
    <w:tmpl w:val="96C812C6"/>
    <w:lvl w:ilvl="0" w:tplc="E25EF4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F51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64BC3FD3"/>
    <w:multiLevelType w:val="multilevel"/>
    <w:tmpl w:val="9BC8D996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9BF0643"/>
    <w:multiLevelType w:val="hybridMultilevel"/>
    <w:tmpl w:val="4186128C"/>
    <w:lvl w:ilvl="0" w:tplc="27C63602">
      <w:start w:val="1"/>
      <w:numFmt w:val="bullet"/>
      <w:lvlText w:val="-"/>
      <w:lvlJc w:val="left"/>
      <w:pPr>
        <w:ind w:left="1495" w:hanging="360"/>
      </w:pPr>
      <w:rPr>
        <w:rFonts w:ascii="Courier New" w:hAnsi="Courier New" w:hint="default"/>
        <w:strike w:val="0"/>
      </w:rPr>
    </w:lvl>
    <w:lvl w:ilvl="1" w:tplc="443C159E">
      <w:start w:val="1"/>
      <w:numFmt w:val="none"/>
      <w:lvlText w:val="8.1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 w:tplc="8DFA45D2">
      <w:start w:val="1"/>
      <w:numFmt w:val="bullet"/>
      <w:lvlText w:val="-"/>
      <w:lvlJc w:val="left"/>
      <w:pPr>
        <w:tabs>
          <w:tab w:val="num" w:pos="2935"/>
        </w:tabs>
        <w:ind w:left="2935" w:hanging="360"/>
      </w:pPr>
      <w:rPr>
        <w:rFonts w:ascii="Courier New" w:hAnsi="Courier New" w:hint="default"/>
      </w:rPr>
    </w:lvl>
    <w:lvl w:ilvl="3" w:tplc="D82E0C9C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1C30A9B8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A9A83004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83D62348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D3F623D0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26F4D59A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1">
    <w:nsid w:val="6A382EEC"/>
    <w:multiLevelType w:val="hybridMultilevel"/>
    <w:tmpl w:val="0F0C8EC2"/>
    <w:lvl w:ilvl="0" w:tplc="27C63602">
      <w:start w:val="1"/>
      <w:numFmt w:val="bullet"/>
      <w:pStyle w:val="ListParagraph1"/>
      <w:lvlText w:val=""/>
      <w:lvlJc w:val="left"/>
      <w:pPr>
        <w:ind w:left="900" w:hanging="360"/>
      </w:pPr>
      <w:rPr>
        <w:rFonts w:ascii="Wingdings" w:hAnsi="Wingdings" w:hint="default"/>
        <w:color w:val="C00000"/>
        <w:sz w:val="16"/>
      </w:rPr>
    </w:lvl>
    <w:lvl w:ilvl="1" w:tplc="443C1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A4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E0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30A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83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62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62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4D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1C1B9D"/>
    <w:multiLevelType w:val="multilevel"/>
    <w:tmpl w:val="4BE04DE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E4D4F63"/>
    <w:multiLevelType w:val="hybridMultilevel"/>
    <w:tmpl w:val="B0380B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0251B4"/>
    <w:multiLevelType w:val="hybridMultilevel"/>
    <w:tmpl w:val="4670A8C6"/>
    <w:lvl w:ilvl="0" w:tplc="90F0C31A">
      <w:start w:val="1"/>
      <w:numFmt w:val="bullet"/>
      <w:lvlText w:val="-"/>
      <w:lvlJc w:val="left"/>
      <w:pPr>
        <w:tabs>
          <w:tab w:val="num" w:pos="72"/>
        </w:tabs>
        <w:ind w:left="360" w:hanging="360"/>
      </w:pPr>
      <w:rPr>
        <w:rFonts w:ascii="Simplified Arabic Fixed" w:hAnsi="Simplified Arabic Fixed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864C5B"/>
    <w:multiLevelType w:val="hybridMultilevel"/>
    <w:tmpl w:val="4D6CC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C45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  <w:szCs w:val="12"/>
      </w:rPr>
    </w:lvl>
    <w:lvl w:ilvl="2" w:tplc="DE20333C">
      <w:start w:val="1"/>
      <w:numFmt w:val="decimal"/>
      <w:lvlText w:val="20.%3."/>
      <w:lvlJc w:val="left"/>
      <w:pPr>
        <w:tabs>
          <w:tab w:val="num" w:pos="2337"/>
        </w:tabs>
        <w:ind w:left="1980" w:firstLine="0"/>
      </w:pPr>
      <w:rPr>
        <w:rFonts w:ascii="Arial" w:hAnsi="Arial" w:cs="Arial" w:hint="default"/>
      </w:rPr>
    </w:lvl>
    <w:lvl w:ilvl="3" w:tplc="8E7463AA">
      <w:start w:val="1"/>
      <w:numFmt w:val="bullet"/>
      <w:lvlText w:val="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8272ED"/>
    <w:multiLevelType w:val="multilevel"/>
    <w:tmpl w:val="D8668132"/>
    <w:lvl w:ilvl="0">
      <w:start w:val="18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C884C48"/>
    <w:multiLevelType w:val="multilevel"/>
    <w:tmpl w:val="D474DE9C"/>
    <w:lvl w:ilvl="0">
      <w:start w:val="1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E777288"/>
    <w:multiLevelType w:val="hybridMultilevel"/>
    <w:tmpl w:val="37FC0DC6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14"/>
  </w:num>
  <w:num w:numId="4">
    <w:abstractNumId w:val="38"/>
  </w:num>
  <w:num w:numId="5">
    <w:abstractNumId w:val="34"/>
  </w:num>
  <w:num w:numId="6">
    <w:abstractNumId w:val="22"/>
  </w:num>
  <w:num w:numId="7">
    <w:abstractNumId w:val="17"/>
  </w:num>
  <w:num w:numId="8">
    <w:abstractNumId w:val="31"/>
  </w:num>
  <w:num w:numId="9">
    <w:abstractNumId w:val="36"/>
  </w:num>
  <w:num w:numId="10">
    <w:abstractNumId w:val="1"/>
  </w:num>
  <w:num w:numId="11">
    <w:abstractNumId w:val="26"/>
  </w:num>
  <w:num w:numId="12">
    <w:abstractNumId w:val="44"/>
  </w:num>
  <w:num w:numId="13">
    <w:abstractNumId w:val="45"/>
  </w:num>
  <w:num w:numId="14">
    <w:abstractNumId w:val="4"/>
  </w:num>
  <w:num w:numId="15">
    <w:abstractNumId w:val="21"/>
  </w:num>
  <w:num w:numId="16">
    <w:abstractNumId w:val="18"/>
  </w:num>
  <w:num w:numId="17">
    <w:abstractNumId w:val="15"/>
  </w:num>
  <w:num w:numId="18">
    <w:abstractNumId w:val="28"/>
  </w:num>
  <w:num w:numId="19">
    <w:abstractNumId w:val="16"/>
  </w:num>
  <w:num w:numId="20">
    <w:abstractNumId w:val="10"/>
  </w:num>
  <w:num w:numId="21">
    <w:abstractNumId w:val="29"/>
  </w:num>
  <w:num w:numId="22">
    <w:abstractNumId w:val="5"/>
  </w:num>
  <w:num w:numId="23">
    <w:abstractNumId w:val="48"/>
  </w:num>
  <w:num w:numId="24">
    <w:abstractNumId w:val="41"/>
  </w:num>
  <w:num w:numId="25">
    <w:abstractNumId w:val="42"/>
  </w:num>
  <w:num w:numId="26">
    <w:abstractNumId w:val="13"/>
  </w:num>
  <w:num w:numId="27">
    <w:abstractNumId w:val="9"/>
  </w:num>
  <w:num w:numId="28">
    <w:abstractNumId w:val="24"/>
  </w:num>
  <w:num w:numId="29">
    <w:abstractNumId w:val="8"/>
  </w:num>
  <w:num w:numId="30">
    <w:abstractNumId w:val="19"/>
  </w:num>
  <w:num w:numId="31">
    <w:abstractNumId w:val="20"/>
  </w:num>
  <w:num w:numId="32">
    <w:abstractNumId w:val="39"/>
  </w:num>
  <w:num w:numId="33">
    <w:abstractNumId w:val="25"/>
  </w:num>
  <w:num w:numId="34">
    <w:abstractNumId w:val="46"/>
  </w:num>
  <w:num w:numId="35">
    <w:abstractNumId w:val="47"/>
  </w:num>
  <w:num w:numId="36">
    <w:abstractNumId w:val="35"/>
  </w:num>
  <w:num w:numId="37">
    <w:abstractNumId w:val="3"/>
  </w:num>
  <w:num w:numId="38">
    <w:abstractNumId w:val="12"/>
  </w:num>
  <w:num w:numId="39">
    <w:abstractNumId w:val="7"/>
  </w:num>
  <w:num w:numId="40">
    <w:abstractNumId w:val="32"/>
  </w:num>
  <w:num w:numId="41">
    <w:abstractNumId w:val="6"/>
  </w:num>
  <w:num w:numId="42">
    <w:abstractNumId w:val="0"/>
  </w:num>
  <w:num w:numId="43">
    <w:abstractNumId w:val="43"/>
  </w:num>
  <w:num w:numId="44">
    <w:abstractNumId w:val="2"/>
  </w:num>
  <w:num w:numId="45">
    <w:abstractNumId w:val="11"/>
  </w:num>
  <w:num w:numId="46">
    <w:abstractNumId w:val="23"/>
  </w:num>
  <w:num w:numId="47">
    <w:abstractNumId w:val="30"/>
  </w:num>
  <w:num w:numId="48">
    <w:abstractNumId w:val="33"/>
  </w:num>
  <w:num w:numId="49">
    <w:abstractNumId w:val="37"/>
  </w:num>
  <w:numIdMacAtCleanup w:val="40"/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  <wne:hash wne:val="107612994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F:\07. PTNT II CAO BA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2$` "/>
    <w:odso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drawingGridHorizontalSpacing w:val="195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C3"/>
    <w:rsid w:val="0000048C"/>
    <w:rsid w:val="00000503"/>
    <w:rsid w:val="0000159A"/>
    <w:rsid w:val="00003806"/>
    <w:rsid w:val="00004161"/>
    <w:rsid w:val="00004649"/>
    <w:rsid w:val="00005258"/>
    <w:rsid w:val="00006628"/>
    <w:rsid w:val="0000699C"/>
    <w:rsid w:val="00006CFD"/>
    <w:rsid w:val="00010245"/>
    <w:rsid w:val="000127C0"/>
    <w:rsid w:val="00012EEC"/>
    <w:rsid w:val="00013308"/>
    <w:rsid w:val="0001395D"/>
    <w:rsid w:val="00014B20"/>
    <w:rsid w:val="00015102"/>
    <w:rsid w:val="000154CA"/>
    <w:rsid w:val="00016979"/>
    <w:rsid w:val="000209D1"/>
    <w:rsid w:val="00021105"/>
    <w:rsid w:val="0002229F"/>
    <w:rsid w:val="00022758"/>
    <w:rsid w:val="00022BB0"/>
    <w:rsid w:val="00022CAD"/>
    <w:rsid w:val="00022FF2"/>
    <w:rsid w:val="000250F7"/>
    <w:rsid w:val="00025EBB"/>
    <w:rsid w:val="000300CB"/>
    <w:rsid w:val="0003065C"/>
    <w:rsid w:val="00030E91"/>
    <w:rsid w:val="000312B4"/>
    <w:rsid w:val="00032724"/>
    <w:rsid w:val="00033ABF"/>
    <w:rsid w:val="00033F1F"/>
    <w:rsid w:val="00034770"/>
    <w:rsid w:val="00034A53"/>
    <w:rsid w:val="00035A0B"/>
    <w:rsid w:val="00036136"/>
    <w:rsid w:val="000364DD"/>
    <w:rsid w:val="00041089"/>
    <w:rsid w:val="0004141F"/>
    <w:rsid w:val="000417B3"/>
    <w:rsid w:val="000447F8"/>
    <w:rsid w:val="00046325"/>
    <w:rsid w:val="00046608"/>
    <w:rsid w:val="00047E63"/>
    <w:rsid w:val="00051848"/>
    <w:rsid w:val="00052CA5"/>
    <w:rsid w:val="0005342F"/>
    <w:rsid w:val="000537BA"/>
    <w:rsid w:val="00054514"/>
    <w:rsid w:val="000546E2"/>
    <w:rsid w:val="00055776"/>
    <w:rsid w:val="0005671E"/>
    <w:rsid w:val="0005770A"/>
    <w:rsid w:val="000605A3"/>
    <w:rsid w:val="00060793"/>
    <w:rsid w:val="000615DA"/>
    <w:rsid w:val="00062C0E"/>
    <w:rsid w:val="000631FA"/>
    <w:rsid w:val="00063CC7"/>
    <w:rsid w:val="00065C29"/>
    <w:rsid w:val="000660C1"/>
    <w:rsid w:val="00066CFE"/>
    <w:rsid w:val="00067FB9"/>
    <w:rsid w:val="00071AB8"/>
    <w:rsid w:val="00072AC2"/>
    <w:rsid w:val="00073DF7"/>
    <w:rsid w:val="0007496D"/>
    <w:rsid w:val="00074F28"/>
    <w:rsid w:val="00075C05"/>
    <w:rsid w:val="000774B4"/>
    <w:rsid w:val="000777A1"/>
    <w:rsid w:val="00077CB3"/>
    <w:rsid w:val="00081574"/>
    <w:rsid w:val="000828C4"/>
    <w:rsid w:val="00082ABF"/>
    <w:rsid w:val="00082FD2"/>
    <w:rsid w:val="00083618"/>
    <w:rsid w:val="000840BF"/>
    <w:rsid w:val="00084E74"/>
    <w:rsid w:val="00085209"/>
    <w:rsid w:val="00085ED0"/>
    <w:rsid w:val="0008737F"/>
    <w:rsid w:val="0009022B"/>
    <w:rsid w:val="00091068"/>
    <w:rsid w:val="000917DE"/>
    <w:rsid w:val="00092932"/>
    <w:rsid w:val="00092C68"/>
    <w:rsid w:val="00093802"/>
    <w:rsid w:val="000943AA"/>
    <w:rsid w:val="00095F7B"/>
    <w:rsid w:val="000973A9"/>
    <w:rsid w:val="000975CF"/>
    <w:rsid w:val="000A09D2"/>
    <w:rsid w:val="000A23AE"/>
    <w:rsid w:val="000A242C"/>
    <w:rsid w:val="000A2ACF"/>
    <w:rsid w:val="000A4792"/>
    <w:rsid w:val="000A4975"/>
    <w:rsid w:val="000A4C24"/>
    <w:rsid w:val="000A575C"/>
    <w:rsid w:val="000A6693"/>
    <w:rsid w:val="000A7C11"/>
    <w:rsid w:val="000B134E"/>
    <w:rsid w:val="000B14B7"/>
    <w:rsid w:val="000B16AF"/>
    <w:rsid w:val="000B2600"/>
    <w:rsid w:val="000B46B7"/>
    <w:rsid w:val="000B4BB8"/>
    <w:rsid w:val="000B56AB"/>
    <w:rsid w:val="000B6417"/>
    <w:rsid w:val="000B65B1"/>
    <w:rsid w:val="000C0403"/>
    <w:rsid w:val="000C0AC1"/>
    <w:rsid w:val="000C1B09"/>
    <w:rsid w:val="000C1CC7"/>
    <w:rsid w:val="000C2EC2"/>
    <w:rsid w:val="000C6702"/>
    <w:rsid w:val="000C6CBA"/>
    <w:rsid w:val="000C74FD"/>
    <w:rsid w:val="000D5BAB"/>
    <w:rsid w:val="000D655E"/>
    <w:rsid w:val="000D6840"/>
    <w:rsid w:val="000D6FC8"/>
    <w:rsid w:val="000D75C0"/>
    <w:rsid w:val="000E0DB0"/>
    <w:rsid w:val="000E1FEE"/>
    <w:rsid w:val="000E29DE"/>
    <w:rsid w:val="000E3D7C"/>
    <w:rsid w:val="000E4452"/>
    <w:rsid w:val="000E5591"/>
    <w:rsid w:val="000E5692"/>
    <w:rsid w:val="000E6101"/>
    <w:rsid w:val="000E73CB"/>
    <w:rsid w:val="000E74CD"/>
    <w:rsid w:val="000E782E"/>
    <w:rsid w:val="000F089B"/>
    <w:rsid w:val="000F2598"/>
    <w:rsid w:val="000F2CC7"/>
    <w:rsid w:val="000F52B7"/>
    <w:rsid w:val="000F58E7"/>
    <w:rsid w:val="0010018C"/>
    <w:rsid w:val="001012FB"/>
    <w:rsid w:val="00101C05"/>
    <w:rsid w:val="0010253C"/>
    <w:rsid w:val="00103DDE"/>
    <w:rsid w:val="00106E30"/>
    <w:rsid w:val="001071DE"/>
    <w:rsid w:val="00107D11"/>
    <w:rsid w:val="00111394"/>
    <w:rsid w:val="001118B5"/>
    <w:rsid w:val="00111E04"/>
    <w:rsid w:val="00112E12"/>
    <w:rsid w:val="00112FF7"/>
    <w:rsid w:val="0011308E"/>
    <w:rsid w:val="00114FC6"/>
    <w:rsid w:val="0011534F"/>
    <w:rsid w:val="00117A05"/>
    <w:rsid w:val="00120828"/>
    <w:rsid w:val="00123025"/>
    <w:rsid w:val="001247EA"/>
    <w:rsid w:val="00126142"/>
    <w:rsid w:val="0012656F"/>
    <w:rsid w:val="00127780"/>
    <w:rsid w:val="0013002C"/>
    <w:rsid w:val="00130F5D"/>
    <w:rsid w:val="00131142"/>
    <w:rsid w:val="00133494"/>
    <w:rsid w:val="00133652"/>
    <w:rsid w:val="0013461C"/>
    <w:rsid w:val="00134B9F"/>
    <w:rsid w:val="00135338"/>
    <w:rsid w:val="0013538B"/>
    <w:rsid w:val="0013616F"/>
    <w:rsid w:val="0013673D"/>
    <w:rsid w:val="001367BB"/>
    <w:rsid w:val="0014073D"/>
    <w:rsid w:val="00141360"/>
    <w:rsid w:val="00144D1D"/>
    <w:rsid w:val="001465B8"/>
    <w:rsid w:val="00147E96"/>
    <w:rsid w:val="0015105A"/>
    <w:rsid w:val="00151A91"/>
    <w:rsid w:val="00152064"/>
    <w:rsid w:val="0015283E"/>
    <w:rsid w:val="001528D5"/>
    <w:rsid w:val="00153547"/>
    <w:rsid w:val="00153ED0"/>
    <w:rsid w:val="0015415F"/>
    <w:rsid w:val="00154479"/>
    <w:rsid w:val="00156177"/>
    <w:rsid w:val="00156347"/>
    <w:rsid w:val="00161591"/>
    <w:rsid w:val="001617F0"/>
    <w:rsid w:val="00161A95"/>
    <w:rsid w:val="00162D41"/>
    <w:rsid w:val="00162DFC"/>
    <w:rsid w:val="00162F99"/>
    <w:rsid w:val="00164121"/>
    <w:rsid w:val="00165529"/>
    <w:rsid w:val="00167008"/>
    <w:rsid w:val="00171F9C"/>
    <w:rsid w:val="001723F8"/>
    <w:rsid w:val="001736C2"/>
    <w:rsid w:val="00174B4A"/>
    <w:rsid w:val="00174D0A"/>
    <w:rsid w:val="001752C6"/>
    <w:rsid w:val="0017561D"/>
    <w:rsid w:val="00175BD3"/>
    <w:rsid w:val="00177D67"/>
    <w:rsid w:val="0018097E"/>
    <w:rsid w:val="001813C6"/>
    <w:rsid w:val="00181EFF"/>
    <w:rsid w:val="0018212A"/>
    <w:rsid w:val="00183468"/>
    <w:rsid w:val="00184242"/>
    <w:rsid w:val="001849E0"/>
    <w:rsid w:val="0018585B"/>
    <w:rsid w:val="00187031"/>
    <w:rsid w:val="001874DF"/>
    <w:rsid w:val="00190810"/>
    <w:rsid w:val="00190857"/>
    <w:rsid w:val="00190E9E"/>
    <w:rsid w:val="001926D6"/>
    <w:rsid w:val="001930FC"/>
    <w:rsid w:val="00193331"/>
    <w:rsid w:val="001A052C"/>
    <w:rsid w:val="001A073C"/>
    <w:rsid w:val="001A1B8E"/>
    <w:rsid w:val="001A1B9B"/>
    <w:rsid w:val="001A2A1D"/>
    <w:rsid w:val="001A2E40"/>
    <w:rsid w:val="001A3AB1"/>
    <w:rsid w:val="001A4C36"/>
    <w:rsid w:val="001A5778"/>
    <w:rsid w:val="001A7584"/>
    <w:rsid w:val="001A790D"/>
    <w:rsid w:val="001B0B35"/>
    <w:rsid w:val="001B2C8C"/>
    <w:rsid w:val="001B3957"/>
    <w:rsid w:val="001B3962"/>
    <w:rsid w:val="001B43BB"/>
    <w:rsid w:val="001B4673"/>
    <w:rsid w:val="001B5774"/>
    <w:rsid w:val="001B5DE3"/>
    <w:rsid w:val="001C016A"/>
    <w:rsid w:val="001C06B0"/>
    <w:rsid w:val="001C291E"/>
    <w:rsid w:val="001C3512"/>
    <w:rsid w:val="001C3733"/>
    <w:rsid w:val="001C3D10"/>
    <w:rsid w:val="001C4931"/>
    <w:rsid w:val="001C5B0B"/>
    <w:rsid w:val="001D0779"/>
    <w:rsid w:val="001D1611"/>
    <w:rsid w:val="001D1B1F"/>
    <w:rsid w:val="001D1E17"/>
    <w:rsid w:val="001D1F73"/>
    <w:rsid w:val="001D23CE"/>
    <w:rsid w:val="001D3BF7"/>
    <w:rsid w:val="001D4645"/>
    <w:rsid w:val="001D4C57"/>
    <w:rsid w:val="001D550F"/>
    <w:rsid w:val="001D593A"/>
    <w:rsid w:val="001D6170"/>
    <w:rsid w:val="001D61A5"/>
    <w:rsid w:val="001D6ED4"/>
    <w:rsid w:val="001D77C1"/>
    <w:rsid w:val="001E007D"/>
    <w:rsid w:val="001E1DE3"/>
    <w:rsid w:val="001E20FD"/>
    <w:rsid w:val="001E351E"/>
    <w:rsid w:val="001E3AAD"/>
    <w:rsid w:val="001E54A5"/>
    <w:rsid w:val="001E5E48"/>
    <w:rsid w:val="001E7C98"/>
    <w:rsid w:val="001F00E7"/>
    <w:rsid w:val="001F0884"/>
    <w:rsid w:val="001F09A3"/>
    <w:rsid w:val="001F144F"/>
    <w:rsid w:val="001F1FDC"/>
    <w:rsid w:val="001F20AA"/>
    <w:rsid w:val="001F4419"/>
    <w:rsid w:val="001F4C66"/>
    <w:rsid w:val="001F5B4E"/>
    <w:rsid w:val="001F5B93"/>
    <w:rsid w:val="001F630B"/>
    <w:rsid w:val="001F6E0C"/>
    <w:rsid w:val="001F7139"/>
    <w:rsid w:val="001F7677"/>
    <w:rsid w:val="001F7AE7"/>
    <w:rsid w:val="0020184A"/>
    <w:rsid w:val="0020244D"/>
    <w:rsid w:val="0020333C"/>
    <w:rsid w:val="0020576D"/>
    <w:rsid w:val="002079C6"/>
    <w:rsid w:val="00212144"/>
    <w:rsid w:val="002123DC"/>
    <w:rsid w:val="00212C3D"/>
    <w:rsid w:val="002131DD"/>
    <w:rsid w:val="002139C8"/>
    <w:rsid w:val="0021502C"/>
    <w:rsid w:val="002152C9"/>
    <w:rsid w:val="002202F5"/>
    <w:rsid w:val="00220893"/>
    <w:rsid w:val="0022115B"/>
    <w:rsid w:val="00221D46"/>
    <w:rsid w:val="002231F5"/>
    <w:rsid w:val="00225343"/>
    <w:rsid w:val="002253F0"/>
    <w:rsid w:val="00227717"/>
    <w:rsid w:val="00227F9E"/>
    <w:rsid w:val="002306D8"/>
    <w:rsid w:val="00230AC6"/>
    <w:rsid w:val="00231548"/>
    <w:rsid w:val="002324FA"/>
    <w:rsid w:val="0023547B"/>
    <w:rsid w:val="00237B16"/>
    <w:rsid w:val="00237ED0"/>
    <w:rsid w:val="00241459"/>
    <w:rsid w:val="00241BF1"/>
    <w:rsid w:val="00242333"/>
    <w:rsid w:val="00243087"/>
    <w:rsid w:val="002435A5"/>
    <w:rsid w:val="00243637"/>
    <w:rsid w:val="002456F1"/>
    <w:rsid w:val="00247A97"/>
    <w:rsid w:val="00250304"/>
    <w:rsid w:val="00250573"/>
    <w:rsid w:val="002506A9"/>
    <w:rsid w:val="002516B2"/>
    <w:rsid w:val="00251E8D"/>
    <w:rsid w:val="002522C6"/>
    <w:rsid w:val="00252523"/>
    <w:rsid w:val="002525B8"/>
    <w:rsid w:val="00253F56"/>
    <w:rsid w:val="00255122"/>
    <w:rsid w:val="00256536"/>
    <w:rsid w:val="00257687"/>
    <w:rsid w:val="0025785D"/>
    <w:rsid w:val="0026105A"/>
    <w:rsid w:val="00261339"/>
    <w:rsid w:val="00261504"/>
    <w:rsid w:val="0026200E"/>
    <w:rsid w:val="002632B0"/>
    <w:rsid w:val="00263765"/>
    <w:rsid w:val="0026392D"/>
    <w:rsid w:val="00263A87"/>
    <w:rsid w:val="0026495F"/>
    <w:rsid w:val="00264FA2"/>
    <w:rsid w:val="00265557"/>
    <w:rsid w:val="00270235"/>
    <w:rsid w:val="0027233E"/>
    <w:rsid w:val="0027491B"/>
    <w:rsid w:val="00274FF0"/>
    <w:rsid w:val="00275D58"/>
    <w:rsid w:val="00276449"/>
    <w:rsid w:val="0027672D"/>
    <w:rsid w:val="00277358"/>
    <w:rsid w:val="00280C45"/>
    <w:rsid w:val="002810F6"/>
    <w:rsid w:val="002827F8"/>
    <w:rsid w:val="0028296E"/>
    <w:rsid w:val="00283A0B"/>
    <w:rsid w:val="00283BEF"/>
    <w:rsid w:val="0028473D"/>
    <w:rsid w:val="00284E9D"/>
    <w:rsid w:val="0028592F"/>
    <w:rsid w:val="0028647C"/>
    <w:rsid w:val="00287FEE"/>
    <w:rsid w:val="0029042E"/>
    <w:rsid w:val="00290D85"/>
    <w:rsid w:val="00290F10"/>
    <w:rsid w:val="002912DE"/>
    <w:rsid w:val="0029150E"/>
    <w:rsid w:val="00291E16"/>
    <w:rsid w:val="0029247B"/>
    <w:rsid w:val="0029384C"/>
    <w:rsid w:val="0029462D"/>
    <w:rsid w:val="00295508"/>
    <w:rsid w:val="00295D57"/>
    <w:rsid w:val="002966B6"/>
    <w:rsid w:val="002967B8"/>
    <w:rsid w:val="00297457"/>
    <w:rsid w:val="002979F5"/>
    <w:rsid w:val="00297C48"/>
    <w:rsid w:val="002A0534"/>
    <w:rsid w:val="002A0D69"/>
    <w:rsid w:val="002A15F7"/>
    <w:rsid w:val="002A1E26"/>
    <w:rsid w:val="002A2860"/>
    <w:rsid w:val="002A2BF0"/>
    <w:rsid w:val="002A39E7"/>
    <w:rsid w:val="002A3F0C"/>
    <w:rsid w:val="002A439A"/>
    <w:rsid w:val="002A6637"/>
    <w:rsid w:val="002A6DA0"/>
    <w:rsid w:val="002A6DBD"/>
    <w:rsid w:val="002B06EC"/>
    <w:rsid w:val="002B08D2"/>
    <w:rsid w:val="002B1512"/>
    <w:rsid w:val="002B17D4"/>
    <w:rsid w:val="002B20FA"/>
    <w:rsid w:val="002B2F84"/>
    <w:rsid w:val="002B324D"/>
    <w:rsid w:val="002B6921"/>
    <w:rsid w:val="002B7099"/>
    <w:rsid w:val="002B7E2B"/>
    <w:rsid w:val="002C041A"/>
    <w:rsid w:val="002C1A7F"/>
    <w:rsid w:val="002C2A6E"/>
    <w:rsid w:val="002C2B5A"/>
    <w:rsid w:val="002C321E"/>
    <w:rsid w:val="002C325F"/>
    <w:rsid w:val="002C3AEB"/>
    <w:rsid w:val="002C7753"/>
    <w:rsid w:val="002C7F0A"/>
    <w:rsid w:val="002D060B"/>
    <w:rsid w:val="002D0AC9"/>
    <w:rsid w:val="002D0C20"/>
    <w:rsid w:val="002D1184"/>
    <w:rsid w:val="002D1D6E"/>
    <w:rsid w:val="002D1ED9"/>
    <w:rsid w:val="002D2280"/>
    <w:rsid w:val="002D23B1"/>
    <w:rsid w:val="002D2F4A"/>
    <w:rsid w:val="002D3484"/>
    <w:rsid w:val="002D4922"/>
    <w:rsid w:val="002D4CC0"/>
    <w:rsid w:val="002D5783"/>
    <w:rsid w:val="002D57E3"/>
    <w:rsid w:val="002D6066"/>
    <w:rsid w:val="002D6067"/>
    <w:rsid w:val="002D6483"/>
    <w:rsid w:val="002D6A38"/>
    <w:rsid w:val="002D70A8"/>
    <w:rsid w:val="002D74CF"/>
    <w:rsid w:val="002D7A6C"/>
    <w:rsid w:val="002E15EC"/>
    <w:rsid w:val="002E184A"/>
    <w:rsid w:val="002E3AA7"/>
    <w:rsid w:val="002E5B39"/>
    <w:rsid w:val="002F0A55"/>
    <w:rsid w:val="002F1A3D"/>
    <w:rsid w:val="002F3FF3"/>
    <w:rsid w:val="002F4B31"/>
    <w:rsid w:val="002F5738"/>
    <w:rsid w:val="002F6C1A"/>
    <w:rsid w:val="00303864"/>
    <w:rsid w:val="003038F1"/>
    <w:rsid w:val="003053C6"/>
    <w:rsid w:val="0030669B"/>
    <w:rsid w:val="00306CDF"/>
    <w:rsid w:val="00307AA8"/>
    <w:rsid w:val="00310731"/>
    <w:rsid w:val="00310807"/>
    <w:rsid w:val="00310844"/>
    <w:rsid w:val="00310C45"/>
    <w:rsid w:val="00311742"/>
    <w:rsid w:val="00311F1D"/>
    <w:rsid w:val="00312588"/>
    <w:rsid w:val="0031292F"/>
    <w:rsid w:val="00313C23"/>
    <w:rsid w:val="00314353"/>
    <w:rsid w:val="00314E6F"/>
    <w:rsid w:val="00316D7D"/>
    <w:rsid w:val="00317DAC"/>
    <w:rsid w:val="0032021D"/>
    <w:rsid w:val="0032028A"/>
    <w:rsid w:val="00320522"/>
    <w:rsid w:val="003206DF"/>
    <w:rsid w:val="003210A7"/>
    <w:rsid w:val="00323B7C"/>
    <w:rsid w:val="00323C22"/>
    <w:rsid w:val="00323C62"/>
    <w:rsid w:val="003240AA"/>
    <w:rsid w:val="003262BF"/>
    <w:rsid w:val="0032700A"/>
    <w:rsid w:val="00327576"/>
    <w:rsid w:val="00332721"/>
    <w:rsid w:val="00332DFC"/>
    <w:rsid w:val="0033502E"/>
    <w:rsid w:val="003350C7"/>
    <w:rsid w:val="00335A30"/>
    <w:rsid w:val="00336392"/>
    <w:rsid w:val="00336476"/>
    <w:rsid w:val="00340D83"/>
    <w:rsid w:val="003416EC"/>
    <w:rsid w:val="003463CC"/>
    <w:rsid w:val="00352120"/>
    <w:rsid w:val="003554F3"/>
    <w:rsid w:val="00355AE3"/>
    <w:rsid w:val="0035705E"/>
    <w:rsid w:val="00357222"/>
    <w:rsid w:val="00357E7E"/>
    <w:rsid w:val="003619A4"/>
    <w:rsid w:val="00361B7C"/>
    <w:rsid w:val="00362244"/>
    <w:rsid w:val="00364BE3"/>
    <w:rsid w:val="00365181"/>
    <w:rsid w:val="003663FC"/>
    <w:rsid w:val="003665D3"/>
    <w:rsid w:val="00367E62"/>
    <w:rsid w:val="0037025C"/>
    <w:rsid w:val="0037095D"/>
    <w:rsid w:val="00370A81"/>
    <w:rsid w:val="00370B73"/>
    <w:rsid w:val="003710FE"/>
    <w:rsid w:val="00371AC1"/>
    <w:rsid w:val="003729B1"/>
    <w:rsid w:val="00372E26"/>
    <w:rsid w:val="00373008"/>
    <w:rsid w:val="003745A0"/>
    <w:rsid w:val="003758BF"/>
    <w:rsid w:val="003760EE"/>
    <w:rsid w:val="00376F01"/>
    <w:rsid w:val="00377C84"/>
    <w:rsid w:val="0038012D"/>
    <w:rsid w:val="003805AC"/>
    <w:rsid w:val="003811C0"/>
    <w:rsid w:val="00381AEE"/>
    <w:rsid w:val="00382E62"/>
    <w:rsid w:val="00383FB1"/>
    <w:rsid w:val="00384436"/>
    <w:rsid w:val="0038534F"/>
    <w:rsid w:val="00385497"/>
    <w:rsid w:val="00386F78"/>
    <w:rsid w:val="00387ABE"/>
    <w:rsid w:val="00390D72"/>
    <w:rsid w:val="00390DBD"/>
    <w:rsid w:val="00391028"/>
    <w:rsid w:val="00391A6E"/>
    <w:rsid w:val="00391C08"/>
    <w:rsid w:val="00392CA1"/>
    <w:rsid w:val="00393A83"/>
    <w:rsid w:val="003955DA"/>
    <w:rsid w:val="0039574D"/>
    <w:rsid w:val="00396461"/>
    <w:rsid w:val="00397D58"/>
    <w:rsid w:val="003A09CE"/>
    <w:rsid w:val="003A0F15"/>
    <w:rsid w:val="003A0FF3"/>
    <w:rsid w:val="003A10C2"/>
    <w:rsid w:val="003A152F"/>
    <w:rsid w:val="003A3EAF"/>
    <w:rsid w:val="003A5837"/>
    <w:rsid w:val="003A6891"/>
    <w:rsid w:val="003A6DCA"/>
    <w:rsid w:val="003A790C"/>
    <w:rsid w:val="003A7A1E"/>
    <w:rsid w:val="003B01D3"/>
    <w:rsid w:val="003B1A2D"/>
    <w:rsid w:val="003B21B7"/>
    <w:rsid w:val="003B5161"/>
    <w:rsid w:val="003C09E2"/>
    <w:rsid w:val="003C19DB"/>
    <w:rsid w:val="003C2427"/>
    <w:rsid w:val="003C2444"/>
    <w:rsid w:val="003C37A2"/>
    <w:rsid w:val="003C37CB"/>
    <w:rsid w:val="003C49F3"/>
    <w:rsid w:val="003C5936"/>
    <w:rsid w:val="003C5E91"/>
    <w:rsid w:val="003C5F85"/>
    <w:rsid w:val="003C7612"/>
    <w:rsid w:val="003D086A"/>
    <w:rsid w:val="003D1668"/>
    <w:rsid w:val="003D1677"/>
    <w:rsid w:val="003D25ED"/>
    <w:rsid w:val="003D260D"/>
    <w:rsid w:val="003D3817"/>
    <w:rsid w:val="003D3EB9"/>
    <w:rsid w:val="003D4364"/>
    <w:rsid w:val="003D43E3"/>
    <w:rsid w:val="003D57FA"/>
    <w:rsid w:val="003D61AE"/>
    <w:rsid w:val="003E19B4"/>
    <w:rsid w:val="003E2B90"/>
    <w:rsid w:val="003E3048"/>
    <w:rsid w:val="003E33C6"/>
    <w:rsid w:val="003E3C81"/>
    <w:rsid w:val="003E3CDA"/>
    <w:rsid w:val="003E4E9C"/>
    <w:rsid w:val="003E6F3F"/>
    <w:rsid w:val="003E77E3"/>
    <w:rsid w:val="003F07F1"/>
    <w:rsid w:val="003F1D1A"/>
    <w:rsid w:val="003F20F5"/>
    <w:rsid w:val="003F21EB"/>
    <w:rsid w:val="003F3179"/>
    <w:rsid w:val="003F3BEE"/>
    <w:rsid w:val="003F438D"/>
    <w:rsid w:val="003F4E4A"/>
    <w:rsid w:val="003F63A0"/>
    <w:rsid w:val="003F684E"/>
    <w:rsid w:val="003F702D"/>
    <w:rsid w:val="003F71AC"/>
    <w:rsid w:val="003F75B9"/>
    <w:rsid w:val="00400A6A"/>
    <w:rsid w:val="0040400C"/>
    <w:rsid w:val="00405BA1"/>
    <w:rsid w:val="00406E31"/>
    <w:rsid w:val="00412D6A"/>
    <w:rsid w:val="004138E5"/>
    <w:rsid w:val="00414458"/>
    <w:rsid w:val="0041602A"/>
    <w:rsid w:val="00420A5F"/>
    <w:rsid w:val="00421C81"/>
    <w:rsid w:val="0042236C"/>
    <w:rsid w:val="00422D0F"/>
    <w:rsid w:val="00423039"/>
    <w:rsid w:val="00426ED5"/>
    <w:rsid w:val="004305DA"/>
    <w:rsid w:val="004315BB"/>
    <w:rsid w:val="0043179D"/>
    <w:rsid w:val="00431A3F"/>
    <w:rsid w:val="00431B41"/>
    <w:rsid w:val="00432802"/>
    <w:rsid w:val="004329DF"/>
    <w:rsid w:val="00432FD4"/>
    <w:rsid w:val="00433FAB"/>
    <w:rsid w:val="00434DB7"/>
    <w:rsid w:val="004351D4"/>
    <w:rsid w:val="00435EA8"/>
    <w:rsid w:val="00435F30"/>
    <w:rsid w:val="00436C6B"/>
    <w:rsid w:val="00437572"/>
    <w:rsid w:val="00441EA6"/>
    <w:rsid w:val="00442BF9"/>
    <w:rsid w:val="00443D7D"/>
    <w:rsid w:val="00444B14"/>
    <w:rsid w:val="00444C7A"/>
    <w:rsid w:val="00446C5A"/>
    <w:rsid w:val="004472EC"/>
    <w:rsid w:val="004514AE"/>
    <w:rsid w:val="00451D10"/>
    <w:rsid w:val="00452781"/>
    <w:rsid w:val="00452F81"/>
    <w:rsid w:val="00453032"/>
    <w:rsid w:val="00453536"/>
    <w:rsid w:val="00453FF7"/>
    <w:rsid w:val="00454061"/>
    <w:rsid w:val="00454F1C"/>
    <w:rsid w:val="00455DCA"/>
    <w:rsid w:val="00455E98"/>
    <w:rsid w:val="00456B72"/>
    <w:rsid w:val="0046147F"/>
    <w:rsid w:val="00462A57"/>
    <w:rsid w:val="004630B4"/>
    <w:rsid w:val="004642AC"/>
    <w:rsid w:val="00465B78"/>
    <w:rsid w:val="00466CE5"/>
    <w:rsid w:val="0046735F"/>
    <w:rsid w:val="004677CB"/>
    <w:rsid w:val="004705A6"/>
    <w:rsid w:val="00471780"/>
    <w:rsid w:val="004720D5"/>
    <w:rsid w:val="00472182"/>
    <w:rsid w:val="004738EF"/>
    <w:rsid w:val="00475948"/>
    <w:rsid w:val="00476A98"/>
    <w:rsid w:val="004814C2"/>
    <w:rsid w:val="00482E4A"/>
    <w:rsid w:val="0048374E"/>
    <w:rsid w:val="00484DDC"/>
    <w:rsid w:val="004854C9"/>
    <w:rsid w:val="00485560"/>
    <w:rsid w:val="00486808"/>
    <w:rsid w:val="00486864"/>
    <w:rsid w:val="0048705C"/>
    <w:rsid w:val="004878F4"/>
    <w:rsid w:val="00490151"/>
    <w:rsid w:val="00490FE6"/>
    <w:rsid w:val="004913C4"/>
    <w:rsid w:val="00492050"/>
    <w:rsid w:val="00492080"/>
    <w:rsid w:val="00492E82"/>
    <w:rsid w:val="00493005"/>
    <w:rsid w:val="004939AA"/>
    <w:rsid w:val="004945F5"/>
    <w:rsid w:val="0049663F"/>
    <w:rsid w:val="00496FEC"/>
    <w:rsid w:val="0049761A"/>
    <w:rsid w:val="00497C55"/>
    <w:rsid w:val="00497EF1"/>
    <w:rsid w:val="004A399C"/>
    <w:rsid w:val="004A521D"/>
    <w:rsid w:val="004A5352"/>
    <w:rsid w:val="004A5477"/>
    <w:rsid w:val="004A5C01"/>
    <w:rsid w:val="004A6807"/>
    <w:rsid w:val="004A6B70"/>
    <w:rsid w:val="004A7402"/>
    <w:rsid w:val="004A75C5"/>
    <w:rsid w:val="004A7EE6"/>
    <w:rsid w:val="004B0289"/>
    <w:rsid w:val="004B152D"/>
    <w:rsid w:val="004B1F6D"/>
    <w:rsid w:val="004B33A7"/>
    <w:rsid w:val="004B482A"/>
    <w:rsid w:val="004B4B58"/>
    <w:rsid w:val="004B7DC1"/>
    <w:rsid w:val="004C04C1"/>
    <w:rsid w:val="004C1907"/>
    <w:rsid w:val="004C3D65"/>
    <w:rsid w:val="004C3DD6"/>
    <w:rsid w:val="004C3E4C"/>
    <w:rsid w:val="004C4299"/>
    <w:rsid w:val="004C516F"/>
    <w:rsid w:val="004C5FDA"/>
    <w:rsid w:val="004C7C02"/>
    <w:rsid w:val="004D0F1F"/>
    <w:rsid w:val="004D281C"/>
    <w:rsid w:val="004D388F"/>
    <w:rsid w:val="004D472A"/>
    <w:rsid w:val="004D490D"/>
    <w:rsid w:val="004D4F7E"/>
    <w:rsid w:val="004D5B39"/>
    <w:rsid w:val="004D5CBC"/>
    <w:rsid w:val="004D627B"/>
    <w:rsid w:val="004E0640"/>
    <w:rsid w:val="004E0BEF"/>
    <w:rsid w:val="004E128F"/>
    <w:rsid w:val="004E3989"/>
    <w:rsid w:val="004E3B0F"/>
    <w:rsid w:val="004E5AC9"/>
    <w:rsid w:val="004E685B"/>
    <w:rsid w:val="004E6D7E"/>
    <w:rsid w:val="004E7DE5"/>
    <w:rsid w:val="004F1096"/>
    <w:rsid w:val="004F17B6"/>
    <w:rsid w:val="004F18EB"/>
    <w:rsid w:val="004F195B"/>
    <w:rsid w:val="004F1978"/>
    <w:rsid w:val="004F1A83"/>
    <w:rsid w:val="004F3256"/>
    <w:rsid w:val="004F3468"/>
    <w:rsid w:val="004F3C27"/>
    <w:rsid w:val="004F412F"/>
    <w:rsid w:val="004F43C7"/>
    <w:rsid w:val="004F643F"/>
    <w:rsid w:val="004F6557"/>
    <w:rsid w:val="004F6659"/>
    <w:rsid w:val="004F683D"/>
    <w:rsid w:val="00501338"/>
    <w:rsid w:val="0050196B"/>
    <w:rsid w:val="00501A3D"/>
    <w:rsid w:val="005048A3"/>
    <w:rsid w:val="005050A5"/>
    <w:rsid w:val="00507808"/>
    <w:rsid w:val="005078D4"/>
    <w:rsid w:val="00511E40"/>
    <w:rsid w:val="00512953"/>
    <w:rsid w:val="005138A9"/>
    <w:rsid w:val="00515EEF"/>
    <w:rsid w:val="00516CBC"/>
    <w:rsid w:val="00520C47"/>
    <w:rsid w:val="00521B05"/>
    <w:rsid w:val="005239CC"/>
    <w:rsid w:val="00523F8E"/>
    <w:rsid w:val="005244FB"/>
    <w:rsid w:val="005261F1"/>
    <w:rsid w:val="0052629E"/>
    <w:rsid w:val="00526609"/>
    <w:rsid w:val="0052759B"/>
    <w:rsid w:val="00527FEA"/>
    <w:rsid w:val="00530216"/>
    <w:rsid w:val="00531C49"/>
    <w:rsid w:val="00531F31"/>
    <w:rsid w:val="005329BA"/>
    <w:rsid w:val="0053324B"/>
    <w:rsid w:val="00533CEC"/>
    <w:rsid w:val="005353B4"/>
    <w:rsid w:val="00536D39"/>
    <w:rsid w:val="00540C05"/>
    <w:rsid w:val="00541565"/>
    <w:rsid w:val="005429E4"/>
    <w:rsid w:val="005431E5"/>
    <w:rsid w:val="00543398"/>
    <w:rsid w:val="0054345D"/>
    <w:rsid w:val="0054603D"/>
    <w:rsid w:val="0054627E"/>
    <w:rsid w:val="0054746F"/>
    <w:rsid w:val="00547F49"/>
    <w:rsid w:val="00551366"/>
    <w:rsid w:val="00551380"/>
    <w:rsid w:val="005513A1"/>
    <w:rsid w:val="00551A6D"/>
    <w:rsid w:val="00551F5F"/>
    <w:rsid w:val="005532B1"/>
    <w:rsid w:val="0055695E"/>
    <w:rsid w:val="00562625"/>
    <w:rsid w:val="0056692A"/>
    <w:rsid w:val="00566A20"/>
    <w:rsid w:val="00566FB8"/>
    <w:rsid w:val="00571677"/>
    <w:rsid w:val="00571E11"/>
    <w:rsid w:val="00572140"/>
    <w:rsid w:val="00572306"/>
    <w:rsid w:val="00572653"/>
    <w:rsid w:val="00573C14"/>
    <w:rsid w:val="00575063"/>
    <w:rsid w:val="00576CC5"/>
    <w:rsid w:val="00576D77"/>
    <w:rsid w:val="005772A7"/>
    <w:rsid w:val="00577E03"/>
    <w:rsid w:val="00580CCE"/>
    <w:rsid w:val="00581DBE"/>
    <w:rsid w:val="00581EF6"/>
    <w:rsid w:val="00582BD7"/>
    <w:rsid w:val="00582C96"/>
    <w:rsid w:val="00583741"/>
    <w:rsid w:val="0058381D"/>
    <w:rsid w:val="005838AC"/>
    <w:rsid w:val="005850FB"/>
    <w:rsid w:val="005868BF"/>
    <w:rsid w:val="00586B98"/>
    <w:rsid w:val="005879B7"/>
    <w:rsid w:val="00587AB8"/>
    <w:rsid w:val="00587CC9"/>
    <w:rsid w:val="00587DE3"/>
    <w:rsid w:val="005915D1"/>
    <w:rsid w:val="005918F9"/>
    <w:rsid w:val="00591A65"/>
    <w:rsid w:val="00592CF3"/>
    <w:rsid w:val="00593134"/>
    <w:rsid w:val="0059346C"/>
    <w:rsid w:val="00594160"/>
    <w:rsid w:val="00594CC8"/>
    <w:rsid w:val="00596806"/>
    <w:rsid w:val="00596BF2"/>
    <w:rsid w:val="005A0A5E"/>
    <w:rsid w:val="005A1FC5"/>
    <w:rsid w:val="005A22B0"/>
    <w:rsid w:val="005A2B8F"/>
    <w:rsid w:val="005A469F"/>
    <w:rsid w:val="005A56CD"/>
    <w:rsid w:val="005A6A4B"/>
    <w:rsid w:val="005A6C10"/>
    <w:rsid w:val="005A6C1E"/>
    <w:rsid w:val="005A6E44"/>
    <w:rsid w:val="005A74B8"/>
    <w:rsid w:val="005A7E1F"/>
    <w:rsid w:val="005B10DA"/>
    <w:rsid w:val="005B1559"/>
    <w:rsid w:val="005B28AF"/>
    <w:rsid w:val="005B3476"/>
    <w:rsid w:val="005B3612"/>
    <w:rsid w:val="005B42BD"/>
    <w:rsid w:val="005B4752"/>
    <w:rsid w:val="005B5791"/>
    <w:rsid w:val="005B6457"/>
    <w:rsid w:val="005B6D96"/>
    <w:rsid w:val="005B6F8E"/>
    <w:rsid w:val="005B7353"/>
    <w:rsid w:val="005B74D9"/>
    <w:rsid w:val="005C2354"/>
    <w:rsid w:val="005C2527"/>
    <w:rsid w:val="005C2585"/>
    <w:rsid w:val="005C29A2"/>
    <w:rsid w:val="005C29A4"/>
    <w:rsid w:val="005C2C63"/>
    <w:rsid w:val="005C3244"/>
    <w:rsid w:val="005C37FD"/>
    <w:rsid w:val="005C39F3"/>
    <w:rsid w:val="005C3B84"/>
    <w:rsid w:val="005C6094"/>
    <w:rsid w:val="005C7528"/>
    <w:rsid w:val="005D004B"/>
    <w:rsid w:val="005D2AA6"/>
    <w:rsid w:val="005D3268"/>
    <w:rsid w:val="005D45D8"/>
    <w:rsid w:val="005D4DFC"/>
    <w:rsid w:val="005D5892"/>
    <w:rsid w:val="005D66FC"/>
    <w:rsid w:val="005E16BD"/>
    <w:rsid w:val="005E1F63"/>
    <w:rsid w:val="005E2C30"/>
    <w:rsid w:val="005E2F48"/>
    <w:rsid w:val="005E34DF"/>
    <w:rsid w:val="005E3D72"/>
    <w:rsid w:val="005E47B2"/>
    <w:rsid w:val="005E625F"/>
    <w:rsid w:val="005E6B88"/>
    <w:rsid w:val="005E7259"/>
    <w:rsid w:val="005E7B11"/>
    <w:rsid w:val="005F0A79"/>
    <w:rsid w:val="005F18C3"/>
    <w:rsid w:val="005F275C"/>
    <w:rsid w:val="005F2D2A"/>
    <w:rsid w:val="005F3334"/>
    <w:rsid w:val="005F45DF"/>
    <w:rsid w:val="005F4881"/>
    <w:rsid w:val="005F5066"/>
    <w:rsid w:val="005F59B6"/>
    <w:rsid w:val="005F6CF0"/>
    <w:rsid w:val="005F6FDA"/>
    <w:rsid w:val="005F7A5C"/>
    <w:rsid w:val="00600197"/>
    <w:rsid w:val="006005BB"/>
    <w:rsid w:val="00601292"/>
    <w:rsid w:val="00601DAA"/>
    <w:rsid w:val="006034DB"/>
    <w:rsid w:val="00605D0D"/>
    <w:rsid w:val="00607129"/>
    <w:rsid w:val="006123A6"/>
    <w:rsid w:val="00612411"/>
    <w:rsid w:val="0061353B"/>
    <w:rsid w:val="006151E3"/>
    <w:rsid w:val="00615443"/>
    <w:rsid w:val="00616034"/>
    <w:rsid w:val="00616C92"/>
    <w:rsid w:val="00617ADD"/>
    <w:rsid w:val="00617C93"/>
    <w:rsid w:val="00617E93"/>
    <w:rsid w:val="00620EBB"/>
    <w:rsid w:val="00621CD9"/>
    <w:rsid w:val="006223F3"/>
    <w:rsid w:val="00622ACA"/>
    <w:rsid w:val="0062445B"/>
    <w:rsid w:val="00624866"/>
    <w:rsid w:val="00624B64"/>
    <w:rsid w:val="00625CBF"/>
    <w:rsid w:val="00625E7D"/>
    <w:rsid w:val="0062627E"/>
    <w:rsid w:val="0062750B"/>
    <w:rsid w:val="00627590"/>
    <w:rsid w:val="006276BC"/>
    <w:rsid w:val="00630E6B"/>
    <w:rsid w:val="006316F4"/>
    <w:rsid w:val="00631D0C"/>
    <w:rsid w:val="0063287C"/>
    <w:rsid w:val="006335D3"/>
    <w:rsid w:val="00634BB7"/>
    <w:rsid w:val="00636690"/>
    <w:rsid w:val="00637325"/>
    <w:rsid w:val="00637960"/>
    <w:rsid w:val="00637C39"/>
    <w:rsid w:val="00640AC7"/>
    <w:rsid w:val="0064188B"/>
    <w:rsid w:val="0064197B"/>
    <w:rsid w:val="00643281"/>
    <w:rsid w:val="00644DC8"/>
    <w:rsid w:val="00644F9B"/>
    <w:rsid w:val="00645527"/>
    <w:rsid w:val="00646092"/>
    <w:rsid w:val="00647075"/>
    <w:rsid w:val="00647ABE"/>
    <w:rsid w:val="00650B36"/>
    <w:rsid w:val="00653A2A"/>
    <w:rsid w:val="00654673"/>
    <w:rsid w:val="00654751"/>
    <w:rsid w:val="00655350"/>
    <w:rsid w:val="0065576E"/>
    <w:rsid w:val="006558FF"/>
    <w:rsid w:val="00656694"/>
    <w:rsid w:val="00657A39"/>
    <w:rsid w:val="00657CEF"/>
    <w:rsid w:val="00661D52"/>
    <w:rsid w:val="00664604"/>
    <w:rsid w:val="00664FE9"/>
    <w:rsid w:val="00665B26"/>
    <w:rsid w:val="00665F49"/>
    <w:rsid w:val="00665FEA"/>
    <w:rsid w:val="00666225"/>
    <w:rsid w:val="00666C90"/>
    <w:rsid w:val="00670EF0"/>
    <w:rsid w:val="0067344E"/>
    <w:rsid w:val="00676907"/>
    <w:rsid w:val="006774DF"/>
    <w:rsid w:val="00677B8D"/>
    <w:rsid w:val="00680715"/>
    <w:rsid w:val="00680E79"/>
    <w:rsid w:val="006837BC"/>
    <w:rsid w:val="00683F83"/>
    <w:rsid w:val="006842D7"/>
    <w:rsid w:val="006845FC"/>
    <w:rsid w:val="00684A42"/>
    <w:rsid w:val="00684AD9"/>
    <w:rsid w:val="00685041"/>
    <w:rsid w:val="00685F52"/>
    <w:rsid w:val="00687894"/>
    <w:rsid w:val="00687A77"/>
    <w:rsid w:val="00687AB6"/>
    <w:rsid w:val="00690D52"/>
    <w:rsid w:val="0069274B"/>
    <w:rsid w:val="00693BAE"/>
    <w:rsid w:val="00695385"/>
    <w:rsid w:val="0069542F"/>
    <w:rsid w:val="00695472"/>
    <w:rsid w:val="006960BA"/>
    <w:rsid w:val="006960C8"/>
    <w:rsid w:val="00696E9B"/>
    <w:rsid w:val="006A0633"/>
    <w:rsid w:val="006A0E14"/>
    <w:rsid w:val="006A41ED"/>
    <w:rsid w:val="006A4927"/>
    <w:rsid w:val="006A7192"/>
    <w:rsid w:val="006A7F36"/>
    <w:rsid w:val="006A7F67"/>
    <w:rsid w:val="006B0013"/>
    <w:rsid w:val="006B0040"/>
    <w:rsid w:val="006B1ACF"/>
    <w:rsid w:val="006B2D45"/>
    <w:rsid w:val="006B6049"/>
    <w:rsid w:val="006B72B5"/>
    <w:rsid w:val="006B734A"/>
    <w:rsid w:val="006C05F8"/>
    <w:rsid w:val="006C11ED"/>
    <w:rsid w:val="006C251D"/>
    <w:rsid w:val="006C25EA"/>
    <w:rsid w:val="006C26F5"/>
    <w:rsid w:val="006C2C3D"/>
    <w:rsid w:val="006C3FBB"/>
    <w:rsid w:val="006C4470"/>
    <w:rsid w:val="006C69BC"/>
    <w:rsid w:val="006C6D3D"/>
    <w:rsid w:val="006C6DC7"/>
    <w:rsid w:val="006C6E16"/>
    <w:rsid w:val="006C73D9"/>
    <w:rsid w:val="006D0DCE"/>
    <w:rsid w:val="006D1395"/>
    <w:rsid w:val="006D237C"/>
    <w:rsid w:val="006D4A3E"/>
    <w:rsid w:val="006D54C1"/>
    <w:rsid w:val="006D5C51"/>
    <w:rsid w:val="006D679B"/>
    <w:rsid w:val="006D6C9D"/>
    <w:rsid w:val="006D7BD3"/>
    <w:rsid w:val="006E02DE"/>
    <w:rsid w:val="006E069A"/>
    <w:rsid w:val="006E15F6"/>
    <w:rsid w:val="006E223B"/>
    <w:rsid w:val="006E2388"/>
    <w:rsid w:val="006E335A"/>
    <w:rsid w:val="006E38CE"/>
    <w:rsid w:val="006E426A"/>
    <w:rsid w:val="006E43C6"/>
    <w:rsid w:val="006E4B1C"/>
    <w:rsid w:val="006E59A1"/>
    <w:rsid w:val="006E65F2"/>
    <w:rsid w:val="006F0C09"/>
    <w:rsid w:val="006F2117"/>
    <w:rsid w:val="006F3F6F"/>
    <w:rsid w:val="006F4DD7"/>
    <w:rsid w:val="006F7BDC"/>
    <w:rsid w:val="00701363"/>
    <w:rsid w:val="0070200E"/>
    <w:rsid w:val="007033C6"/>
    <w:rsid w:val="007057F4"/>
    <w:rsid w:val="00707C79"/>
    <w:rsid w:val="00707DAA"/>
    <w:rsid w:val="0071075E"/>
    <w:rsid w:val="00710E61"/>
    <w:rsid w:val="007116DF"/>
    <w:rsid w:val="007119D1"/>
    <w:rsid w:val="0071272E"/>
    <w:rsid w:val="00712CFD"/>
    <w:rsid w:val="00714D8F"/>
    <w:rsid w:val="00716F9A"/>
    <w:rsid w:val="00720421"/>
    <w:rsid w:val="0072054D"/>
    <w:rsid w:val="0072205C"/>
    <w:rsid w:val="00722F77"/>
    <w:rsid w:val="007230FF"/>
    <w:rsid w:val="00723F4C"/>
    <w:rsid w:val="00725540"/>
    <w:rsid w:val="0072668B"/>
    <w:rsid w:val="007305BC"/>
    <w:rsid w:val="00730821"/>
    <w:rsid w:val="007329A0"/>
    <w:rsid w:val="00733623"/>
    <w:rsid w:val="00733640"/>
    <w:rsid w:val="00734147"/>
    <w:rsid w:val="007351F5"/>
    <w:rsid w:val="00735D15"/>
    <w:rsid w:val="007407E5"/>
    <w:rsid w:val="0074166D"/>
    <w:rsid w:val="00742D1B"/>
    <w:rsid w:val="0074452B"/>
    <w:rsid w:val="0074468B"/>
    <w:rsid w:val="00747CD4"/>
    <w:rsid w:val="00750665"/>
    <w:rsid w:val="00750E97"/>
    <w:rsid w:val="0075157F"/>
    <w:rsid w:val="00751714"/>
    <w:rsid w:val="007518F5"/>
    <w:rsid w:val="0075192D"/>
    <w:rsid w:val="00751E22"/>
    <w:rsid w:val="0075211D"/>
    <w:rsid w:val="00753B6B"/>
    <w:rsid w:val="00753EDE"/>
    <w:rsid w:val="0075445E"/>
    <w:rsid w:val="00754ACE"/>
    <w:rsid w:val="007574EF"/>
    <w:rsid w:val="007610E9"/>
    <w:rsid w:val="007616A5"/>
    <w:rsid w:val="00761B6E"/>
    <w:rsid w:val="00765615"/>
    <w:rsid w:val="00766531"/>
    <w:rsid w:val="0077067D"/>
    <w:rsid w:val="007718FA"/>
    <w:rsid w:val="0077476F"/>
    <w:rsid w:val="00774E2B"/>
    <w:rsid w:val="00775213"/>
    <w:rsid w:val="00775CB3"/>
    <w:rsid w:val="00777019"/>
    <w:rsid w:val="0077736E"/>
    <w:rsid w:val="00777625"/>
    <w:rsid w:val="00777D66"/>
    <w:rsid w:val="00781D69"/>
    <w:rsid w:val="007823FA"/>
    <w:rsid w:val="00782501"/>
    <w:rsid w:val="00784572"/>
    <w:rsid w:val="00784FFA"/>
    <w:rsid w:val="007855F6"/>
    <w:rsid w:val="007874CA"/>
    <w:rsid w:val="00787552"/>
    <w:rsid w:val="00790484"/>
    <w:rsid w:val="00790D29"/>
    <w:rsid w:val="007917E4"/>
    <w:rsid w:val="00791C05"/>
    <w:rsid w:val="00791C27"/>
    <w:rsid w:val="0079229D"/>
    <w:rsid w:val="00792376"/>
    <w:rsid w:val="00792F01"/>
    <w:rsid w:val="007931DD"/>
    <w:rsid w:val="0079330F"/>
    <w:rsid w:val="0079347F"/>
    <w:rsid w:val="00793A35"/>
    <w:rsid w:val="0079603B"/>
    <w:rsid w:val="00796082"/>
    <w:rsid w:val="0079634D"/>
    <w:rsid w:val="0079693A"/>
    <w:rsid w:val="00796AC6"/>
    <w:rsid w:val="00796C66"/>
    <w:rsid w:val="007A2836"/>
    <w:rsid w:val="007A38C9"/>
    <w:rsid w:val="007A4B3D"/>
    <w:rsid w:val="007A4DDF"/>
    <w:rsid w:val="007A5F71"/>
    <w:rsid w:val="007A656D"/>
    <w:rsid w:val="007B1101"/>
    <w:rsid w:val="007B1699"/>
    <w:rsid w:val="007B3B0A"/>
    <w:rsid w:val="007B44A4"/>
    <w:rsid w:val="007B6992"/>
    <w:rsid w:val="007B7735"/>
    <w:rsid w:val="007C1056"/>
    <w:rsid w:val="007C1B8E"/>
    <w:rsid w:val="007C23DA"/>
    <w:rsid w:val="007C2545"/>
    <w:rsid w:val="007C290D"/>
    <w:rsid w:val="007C4271"/>
    <w:rsid w:val="007C48D2"/>
    <w:rsid w:val="007C498C"/>
    <w:rsid w:val="007C50EF"/>
    <w:rsid w:val="007C7908"/>
    <w:rsid w:val="007C7A5A"/>
    <w:rsid w:val="007D170F"/>
    <w:rsid w:val="007D19D9"/>
    <w:rsid w:val="007D2433"/>
    <w:rsid w:val="007D33A7"/>
    <w:rsid w:val="007E0C89"/>
    <w:rsid w:val="007E125C"/>
    <w:rsid w:val="007E295D"/>
    <w:rsid w:val="007E4C4C"/>
    <w:rsid w:val="007E504B"/>
    <w:rsid w:val="007E51CF"/>
    <w:rsid w:val="007E5A98"/>
    <w:rsid w:val="007E7D57"/>
    <w:rsid w:val="007F1559"/>
    <w:rsid w:val="007F26C3"/>
    <w:rsid w:val="007F316C"/>
    <w:rsid w:val="007F4348"/>
    <w:rsid w:val="007F4D43"/>
    <w:rsid w:val="007F6509"/>
    <w:rsid w:val="007F7268"/>
    <w:rsid w:val="007F7E2A"/>
    <w:rsid w:val="00802186"/>
    <w:rsid w:val="00802C01"/>
    <w:rsid w:val="00804440"/>
    <w:rsid w:val="00806661"/>
    <w:rsid w:val="00806D6F"/>
    <w:rsid w:val="0080787F"/>
    <w:rsid w:val="00807DA0"/>
    <w:rsid w:val="00810309"/>
    <w:rsid w:val="00810452"/>
    <w:rsid w:val="00812493"/>
    <w:rsid w:val="008157FA"/>
    <w:rsid w:val="00816C90"/>
    <w:rsid w:val="008170CC"/>
    <w:rsid w:val="0082240F"/>
    <w:rsid w:val="00822B8C"/>
    <w:rsid w:val="0082342C"/>
    <w:rsid w:val="00823A13"/>
    <w:rsid w:val="0082416D"/>
    <w:rsid w:val="0082504F"/>
    <w:rsid w:val="008256B4"/>
    <w:rsid w:val="00825EE5"/>
    <w:rsid w:val="008270C9"/>
    <w:rsid w:val="008274E9"/>
    <w:rsid w:val="0082766F"/>
    <w:rsid w:val="008311D6"/>
    <w:rsid w:val="0083401C"/>
    <w:rsid w:val="00834AA2"/>
    <w:rsid w:val="00842B70"/>
    <w:rsid w:val="00842BD8"/>
    <w:rsid w:val="00843491"/>
    <w:rsid w:val="00844675"/>
    <w:rsid w:val="00844B78"/>
    <w:rsid w:val="00845238"/>
    <w:rsid w:val="0084587B"/>
    <w:rsid w:val="00845E11"/>
    <w:rsid w:val="0084664C"/>
    <w:rsid w:val="008517DD"/>
    <w:rsid w:val="00851B60"/>
    <w:rsid w:val="00852316"/>
    <w:rsid w:val="00852FA4"/>
    <w:rsid w:val="008548BC"/>
    <w:rsid w:val="00854A8F"/>
    <w:rsid w:val="00855FFA"/>
    <w:rsid w:val="008563BD"/>
    <w:rsid w:val="00856EAF"/>
    <w:rsid w:val="00860B9D"/>
    <w:rsid w:val="008618DA"/>
    <w:rsid w:val="00861AC5"/>
    <w:rsid w:val="008632C1"/>
    <w:rsid w:val="00863A6D"/>
    <w:rsid w:val="00863BED"/>
    <w:rsid w:val="0086461E"/>
    <w:rsid w:val="00866B63"/>
    <w:rsid w:val="00866E97"/>
    <w:rsid w:val="00867C04"/>
    <w:rsid w:val="008703B3"/>
    <w:rsid w:val="00870CE9"/>
    <w:rsid w:val="00871493"/>
    <w:rsid w:val="00871536"/>
    <w:rsid w:val="008717F8"/>
    <w:rsid w:val="00871EFD"/>
    <w:rsid w:val="008720B6"/>
    <w:rsid w:val="008721D3"/>
    <w:rsid w:val="00872376"/>
    <w:rsid w:val="008736B8"/>
    <w:rsid w:val="00873E56"/>
    <w:rsid w:val="00874000"/>
    <w:rsid w:val="0087437F"/>
    <w:rsid w:val="00874496"/>
    <w:rsid w:val="00875991"/>
    <w:rsid w:val="00877545"/>
    <w:rsid w:val="008777CC"/>
    <w:rsid w:val="00880E7E"/>
    <w:rsid w:val="008813F5"/>
    <w:rsid w:val="008814B9"/>
    <w:rsid w:val="008817AD"/>
    <w:rsid w:val="00882293"/>
    <w:rsid w:val="008829C5"/>
    <w:rsid w:val="00882CCF"/>
    <w:rsid w:val="008830AA"/>
    <w:rsid w:val="00883FDD"/>
    <w:rsid w:val="0088460D"/>
    <w:rsid w:val="00884C96"/>
    <w:rsid w:val="00887263"/>
    <w:rsid w:val="008932D0"/>
    <w:rsid w:val="00893704"/>
    <w:rsid w:val="00893752"/>
    <w:rsid w:val="008949EA"/>
    <w:rsid w:val="00894A01"/>
    <w:rsid w:val="0089764D"/>
    <w:rsid w:val="008A020D"/>
    <w:rsid w:val="008A133A"/>
    <w:rsid w:val="008A2DD4"/>
    <w:rsid w:val="008A5316"/>
    <w:rsid w:val="008A5D77"/>
    <w:rsid w:val="008A7401"/>
    <w:rsid w:val="008A774A"/>
    <w:rsid w:val="008A7787"/>
    <w:rsid w:val="008A778A"/>
    <w:rsid w:val="008A7CAE"/>
    <w:rsid w:val="008B0765"/>
    <w:rsid w:val="008B122B"/>
    <w:rsid w:val="008B193E"/>
    <w:rsid w:val="008B1992"/>
    <w:rsid w:val="008B3D1F"/>
    <w:rsid w:val="008B4320"/>
    <w:rsid w:val="008B4FF7"/>
    <w:rsid w:val="008B5BA5"/>
    <w:rsid w:val="008C2173"/>
    <w:rsid w:val="008C2255"/>
    <w:rsid w:val="008C2541"/>
    <w:rsid w:val="008C2ECA"/>
    <w:rsid w:val="008C34E5"/>
    <w:rsid w:val="008C365E"/>
    <w:rsid w:val="008C44E4"/>
    <w:rsid w:val="008C4865"/>
    <w:rsid w:val="008C52A5"/>
    <w:rsid w:val="008C5336"/>
    <w:rsid w:val="008C64E6"/>
    <w:rsid w:val="008C69B9"/>
    <w:rsid w:val="008C6B10"/>
    <w:rsid w:val="008D0733"/>
    <w:rsid w:val="008D0AE4"/>
    <w:rsid w:val="008D1C3D"/>
    <w:rsid w:val="008D3828"/>
    <w:rsid w:val="008D3B91"/>
    <w:rsid w:val="008D3C8B"/>
    <w:rsid w:val="008D698A"/>
    <w:rsid w:val="008D6C18"/>
    <w:rsid w:val="008E0252"/>
    <w:rsid w:val="008E191C"/>
    <w:rsid w:val="008E3C4C"/>
    <w:rsid w:val="008E51C1"/>
    <w:rsid w:val="008E5355"/>
    <w:rsid w:val="008E5B39"/>
    <w:rsid w:val="008F0BF1"/>
    <w:rsid w:val="008F0EB4"/>
    <w:rsid w:val="008F1BCD"/>
    <w:rsid w:val="008F32C9"/>
    <w:rsid w:val="008F3CD9"/>
    <w:rsid w:val="008F5020"/>
    <w:rsid w:val="008F5D1E"/>
    <w:rsid w:val="00900BA6"/>
    <w:rsid w:val="009010DF"/>
    <w:rsid w:val="009017B7"/>
    <w:rsid w:val="00901FAD"/>
    <w:rsid w:val="0090203B"/>
    <w:rsid w:val="00902E10"/>
    <w:rsid w:val="00903221"/>
    <w:rsid w:val="00904D37"/>
    <w:rsid w:val="0090569B"/>
    <w:rsid w:val="00906987"/>
    <w:rsid w:val="00906F38"/>
    <w:rsid w:val="0090769B"/>
    <w:rsid w:val="00907ABB"/>
    <w:rsid w:val="00907B4B"/>
    <w:rsid w:val="009103E8"/>
    <w:rsid w:val="009108E6"/>
    <w:rsid w:val="00912FD7"/>
    <w:rsid w:val="009160BC"/>
    <w:rsid w:val="0091680C"/>
    <w:rsid w:val="00920399"/>
    <w:rsid w:val="00920468"/>
    <w:rsid w:val="00920FD0"/>
    <w:rsid w:val="00921139"/>
    <w:rsid w:val="00921203"/>
    <w:rsid w:val="009216CF"/>
    <w:rsid w:val="009223B0"/>
    <w:rsid w:val="00922731"/>
    <w:rsid w:val="009233A2"/>
    <w:rsid w:val="00923635"/>
    <w:rsid w:val="0092559F"/>
    <w:rsid w:val="00925FCA"/>
    <w:rsid w:val="00926D92"/>
    <w:rsid w:val="009301D0"/>
    <w:rsid w:val="0093025E"/>
    <w:rsid w:val="00930989"/>
    <w:rsid w:val="009309A7"/>
    <w:rsid w:val="00932223"/>
    <w:rsid w:val="00933CE0"/>
    <w:rsid w:val="00934220"/>
    <w:rsid w:val="00935FEA"/>
    <w:rsid w:val="00936A84"/>
    <w:rsid w:val="00941068"/>
    <w:rsid w:val="009415BD"/>
    <w:rsid w:val="009421F8"/>
    <w:rsid w:val="00942A35"/>
    <w:rsid w:val="009438E5"/>
    <w:rsid w:val="00943F28"/>
    <w:rsid w:val="00946E12"/>
    <w:rsid w:val="009477E6"/>
    <w:rsid w:val="0095244E"/>
    <w:rsid w:val="009529FD"/>
    <w:rsid w:val="00952F2E"/>
    <w:rsid w:val="00953D87"/>
    <w:rsid w:val="00954A48"/>
    <w:rsid w:val="00955765"/>
    <w:rsid w:val="00956DA9"/>
    <w:rsid w:val="00957DB8"/>
    <w:rsid w:val="00960E99"/>
    <w:rsid w:val="009611A7"/>
    <w:rsid w:val="009613D6"/>
    <w:rsid w:val="00961831"/>
    <w:rsid w:val="0096252A"/>
    <w:rsid w:val="00962A57"/>
    <w:rsid w:val="00963638"/>
    <w:rsid w:val="00964C95"/>
    <w:rsid w:val="00965497"/>
    <w:rsid w:val="00965AA7"/>
    <w:rsid w:val="00966041"/>
    <w:rsid w:val="0096651C"/>
    <w:rsid w:val="00967331"/>
    <w:rsid w:val="009674D4"/>
    <w:rsid w:val="00967667"/>
    <w:rsid w:val="00967D31"/>
    <w:rsid w:val="009703D2"/>
    <w:rsid w:val="00971137"/>
    <w:rsid w:val="00973A5E"/>
    <w:rsid w:val="00973D91"/>
    <w:rsid w:val="00973F6D"/>
    <w:rsid w:val="0097421A"/>
    <w:rsid w:val="00974E83"/>
    <w:rsid w:val="009757D0"/>
    <w:rsid w:val="00976942"/>
    <w:rsid w:val="00976CF5"/>
    <w:rsid w:val="0098000F"/>
    <w:rsid w:val="009801C9"/>
    <w:rsid w:val="009825CC"/>
    <w:rsid w:val="00983540"/>
    <w:rsid w:val="0098489B"/>
    <w:rsid w:val="00984BB7"/>
    <w:rsid w:val="00985ACD"/>
    <w:rsid w:val="00985DC1"/>
    <w:rsid w:val="00986050"/>
    <w:rsid w:val="00986D91"/>
    <w:rsid w:val="00987845"/>
    <w:rsid w:val="00991EC4"/>
    <w:rsid w:val="00992711"/>
    <w:rsid w:val="00993401"/>
    <w:rsid w:val="009940AE"/>
    <w:rsid w:val="00994C69"/>
    <w:rsid w:val="00997A76"/>
    <w:rsid w:val="00997DC4"/>
    <w:rsid w:val="009A06EE"/>
    <w:rsid w:val="009A0742"/>
    <w:rsid w:val="009A1135"/>
    <w:rsid w:val="009A1603"/>
    <w:rsid w:val="009A215E"/>
    <w:rsid w:val="009A22DB"/>
    <w:rsid w:val="009A2AC9"/>
    <w:rsid w:val="009A3486"/>
    <w:rsid w:val="009A34EC"/>
    <w:rsid w:val="009A41BA"/>
    <w:rsid w:val="009A4245"/>
    <w:rsid w:val="009A4E5C"/>
    <w:rsid w:val="009A56C9"/>
    <w:rsid w:val="009A6F2C"/>
    <w:rsid w:val="009A7542"/>
    <w:rsid w:val="009A7B3D"/>
    <w:rsid w:val="009A7E28"/>
    <w:rsid w:val="009B3E18"/>
    <w:rsid w:val="009B3E3B"/>
    <w:rsid w:val="009B484E"/>
    <w:rsid w:val="009B5FB3"/>
    <w:rsid w:val="009B6BC2"/>
    <w:rsid w:val="009B6E51"/>
    <w:rsid w:val="009C098E"/>
    <w:rsid w:val="009C0AEE"/>
    <w:rsid w:val="009C21C4"/>
    <w:rsid w:val="009C3E89"/>
    <w:rsid w:val="009C3FAA"/>
    <w:rsid w:val="009C5B41"/>
    <w:rsid w:val="009C5D78"/>
    <w:rsid w:val="009C7F7A"/>
    <w:rsid w:val="009D1A7D"/>
    <w:rsid w:val="009D1B5D"/>
    <w:rsid w:val="009D2214"/>
    <w:rsid w:val="009D2878"/>
    <w:rsid w:val="009D4818"/>
    <w:rsid w:val="009D62A2"/>
    <w:rsid w:val="009D6362"/>
    <w:rsid w:val="009D65F7"/>
    <w:rsid w:val="009D6629"/>
    <w:rsid w:val="009D67D9"/>
    <w:rsid w:val="009D7705"/>
    <w:rsid w:val="009E0606"/>
    <w:rsid w:val="009E12CC"/>
    <w:rsid w:val="009E1C09"/>
    <w:rsid w:val="009E1C58"/>
    <w:rsid w:val="009E3517"/>
    <w:rsid w:val="009E44A3"/>
    <w:rsid w:val="009E48CF"/>
    <w:rsid w:val="009E5330"/>
    <w:rsid w:val="009E60BC"/>
    <w:rsid w:val="009E688B"/>
    <w:rsid w:val="009E6A04"/>
    <w:rsid w:val="009E6BCF"/>
    <w:rsid w:val="009E7F4A"/>
    <w:rsid w:val="009E7FB6"/>
    <w:rsid w:val="009F03CF"/>
    <w:rsid w:val="009F1C8B"/>
    <w:rsid w:val="009F1D0A"/>
    <w:rsid w:val="009F241E"/>
    <w:rsid w:val="009F3593"/>
    <w:rsid w:val="009F36E4"/>
    <w:rsid w:val="009F382B"/>
    <w:rsid w:val="009F51EE"/>
    <w:rsid w:val="009F5517"/>
    <w:rsid w:val="009F5AEE"/>
    <w:rsid w:val="009F7977"/>
    <w:rsid w:val="00A00755"/>
    <w:rsid w:val="00A01914"/>
    <w:rsid w:val="00A02058"/>
    <w:rsid w:val="00A038CC"/>
    <w:rsid w:val="00A0468A"/>
    <w:rsid w:val="00A059AC"/>
    <w:rsid w:val="00A07DCC"/>
    <w:rsid w:val="00A11F12"/>
    <w:rsid w:val="00A1204A"/>
    <w:rsid w:val="00A13124"/>
    <w:rsid w:val="00A1333C"/>
    <w:rsid w:val="00A14131"/>
    <w:rsid w:val="00A143F2"/>
    <w:rsid w:val="00A149A9"/>
    <w:rsid w:val="00A14DA2"/>
    <w:rsid w:val="00A1548D"/>
    <w:rsid w:val="00A173E6"/>
    <w:rsid w:val="00A214EA"/>
    <w:rsid w:val="00A2166B"/>
    <w:rsid w:val="00A21D68"/>
    <w:rsid w:val="00A2257F"/>
    <w:rsid w:val="00A2259A"/>
    <w:rsid w:val="00A22BB4"/>
    <w:rsid w:val="00A22E22"/>
    <w:rsid w:val="00A22F7B"/>
    <w:rsid w:val="00A231BE"/>
    <w:rsid w:val="00A25BAC"/>
    <w:rsid w:val="00A27228"/>
    <w:rsid w:val="00A278DD"/>
    <w:rsid w:val="00A27A67"/>
    <w:rsid w:val="00A27C56"/>
    <w:rsid w:val="00A303FF"/>
    <w:rsid w:val="00A308A0"/>
    <w:rsid w:val="00A30CD0"/>
    <w:rsid w:val="00A31668"/>
    <w:rsid w:val="00A31AFA"/>
    <w:rsid w:val="00A31B49"/>
    <w:rsid w:val="00A31FEE"/>
    <w:rsid w:val="00A35770"/>
    <w:rsid w:val="00A359B1"/>
    <w:rsid w:val="00A3732B"/>
    <w:rsid w:val="00A375BB"/>
    <w:rsid w:val="00A37E9F"/>
    <w:rsid w:val="00A40033"/>
    <w:rsid w:val="00A40340"/>
    <w:rsid w:val="00A41667"/>
    <w:rsid w:val="00A43752"/>
    <w:rsid w:val="00A43B81"/>
    <w:rsid w:val="00A43E64"/>
    <w:rsid w:val="00A452A9"/>
    <w:rsid w:val="00A45747"/>
    <w:rsid w:val="00A47513"/>
    <w:rsid w:val="00A5105E"/>
    <w:rsid w:val="00A5168B"/>
    <w:rsid w:val="00A51763"/>
    <w:rsid w:val="00A53840"/>
    <w:rsid w:val="00A53867"/>
    <w:rsid w:val="00A547AB"/>
    <w:rsid w:val="00A56937"/>
    <w:rsid w:val="00A56D21"/>
    <w:rsid w:val="00A57DCB"/>
    <w:rsid w:val="00A60309"/>
    <w:rsid w:val="00A622E1"/>
    <w:rsid w:val="00A624CA"/>
    <w:rsid w:val="00A65CBE"/>
    <w:rsid w:val="00A66B6B"/>
    <w:rsid w:val="00A6748D"/>
    <w:rsid w:val="00A67633"/>
    <w:rsid w:val="00A70AAF"/>
    <w:rsid w:val="00A71498"/>
    <w:rsid w:val="00A71743"/>
    <w:rsid w:val="00A74EC3"/>
    <w:rsid w:val="00A75983"/>
    <w:rsid w:val="00A76423"/>
    <w:rsid w:val="00A7653C"/>
    <w:rsid w:val="00A766AD"/>
    <w:rsid w:val="00A77C2C"/>
    <w:rsid w:val="00A80920"/>
    <w:rsid w:val="00A80A58"/>
    <w:rsid w:val="00A80DF9"/>
    <w:rsid w:val="00A835A5"/>
    <w:rsid w:val="00A836A6"/>
    <w:rsid w:val="00A8511D"/>
    <w:rsid w:val="00A85A3A"/>
    <w:rsid w:val="00A85AF3"/>
    <w:rsid w:val="00A85FB4"/>
    <w:rsid w:val="00A90276"/>
    <w:rsid w:val="00A907DE"/>
    <w:rsid w:val="00A90D47"/>
    <w:rsid w:val="00A90FEF"/>
    <w:rsid w:val="00A920D3"/>
    <w:rsid w:val="00A92AE1"/>
    <w:rsid w:val="00A932C2"/>
    <w:rsid w:val="00A94EBF"/>
    <w:rsid w:val="00A95428"/>
    <w:rsid w:val="00AA0A9D"/>
    <w:rsid w:val="00AA1AF2"/>
    <w:rsid w:val="00AA46A3"/>
    <w:rsid w:val="00AA5569"/>
    <w:rsid w:val="00AA5B54"/>
    <w:rsid w:val="00AA639A"/>
    <w:rsid w:val="00AA6BA4"/>
    <w:rsid w:val="00AA7061"/>
    <w:rsid w:val="00AB0ECA"/>
    <w:rsid w:val="00AB1707"/>
    <w:rsid w:val="00AB2B44"/>
    <w:rsid w:val="00AB3D58"/>
    <w:rsid w:val="00AB5C50"/>
    <w:rsid w:val="00AB7063"/>
    <w:rsid w:val="00AB7F64"/>
    <w:rsid w:val="00AC1497"/>
    <w:rsid w:val="00AC15BE"/>
    <w:rsid w:val="00AC200C"/>
    <w:rsid w:val="00AC259F"/>
    <w:rsid w:val="00AC274B"/>
    <w:rsid w:val="00AC392C"/>
    <w:rsid w:val="00AC400B"/>
    <w:rsid w:val="00AC4863"/>
    <w:rsid w:val="00AC4DC6"/>
    <w:rsid w:val="00AC62A4"/>
    <w:rsid w:val="00AC7070"/>
    <w:rsid w:val="00AC7F17"/>
    <w:rsid w:val="00AD09A4"/>
    <w:rsid w:val="00AD30DF"/>
    <w:rsid w:val="00AD3FCC"/>
    <w:rsid w:val="00AD459B"/>
    <w:rsid w:val="00AD57F5"/>
    <w:rsid w:val="00AD6576"/>
    <w:rsid w:val="00AD6645"/>
    <w:rsid w:val="00AD74FF"/>
    <w:rsid w:val="00AE05A7"/>
    <w:rsid w:val="00AE0A97"/>
    <w:rsid w:val="00AE1DFD"/>
    <w:rsid w:val="00AE2DE5"/>
    <w:rsid w:val="00AE3478"/>
    <w:rsid w:val="00AE51EC"/>
    <w:rsid w:val="00AE69AC"/>
    <w:rsid w:val="00AE71D8"/>
    <w:rsid w:val="00AE7888"/>
    <w:rsid w:val="00AF0A61"/>
    <w:rsid w:val="00AF0D0A"/>
    <w:rsid w:val="00AF0DA4"/>
    <w:rsid w:val="00AF1EEA"/>
    <w:rsid w:val="00AF2112"/>
    <w:rsid w:val="00AF2132"/>
    <w:rsid w:val="00AF2637"/>
    <w:rsid w:val="00AF2769"/>
    <w:rsid w:val="00AF5442"/>
    <w:rsid w:val="00AF63A2"/>
    <w:rsid w:val="00AF72BD"/>
    <w:rsid w:val="00AF7A99"/>
    <w:rsid w:val="00B001F6"/>
    <w:rsid w:val="00B03805"/>
    <w:rsid w:val="00B05241"/>
    <w:rsid w:val="00B06047"/>
    <w:rsid w:val="00B064F0"/>
    <w:rsid w:val="00B06F9A"/>
    <w:rsid w:val="00B07416"/>
    <w:rsid w:val="00B10E93"/>
    <w:rsid w:val="00B11F95"/>
    <w:rsid w:val="00B1230F"/>
    <w:rsid w:val="00B14957"/>
    <w:rsid w:val="00B149C1"/>
    <w:rsid w:val="00B15718"/>
    <w:rsid w:val="00B16672"/>
    <w:rsid w:val="00B20B3B"/>
    <w:rsid w:val="00B20F5F"/>
    <w:rsid w:val="00B21023"/>
    <w:rsid w:val="00B2108A"/>
    <w:rsid w:val="00B21B56"/>
    <w:rsid w:val="00B21BB9"/>
    <w:rsid w:val="00B2223C"/>
    <w:rsid w:val="00B24B1B"/>
    <w:rsid w:val="00B254A1"/>
    <w:rsid w:val="00B25689"/>
    <w:rsid w:val="00B25885"/>
    <w:rsid w:val="00B25CFE"/>
    <w:rsid w:val="00B2717E"/>
    <w:rsid w:val="00B2728B"/>
    <w:rsid w:val="00B30764"/>
    <w:rsid w:val="00B31055"/>
    <w:rsid w:val="00B3131F"/>
    <w:rsid w:val="00B32AD1"/>
    <w:rsid w:val="00B3306F"/>
    <w:rsid w:val="00B33557"/>
    <w:rsid w:val="00B33899"/>
    <w:rsid w:val="00B33E1B"/>
    <w:rsid w:val="00B34095"/>
    <w:rsid w:val="00B35074"/>
    <w:rsid w:val="00B3595B"/>
    <w:rsid w:val="00B36A9B"/>
    <w:rsid w:val="00B36DF1"/>
    <w:rsid w:val="00B37752"/>
    <w:rsid w:val="00B377BB"/>
    <w:rsid w:val="00B37EEC"/>
    <w:rsid w:val="00B40DC6"/>
    <w:rsid w:val="00B412D2"/>
    <w:rsid w:val="00B4235C"/>
    <w:rsid w:val="00B42CC9"/>
    <w:rsid w:val="00B42D90"/>
    <w:rsid w:val="00B44B65"/>
    <w:rsid w:val="00B44D99"/>
    <w:rsid w:val="00B44EA7"/>
    <w:rsid w:val="00B46275"/>
    <w:rsid w:val="00B46F8D"/>
    <w:rsid w:val="00B479B4"/>
    <w:rsid w:val="00B47BE1"/>
    <w:rsid w:val="00B505D1"/>
    <w:rsid w:val="00B517A1"/>
    <w:rsid w:val="00B51FF0"/>
    <w:rsid w:val="00B52638"/>
    <w:rsid w:val="00B52ECB"/>
    <w:rsid w:val="00B57F0F"/>
    <w:rsid w:val="00B60F8C"/>
    <w:rsid w:val="00B618F8"/>
    <w:rsid w:val="00B62B23"/>
    <w:rsid w:val="00B635FB"/>
    <w:rsid w:val="00B63C25"/>
    <w:rsid w:val="00B64799"/>
    <w:rsid w:val="00B64BC6"/>
    <w:rsid w:val="00B657DC"/>
    <w:rsid w:val="00B6621C"/>
    <w:rsid w:val="00B6796D"/>
    <w:rsid w:val="00B71DF1"/>
    <w:rsid w:val="00B71F26"/>
    <w:rsid w:val="00B7202F"/>
    <w:rsid w:val="00B72812"/>
    <w:rsid w:val="00B72A6B"/>
    <w:rsid w:val="00B734A9"/>
    <w:rsid w:val="00B73FBD"/>
    <w:rsid w:val="00B74938"/>
    <w:rsid w:val="00B76AA6"/>
    <w:rsid w:val="00B77318"/>
    <w:rsid w:val="00B7789A"/>
    <w:rsid w:val="00B77A11"/>
    <w:rsid w:val="00B77DB1"/>
    <w:rsid w:val="00B811B3"/>
    <w:rsid w:val="00B82BFD"/>
    <w:rsid w:val="00B84978"/>
    <w:rsid w:val="00B84E0B"/>
    <w:rsid w:val="00B86266"/>
    <w:rsid w:val="00B876E6"/>
    <w:rsid w:val="00B91941"/>
    <w:rsid w:val="00B92389"/>
    <w:rsid w:val="00B93D84"/>
    <w:rsid w:val="00B9504D"/>
    <w:rsid w:val="00B9560F"/>
    <w:rsid w:val="00B95643"/>
    <w:rsid w:val="00B95D2D"/>
    <w:rsid w:val="00B962C6"/>
    <w:rsid w:val="00B9695D"/>
    <w:rsid w:val="00B96EAE"/>
    <w:rsid w:val="00B96FDE"/>
    <w:rsid w:val="00BA0483"/>
    <w:rsid w:val="00BA0DFE"/>
    <w:rsid w:val="00BA11C4"/>
    <w:rsid w:val="00BA2245"/>
    <w:rsid w:val="00BA3A50"/>
    <w:rsid w:val="00BA4F36"/>
    <w:rsid w:val="00BA518A"/>
    <w:rsid w:val="00BA5B1C"/>
    <w:rsid w:val="00BA5D32"/>
    <w:rsid w:val="00BA6029"/>
    <w:rsid w:val="00BA6535"/>
    <w:rsid w:val="00BA658E"/>
    <w:rsid w:val="00BA687E"/>
    <w:rsid w:val="00BA690B"/>
    <w:rsid w:val="00BA79DF"/>
    <w:rsid w:val="00BB0650"/>
    <w:rsid w:val="00BB087F"/>
    <w:rsid w:val="00BB2944"/>
    <w:rsid w:val="00BB29C9"/>
    <w:rsid w:val="00BB3D3C"/>
    <w:rsid w:val="00BB42B9"/>
    <w:rsid w:val="00BB4396"/>
    <w:rsid w:val="00BB45CC"/>
    <w:rsid w:val="00BB527D"/>
    <w:rsid w:val="00BB752D"/>
    <w:rsid w:val="00BC129A"/>
    <w:rsid w:val="00BC21FD"/>
    <w:rsid w:val="00BC2886"/>
    <w:rsid w:val="00BC3059"/>
    <w:rsid w:val="00BC6617"/>
    <w:rsid w:val="00BC6B71"/>
    <w:rsid w:val="00BC70F9"/>
    <w:rsid w:val="00BC731B"/>
    <w:rsid w:val="00BD0171"/>
    <w:rsid w:val="00BD04FB"/>
    <w:rsid w:val="00BD0742"/>
    <w:rsid w:val="00BD1842"/>
    <w:rsid w:val="00BD2E35"/>
    <w:rsid w:val="00BD32DC"/>
    <w:rsid w:val="00BD3E1D"/>
    <w:rsid w:val="00BD4C5A"/>
    <w:rsid w:val="00BD5FD1"/>
    <w:rsid w:val="00BD6E86"/>
    <w:rsid w:val="00BD7BD1"/>
    <w:rsid w:val="00BE1218"/>
    <w:rsid w:val="00BE1D3F"/>
    <w:rsid w:val="00BE23B5"/>
    <w:rsid w:val="00BE32EE"/>
    <w:rsid w:val="00BE337C"/>
    <w:rsid w:val="00BE353F"/>
    <w:rsid w:val="00BE45A1"/>
    <w:rsid w:val="00BE5419"/>
    <w:rsid w:val="00BE7CA0"/>
    <w:rsid w:val="00BF1C36"/>
    <w:rsid w:val="00BF2081"/>
    <w:rsid w:val="00BF2363"/>
    <w:rsid w:val="00BF2AFF"/>
    <w:rsid w:val="00BF37D1"/>
    <w:rsid w:val="00BF3D49"/>
    <w:rsid w:val="00BF43EA"/>
    <w:rsid w:val="00BF4A12"/>
    <w:rsid w:val="00BF54EE"/>
    <w:rsid w:val="00BF58FC"/>
    <w:rsid w:val="00C0164B"/>
    <w:rsid w:val="00C01F2B"/>
    <w:rsid w:val="00C022DA"/>
    <w:rsid w:val="00C0389D"/>
    <w:rsid w:val="00C05319"/>
    <w:rsid w:val="00C059D0"/>
    <w:rsid w:val="00C05C73"/>
    <w:rsid w:val="00C06184"/>
    <w:rsid w:val="00C073F0"/>
    <w:rsid w:val="00C0791C"/>
    <w:rsid w:val="00C104C5"/>
    <w:rsid w:val="00C11015"/>
    <w:rsid w:val="00C1131B"/>
    <w:rsid w:val="00C11A9A"/>
    <w:rsid w:val="00C11F63"/>
    <w:rsid w:val="00C1213C"/>
    <w:rsid w:val="00C13326"/>
    <w:rsid w:val="00C1416A"/>
    <w:rsid w:val="00C14946"/>
    <w:rsid w:val="00C1526F"/>
    <w:rsid w:val="00C152AB"/>
    <w:rsid w:val="00C172AC"/>
    <w:rsid w:val="00C17A1F"/>
    <w:rsid w:val="00C17E2E"/>
    <w:rsid w:val="00C20404"/>
    <w:rsid w:val="00C20420"/>
    <w:rsid w:val="00C216F8"/>
    <w:rsid w:val="00C222C9"/>
    <w:rsid w:val="00C2319E"/>
    <w:rsid w:val="00C24D84"/>
    <w:rsid w:val="00C265D7"/>
    <w:rsid w:val="00C27412"/>
    <w:rsid w:val="00C27600"/>
    <w:rsid w:val="00C27F01"/>
    <w:rsid w:val="00C31AE0"/>
    <w:rsid w:val="00C31EC8"/>
    <w:rsid w:val="00C33104"/>
    <w:rsid w:val="00C3337E"/>
    <w:rsid w:val="00C33432"/>
    <w:rsid w:val="00C34B29"/>
    <w:rsid w:val="00C34E0A"/>
    <w:rsid w:val="00C35C47"/>
    <w:rsid w:val="00C36117"/>
    <w:rsid w:val="00C41B79"/>
    <w:rsid w:val="00C42B7A"/>
    <w:rsid w:val="00C42DEC"/>
    <w:rsid w:val="00C43571"/>
    <w:rsid w:val="00C43A25"/>
    <w:rsid w:val="00C44171"/>
    <w:rsid w:val="00C444CF"/>
    <w:rsid w:val="00C44B98"/>
    <w:rsid w:val="00C45138"/>
    <w:rsid w:val="00C453C7"/>
    <w:rsid w:val="00C45730"/>
    <w:rsid w:val="00C462AB"/>
    <w:rsid w:val="00C46970"/>
    <w:rsid w:val="00C4762B"/>
    <w:rsid w:val="00C50C53"/>
    <w:rsid w:val="00C50DF1"/>
    <w:rsid w:val="00C5106D"/>
    <w:rsid w:val="00C5124B"/>
    <w:rsid w:val="00C52917"/>
    <w:rsid w:val="00C530AD"/>
    <w:rsid w:val="00C53222"/>
    <w:rsid w:val="00C533B3"/>
    <w:rsid w:val="00C54DB6"/>
    <w:rsid w:val="00C54F7C"/>
    <w:rsid w:val="00C5500A"/>
    <w:rsid w:val="00C555FD"/>
    <w:rsid w:val="00C556D5"/>
    <w:rsid w:val="00C55C29"/>
    <w:rsid w:val="00C56B2C"/>
    <w:rsid w:val="00C60246"/>
    <w:rsid w:val="00C6064D"/>
    <w:rsid w:val="00C60D31"/>
    <w:rsid w:val="00C63B93"/>
    <w:rsid w:val="00C63CD0"/>
    <w:rsid w:val="00C6526C"/>
    <w:rsid w:val="00C65B5B"/>
    <w:rsid w:val="00C67BEC"/>
    <w:rsid w:val="00C70E04"/>
    <w:rsid w:val="00C70F77"/>
    <w:rsid w:val="00C7156C"/>
    <w:rsid w:val="00C71814"/>
    <w:rsid w:val="00C72F7A"/>
    <w:rsid w:val="00C75826"/>
    <w:rsid w:val="00C77875"/>
    <w:rsid w:val="00C80289"/>
    <w:rsid w:val="00C80BD8"/>
    <w:rsid w:val="00C81188"/>
    <w:rsid w:val="00C81AFE"/>
    <w:rsid w:val="00C81FF4"/>
    <w:rsid w:val="00C83A88"/>
    <w:rsid w:val="00C84F1D"/>
    <w:rsid w:val="00C87690"/>
    <w:rsid w:val="00C901C9"/>
    <w:rsid w:val="00C90C78"/>
    <w:rsid w:val="00C91DFF"/>
    <w:rsid w:val="00C94814"/>
    <w:rsid w:val="00C953DE"/>
    <w:rsid w:val="00C96293"/>
    <w:rsid w:val="00C976A1"/>
    <w:rsid w:val="00C97702"/>
    <w:rsid w:val="00C97749"/>
    <w:rsid w:val="00CA09C0"/>
    <w:rsid w:val="00CA11F7"/>
    <w:rsid w:val="00CA12F9"/>
    <w:rsid w:val="00CA30EC"/>
    <w:rsid w:val="00CA3BEF"/>
    <w:rsid w:val="00CA4DB6"/>
    <w:rsid w:val="00CA5AD5"/>
    <w:rsid w:val="00CA636C"/>
    <w:rsid w:val="00CA7C7C"/>
    <w:rsid w:val="00CB0795"/>
    <w:rsid w:val="00CB0AF2"/>
    <w:rsid w:val="00CB2204"/>
    <w:rsid w:val="00CB223C"/>
    <w:rsid w:val="00CB2814"/>
    <w:rsid w:val="00CB2E5B"/>
    <w:rsid w:val="00CB511F"/>
    <w:rsid w:val="00CB5B6D"/>
    <w:rsid w:val="00CB6878"/>
    <w:rsid w:val="00CB6EFF"/>
    <w:rsid w:val="00CB7C1A"/>
    <w:rsid w:val="00CC03DE"/>
    <w:rsid w:val="00CC065A"/>
    <w:rsid w:val="00CC1335"/>
    <w:rsid w:val="00CC1B7E"/>
    <w:rsid w:val="00CC2E14"/>
    <w:rsid w:val="00CC3AB8"/>
    <w:rsid w:val="00CC4EF6"/>
    <w:rsid w:val="00CC5C8B"/>
    <w:rsid w:val="00CD0F4C"/>
    <w:rsid w:val="00CD2236"/>
    <w:rsid w:val="00CD2297"/>
    <w:rsid w:val="00CD38A2"/>
    <w:rsid w:val="00CD479D"/>
    <w:rsid w:val="00CD4D88"/>
    <w:rsid w:val="00CD5772"/>
    <w:rsid w:val="00CD6479"/>
    <w:rsid w:val="00CD7F3A"/>
    <w:rsid w:val="00CE2F70"/>
    <w:rsid w:val="00CE480A"/>
    <w:rsid w:val="00CE4AB8"/>
    <w:rsid w:val="00CE5D41"/>
    <w:rsid w:val="00CE6CC9"/>
    <w:rsid w:val="00CE6D64"/>
    <w:rsid w:val="00CE77DA"/>
    <w:rsid w:val="00CE78D8"/>
    <w:rsid w:val="00CF21A8"/>
    <w:rsid w:val="00CF3588"/>
    <w:rsid w:val="00CF7CE0"/>
    <w:rsid w:val="00CF7F69"/>
    <w:rsid w:val="00D00922"/>
    <w:rsid w:val="00D02CC9"/>
    <w:rsid w:val="00D03B9A"/>
    <w:rsid w:val="00D05C5E"/>
    <w:rsid w:val="00D06FE5"/>
    <w:rsid w:val="00D0722A"/>
    <w:rsid w:val="00D10A16"/>
    <w:rsid w:val="00D12A83"/>
    <w:rsid w:val="00D1491F"/>
    <w:rsid w:val="00D15445"/>
    <w:rsid w:val="00D1618C"/>
    <w:rsid w:val="00D16B59"/>
    <w:rsid w:val="00D16D96"/>
    <w:rsid w:val="00D17552"/>
    <w:rsid w:val="00D17F1E"/>
    <w:rsid w:val="00D20172"/>
    <w:rsid w:val="00D205C5"/>
    <w:rsid w:val="00D20D00"/>
    <w:rsid w:val="00D214A7"/>
    <w:rsid w:val="00D216F8"/>
    <w:rsid w:val="00D21FB2"/>
    <w:rsid w:val="00D225ED"/>
    <w:rsid w:val="00D23204"/>
    <w:rsid w:val="00D242DA"/>
    <w:rsid w:val="00D24A9C"/>
    <w:rsid w:val="00D27B4F"/>
    <w:rsid w:val="00D27D8B"/>
    <w:rsid w:val="00D31397"/>
    <w:rsid w:val="00D32F6F"/>
    <w:rsid w:val="00D33129"/>
    <w:rsid w:val="00D334CA"/>
    <w:rsid w:val="00D33732"/>
    <w:rsid w:val="00D3480D"/>
    <w:rsid w:val="00D34F77"/>
    <w:rsid w:val="00D366E6"/>
    <w:rsid w:val="00D371F4"/>
    <w:rsid w:val="00D3740E"/>
    <w:rsid w:val="00D414A6"/>
    <w:rsid w:val="00D44300"/>
    <w:rsid w:val="00D443FD"/>
    <w:rsid w:val="00D44E24"/>
    <w:rsid w:val="00D47005"/>
    <w:rsid w:val="00D47E69"/>
    <w:rsid w:val="00D50E71"/>
    <w:rsid w:val="00D515B2"/>
    <w:rsid w:val="00D51AFF"/>
    <w:rsid w:val="00D526C1"/>
    <w:rsid w:val="00D52E04"/>
    <w:rsid w:val="00D52F22"/>
    <w:rsid w:val="00D5336A"/>
    <w:rsid w:val="00D537D3"/>
    <w:rsid w:val="00D53D8A"/>
    <w:rsid w:val="00D54388"/>
    <w:rsid w:val="00D54951"/>
    <w:rsid w:val="00D555D0"/>
    <w:rsid w:val="00D56057"/>
    <w:rsid w:val="00D57975"/>
    <w:rsid w:val="00D60241"/>
    <w:rsid w:val="00D603F6"/>
    <w:rsid w:val="00D60B98"/>
    <w:rsid w:val="00D60DC0"/>
    <w:rsid w:val="00D61121"/>
    <w:rsid w:val="00D63C14"/>
    <w:rsid w:val="00D64B92"/>
    <w:rsid w:val="00D65536"/>
    <w:rsid w:val="00D662BE"/>
    <w:rsid w:val="00D662F8"/>
    <w:rsid w:val="00D6737F"/>
    <w:rsid w:val="00D71211"/>
    <w:rsid w:val="00D7173C"/>
    <w:rsid w:val="00D71BCC"/>
    <w:rsid w:val="00D7243D"/>
    <w:rsid w:val="00D72E5E"/>
    <w:rsid w:val="00D734F5"/>
    <w:rsid w:val="00D73DCA"/>
    <w:rsid w:val="00D742B9"/>
    <w:rsid w:val="00D74981"/>
    <w:rsid w:val="00D752FB"/>
    <w:rsid w:val="00D75E23"/>
    <w:rsid w:val="00D762A8"/>
    <w:rsid w:val="00D762F9"/>
    <w:rsid w:val="00D76539"/>
    <w:rsid w:val="00D768B8"/>
    <w:rsid w:val="00D769C1"/>
    <w:rsid w:val="00D76D5F"/>
    <w:rsid w:val="00D81B43"/>
    <w:rsid w:val="00D828B6"/>
    <w:rsid w:val="00D82B4F"/>
    <w:rsid w:val="00D82E55"/>
    <w:rsid w:val="00D82F44"/>
    <w:rsid w:val="00D8537A"/>
    <w:rsid w:val="00D91A9F"/>
    <w:rsid w:val="00D93B7B"/>
    <w:rsid w:val="00D94E70"/>
    <w:rsid w:val="00D96287"/>
    <w:rsid w:val="00D96B89"/>
    <w:rsid w:val="00DA02E3"/>
    <w:rsid w:val="00DA0323"/>
    <w:rsid w:val="00DA0444"/>
    <w:rsid w:val="00DA13C6"/>
    <w:rsid w:val="00DA2C97"/>
    <w:rsid w:val="00DA327D"/>
    <w:rsid w:val="00DA3B22"/>
    <w:rsid w:val="00DA6171"/>
    <w:rsid w:val="00DA7FE0"/>
    <w:rsid w:val="00DB0311"/>
    <w:rsid w:val="00DB2259"/>
    <w:rsid w:val="00DB25D4"/>
    <w:rsid w:val="00DB290D"/>
    <w:rsid w:val="00DB320D"/>
    <w:rsid w:val="00DB43A5"/>
    <w:rsid w:val="00DB4D43"/>
    <w:rsid w:val="00DB4E2B"/>
    <w:rsid w:val="00DB6B80"/>
    <w:rsid w:val="00DB7E07"/>
    <w:rsid w:val="00DC0203"/>
    <w:rsid w:val="00DC0C45"/>
    <w:rsid w:val="00DC2E4F"/>
    <w:rsid w:val="00DC4F02"/>
    <w:rsid w:val="00DC6DA3"/>
    <w:rsid w:val="00DC6FA7"/>
    <w:rsid w:val="00DC70B7"/>
    <w:rsid w:val="00DC7410"/>
    <w:rsid w:val="00DC7967"/>
    <w:rsid w:val="00DC7C2D"/>
    <w:rsid w:val="00DC7F1C"/>
    <w:rsid w:val="00DD24A3"/>
    <w:rsid w:val="00DD2626"/>
    <w:rsid w:val="00DD3E50"/>
    <w:rsid w:val="00DD4732"/>
    <w:rsid w:val="00DD5151"/>
    <w:rsid w:val="00DD58FB"/>
    <w:rsid w:val="00DD7CFC"/>
    <w:rsid w:val="00DE0FCE"/>
    <w:rsid w:val="00DE1A6B"/>
    <w:rsid w:val="00DE2E58"/>
    <w:rsid w:val="00DE30D9"/>
    <w:rsid w:val="00DE3211"/>
    <w:rsid w:val="00DE3469"/>
    <w:rsid w:val="00DE3E0F"/>
    <w:rsid w:val="00DE4220"/>
    <w:rsid w:val="00DE4327"/>
    <w:rsid w:val="00DE6AB7"/>
    <w:rsid w:val="00DE7C60"/>
    <w:rsid w:val="00DF04A2"/>
    <w:rsid w:val="00DF2E15"/>
    <w:rsid w:val="00DF3EA6"/>
    <w:rsid w:val="00DF5474"/>
    <w:rsid w:val="00DF58EB"/>
    <w:rsid w:val="00DF6107"/>
    <w:rsid w:val="00DF7A16"/>
    <w:rsid w:val="00E00124"/>
    <w:rsid w:val="00E00526"/>
    <w:rsid w:val="00E00D8A"/>
    <w:rsid w:val="00E00F94"/>
    <w:rsid w:val="00E02681"/>
    <w:rsid w:val="00E03456"/>
    <w:rsid w:val="00E038ED"/>
    <w:rsid w:val="00E03B88"/>
    <w:rsid w:val="00E059E3"/>
    <w:rsid w:val="00E0742A"/>
    <w:rsid w:val="00E076DD"/>
    <w:rsid w:val="00E07DF9"/>
    <w:rsid w:val="00E101C3"/>
    <w:rsid w:val="00E1095C"/>
    <w:rsid w:val="00E11BD6"/>
    <w:rsid w:val="00E14913"/>
    <w:rsid w:val="00E15A76"/>
    <w:rsid w:val="00E15D04"/>
    <w:rsid w:val="00E16070"/>
    <w:rsid w:val="00E164F9"/>
    <w:rsid w:val="00E16E9E"/>
    <w:rsid w:val="00E21E79"/>
    <w:rsid w:val="00E22D1E"/>
    <w:rsid w:val="00E26C08"/>
    <w:rsid w:val="00E26DC8"/>
    <w:rsid w:val="00E30887"/>
    <w:rsid w:val="00E30C1D"/>
    <w:rsid w:val="00E33FF6"/>
    <w:rsid w:val="00E345E9"/>
    <w:rsid w:val="00E3472A"/>
    <w:rsid w:val="00E3588C"/>
    <w:rsid w:val="00E35AAF"/>
    <w:rsid w:val="00E35B3C"/>
    <w:rsid w:val="00E35C59"/>
    <w:rsid w:val="00E36750"/>
    <w:rsid w:val="00E3735C"/>
    <w:rsid w:val="00E37832"/>
    <w:rsid w:val="00E406B8"/>
    <w:rsid w:val="00E40CDB"/>
    <w:rsid w:val="00E41CA0"/>
    <w:rsid w:val="00E42753"/>
    <w:rsid w:val="00E42E74"/>
    <w:rsid w:val="00E42F33"/>
    <w:rsid w:val="00E43433"/>
    <w:rsid w:val="00E44869"/>
    <w:rsid w:val="00E449EB"/>
    <w:rsid w:val="00E4579D"/>
    <w:rsid w:val="00E45DFE"/>
    <w:rsid w:val="00E4721D"/>
    <w:rsid w:val="00E4771D"/>
    <w:rsid w:val="00E4793D"/>
    <w:rsid w:val="00E50979"/>
    <w:rsid w:val="00E51D64"/>
    <w:rsid w:val="00E52430"/>
    <w:rsid w:val="00E52FC8"/>
    <w:rsid w:val="00E53798"/>
    <w:rsid w:val="00E53ABB"/>
    <w:rsid w:val="00E53BD9"/>
    <w:rsid w:val="00E547C9"/>
    <w:rsid w:val="00E55E05"/>
    <w:rsid w:val="00E55FA1"/>
    <w:rsid w:val="00E56069"/>
    <w:rsid w:val="00E56395"/>
    <w:rsid w:val="00E56489"/>
    <w:rsid w:val="00E56EE1"/>
    <w:rsid w:val="00E57D18"/>
    <w:rsid w:val="00E57E4D"/>
    <w:rsid w:val="00E62922"/>
    <w:rsid w:val="00E63005"/>
    <w:rsid w:val="00E63948"/>
    <w:rsid w:val="00E63A45"/>
    <w:rsid w:val="00E63D17"/>
    <w:rsid w:val="00E641BE"/>
    <w:rsid w:val="00E64604"/>
    <w:rsid w:val="00E647EA"/>
    <w:rsid w:val="00E64F4A"/>
    <w:rsid w:val="00E7182E"/>
    <w:rsid w:val="00E72CB8"/>
    <w:rsid w:val="00E73466"/>
    <w:rsid w:val="00E73EC7"/>
    <w:rsid w:val="00E74D63"/>
    <w:rsid w:val="00E75040"/>
    <w:rsid w:val="00E75346"/>
    <w:rsid w:val="00E7714E"/>
    <w:rsid w:val="00E77192"/>
    <w:rsid w:val="00E800B0"/>
    <w:rsid w:val="00E80379"/>
    <w:rsid w:val="00E815A3"/>
    <w:rsid w:val="00E81951"/>
    <w:rsid w:val="00E830D2"/>
    <w:rsid w:val="00E832D2"/>
    <w:rsid w:val="00E840BE"/>
    <w:rsid w:val="00E856D4"/>
    <w:rsid w:val="00E8591A"/>
    <w:rsid w:val="00E86954"/>
    <w:rsid w:val="00E86F73"/>
    <w:rsid w:val="00E8703C"/>
    <w:rsid w:val="00E90CA6"/>
    <w:rsid w:val="00E90D8E"/>
    <w:rsid w:val="00E9127C"/>
    <w:rsid w:val="00E91643"/>
    <w:rsid w:val="00E93AFE"/>
    <w:rsid w:val="00E93C94"/>
    <w:rsid w:val="00E94517"/>
    <w:rsid w:val="00E94550"/>
    <w:rsid w:val="00EA11F4"/>
    <w:rsid w:val="00EA1643"/>
    <w:rsid w:val="00EA20B7"/>
    <w:rsid w:val="00EA273D"/>
    <w:rsid w:val="00EA345C"/>
    <w:rsid w:val="00EA4055"/>
    <w:rsid w:val="00EA47A7"/>
    <w:rsid w:val="00EA4EFC"/>
    <w:rsid w:val="00EA6DDE"/>
    <w:rsid w:val="00EB044A"/>
    <w:rsid w:val="00EB131C"/>
    <w:rsid w:val="00EB2543"/>
    <w:rsid w:val="00EB30C7"/>
    <w:rsid w:val="00EB46C0"/>
    <w:rsid w:val="00EB5080"/>
    <w:rsid w:val="00EB5113"/>
    <w:rsid w:val="00EB51E0"/>
    <w:rsid w:val="00EB606C"/>
    <w:rsid w:val="00EB7F65"/>
    <w:rsid w:val="00EC1A85"/>
    <w:rsid w:val="00EC23E6"/>
    <w:rsid w:val="00EC2A8D"/>
    <w:rsid w:val="00EC3B3B"/>
    <w:rsid w:val="00EC40D7"/>
    <w:rsid w:val="00EC5299"/>
    <w:rsid w:val="00EC55C5"/>
    <w:rsid w:val="00EC5B6A"/>
    <w:rsid w:val="00EC5BD8"/>
    <w:rsid w:val="00EC5C96"/>
    <w:rsid w:val="00EC697F"/>
    <w:rsid w:val="00EC7315"/>
    <w:rsid w:val="00EC7C96"/>
    <w:rsid w:val="00ED1C34"/>
    <w:rsid w:val="00ED352A"/>
    <w:rsid w:val="00ED3B6B"/>
    <w:rsid w:val="00ED4588"/>
    <w:rsid w:val="00ED5454"/>
    <w:rsid w:val="00ED631E"/>
    <w:rsid w:val="00ED63DF"/>
    <w:rsid w:val="00ED6473"/>
    <w:rsid w:val="00EE0E0F"/>
    <w:rsid w:val="00EE1514"/>
    <w:rsid w:val="00EE2550"/>
    <w:rsid w:val="00EE26C7"/>
    <w:rsid w:val="00EE487C"/>
    <w:rsid w:val="00EE48D1"/>
    <w:rsid w:val="00EE4A16"/>
    <w:rsid w:val="00EE5269"/>
    <w:rsid w:val="00EE69DD"/>
    <w:rsid w:val="00EE757F"/>
    <w:rsid w:val="00EE777D"/>
    <w:rsid w:val="00EF02FF"/>
    <w:rsid w:val="00EF034B"/>
    <w:rsid w:val="00EF12C9"/>
    <w:rsid w:val="00EF1B95"/>
    <w:rsid w:val="00EF4522"/>
    <w:rsid w:val="00EF456C"/>
    <w:rsid w:val="00EF49E7"/>
    <w:rsid w:val="00EF4AB0"/>
    <w:rsid w:val="00EF557A"/>
    <w:rsid w:val="00EF56CC"/>
    <w:rsid w:val="00EF6FCF"/>
    <w:rsid w:val="00F0009E"/>
    <w:rsid w:val="00F01600"/>
    <w:rsid w:val="00F02E5A"/>
    <w:rsid w:val="00F04E68"/>
    <w:rsid w:val="00F05372"/>
    <w:rsid w:val="00F057EC"/>
    <w:rsid w:val="00F05F99"/>
    <w:rsid w:val="00F07D81"/>
    <w:rsid w:val="00F10C6D"/>
    <w:rsid w:val="00F11013"/>
    <w:rsid w:val="00F111AB"/>
    <w:rsid w:val="00F119EA"/>
    <w:rsid w:val="00F12200"/>
    <w:rsid w:val="00F129F7"/>
    <w:rsid w:val="00F12B78"/>
    <w:rsid w:val="00F12F92"/>
    <w:rsid w:val="00F136FE"/>
    <w:rsid w:val="00F143E4"/>
    <w:rsid w:val="00F14DA5"/>
    <w:rsid w:val="00F15768"/>
    <w:rsid w:val="00F159CF"/>
    <w:rsid w:val="00F15A77"/>
    <w:rsid w:val="00F17DEC"/>
    <w:rsid w:val="00F2022B"/>
    <w:rsid w:val="00F2166D"/>
    <w:rsid w:val="00F22548"/>
    <w:rsid w:val="00F22E06"/>
    <w:rsid w:val="00F234B6"/>
    <w:rsid w:val="00F23AD3"/>
    <w:rsid w:val="00F23C81"/>
    <w:rsid w:val="00F25850"/>
    <w:rsid w:val="00F25BB3"/>
    <w:rsid w:val="00F2736F"/>
    <w:rsid w:val="00F27516"/>
    <w:rsid w:val="00F27DF3"/>
    <w:rsid w:val="00F30923"/>
    <w:rsid w:val="00F30963"/>
    <w:rsid w:val="00F3105D"/>
    <w:rsid w:val="00F3147B"/>
    <w:rsid w:val="00F33014"/>
    <w:rsid w:val="00F34CFE"/>
    <w:rsid w:val="00F35425"/>
    <w:rsid w:val="00F35B96"/>
    <w:rsid w:val="00F36885"/>
    <w:rsid w:val="00F36C9C"/>
    <w:rsid w:val="00F379A6"/>
    <w:rsid w:val="00F40561"/>
    <w:rsid w:val="00F42851"/>
    <w:rsid w:val="00F42CF4"/>
    <w:rsid w:val="00F43427"/>
    <w:rsid w:val="00F4349B"/>
    <w:rsid w:val="00F43E5B"/>
    <w:rsid w:val="00F44375"/>
    <w:rsid w:val="00F44A0F"/>
    <w:rsid w:val="00F46C47"/>
    <w:rsid w:val="00F4759A"/>
    <w:rsid w:val="00F47634"/>
    <w:rsid w:val="00F47AC4"/>
    <w:rsid w:val="00F47DB5"/>
    <w:rsid w:val="00F517A6"/>
    <w:rsid w:val="00F51920"/>
    <w:rsid w:val="00F52341"/>
    <w:rsid w:val="00F5427C"/>
    <w:rsid w:val="00F61C33"/>
    <w:rsid w:val="00F63601"/>
    <w:rsid w:val="00F65DAC"/>
    <w:rsid w:val="00F66701"/>
    <w:rsid w:val="00F66F45"/>
    <w:rsid w:val="00F67FBD"/>
    <w:rsid w:val="00F709A9"/>
    <w:rsid w:val="00F7202C"/>
    <w:rsid w:val="00F72373"/>
    <w:rsid w:val="00F724DE"/>
    <w:rsid w:val="00F72B7B"/>
    <w:rsid w:val="00F7388C"/>
    <w:rsid w:val="00F746C3"/>
    <w:rsid w:val="00F75744"/>
    <w:rsid w:val="00F76BF1"/>
    <w:rsid w:val="00F7751B"/>
    <w:rsid w:val="00F778E6"/>
    <w:rsid w:val="00F778F2"/>
    <w:rsid w:val="00F77CDA"/>
    <w:rsid w:val="00F77D95"/>
    <w:rsid w:val="00F81490"/>
    <w:rsid w:val="00F818F8"/>
    <w:rsid w:val="00F82952"/>
    <w:rsid w:val="00F8412A"/>
    <w:rsid w:val="00F84D91"/>
    <w:rsid w:val="00F8500A"/>
    <w:rsid w:val="00F86932"/>
    <w:rsid w:val="00F86B24"/>
    <w:rsid w:val="00F8716F"/>
    <w:rsid w:val="00F876B7"/>
    <w:rsid w:val="00F87F46"/>
    <w:rsid w:val="00F902B3"/>
    <w:rsid w:val="00F9045B"/>
    <w:rsid w:val="00F905DF"/>
    <w:rsid w:val="00F91F6D"/>
    <w:rsid w:val="00F920DA"/>
    <w:rsid w:val="00F927E5"/>
    <w:rsid w:val="00F92BDA"/>
    <w:rsid w:val="00F94F24"/>
    <w:rsid w:val="00F956A2"/>
    <w:rsid w:val="00F95EBB"/>
    <w:rsid w:val="00F95EC0"/>
    <w:rsid w:val="00F9646A"/>
    <w:rsid w:val="00F96C9F"/>
    <w:rsid w:val="00FA00CA"/>
    <w:rsid w:val="00FA0C67"/>
    <w:rsid w:val="00FA1FD5"/>
    <w:rsid w:val="00FA2BAD"/>
    <w:rsid w:val="00FA4F72"/>
    <w:rsid w:val="00FA56DB"/>
    <w:rsid w:val="00FB1033"/>
    <w:rsid w:val="00FB4371"/>
    <w:rsid w:val="00FB4558"/>
    <w:rsid w:val="00FB4A10"/>
    <w:rsid w:val="00FB4BE0"/>
    <w:rsid w:val="00FB6382"/>
    <w:rsid w:val="00FB6E35"/>
    <w:rsid w:val="00FB6E81"/>
    <w:rsid w:val="00FB79DB"/>
    <w:rsid w:val="00FC0421"/>
    <w:rsid w:val="00FC186D"/>
    <w:rsid w:val="00FC23A3"/>
    <w:rsid w:val="00FC315A"/>
    <w:rsid w:val="00FC7E31"/>
    <w:rsid w:val="00FD2DE1"/>
    <w:rsid w:val="00FD2E46"/>
    <w:rsid w:val="00FD3516"/>
    <w:rsid w:val="00FD3B91"/>
    <w:rsid w:val="00FD4E1E"/>
    <w:rsid w:val="00FD54BE"/>
    <w:rsid w:val="00FD676A"/>
    <w:rsid w:val="00FD6EB5"/>
    <w:rsid w:val="00FE000D"/>
    <w:rsid w:val="00FE015B"/>
    <w:rsid w:val="00FE0EF8"/>
    <w:rsid w:val="00FE1FE6"/>
    <w:rsid w:val="00FE24CA"/>
    <w:rsid w:val="00FE279B"/>
    <w:rsid w:val="00FE2A7B"/>
    <w:rsid w:val="00FE2E32"/>
    <w:rsid w:val="00FE32AE"/>
    <w:rsid w:val="00FE3559"/>
    <w:rsid w:val="00FE41CC"/>
    <w:rsid w:val="00FE4BCC"/>
    <w:rsid w:val="00FE6129"/>
    <w:rsid w:val="00FE6A40"/>
    <w:rsid w:val="00FE7AFF"/>
    <w:rsid w:val="00FF1905"/>
    <w:rsid w:val="00FF1DAF"/>
    <w:rsid w:val="00FF2CF4"/>
    <w:rsid w:val="00FF4D6D"/>
    <w:rsid w:val="00FF6D5C"/>
    <w:rsid w:val="00FF7390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1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D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569B"/>
    <w:pPr>
      <w:keepNext/>
      <w:spacing w:before="360" w:line="360" w:lineRule="auto"/>
      <w:jc w:val="center"/>
      <w:outlineLvl w:val="1"/>
    </w:pPr>
    <w:rPr>
      <w:rFonts w:ascii="Tahoma" w:eastAsia="Batang" w:hAnsi="Tahoma"/>
      <w:b/>
      <w:i/>
      <w:iCs/>
      <w:snapToGrid w:val="0"/>
      <w:color w:val="80000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48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E50"/>
    <w:pPr>
      <w:keepNext/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2D0AC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D0A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2D0AC9"/>
    <w:rPr>
      <w:color w:val="0000FF"/>
      <w:u w:val="single"/>
    </w:rPr>
  </w:style>
  <w:style w:type="character" w:styleId="PageNumber">
    <w:name w:val="page number"/>
    <w:basedOn w:val="DefaultParagraphFont"/>
    <w:rsid w:val="007057F4"/>
  </w:style>
  <w:style w:type="numbering" w:styleId="111111">
    <w:name w:val="Outline List 2"/>
    <w:basedOn w:val="NoList"/>
    <w:rsid w:val="009A3486"/>
    <w:pPr>
      <w:numPr>
        <w:numId w:val="2"/>
      </w:numPr>
    </w:pPr>
  </w:style>
  <w:style w:type="numbering" w:styleId="1ai">
    <w:name w:val="Outline List 1"/>
    <w:basedOn w:val="NoList"/>
    <w:rsid w:val="000C1CC7"/>
    <w:pPr>
      <w:numPr>
        <w:numId w:val="4"/>
      </w:numPr>
    </w:pPr>
  </w:style>
  <w:style w:type="paragraph" w:customStyle="1" w:styleId="Char">
    <w:name w:val="Char"/>
    <w:basedOn w:val="Normal"/>
    <w:rsid w:val="000E782E"/>
    <w:pPr>
      <w:spacing w:after="160" w:line="240" w:lineRule="exact"/>
    </w:pPr>
    <w:rPr>
      <w:rFonts w:ascii="Verdana" w:eastAsia="MS Mincho" w:hAnsi="Verdana"/>
      <w:sz w:val="20"/>
      <w:szCs w:val="20"/>
    </w:rPr>
  </w:style>
  <w:style w:type="numbering" w:customStyle="1" w:styleId="CurrentList1">
    <w:name w:val="Current List1"/>
    <w:rsid w:val="006E2388"/>
    <w:pPr>
      <w:numPr>
        <w:numId w:val="5"/>
      </w:numPr>
    </w:pPr>
  </w:style>
  <w:style w:type="numbering" w:customStyle="1" w:styleId="CurrentList2">
    <w:name w:val="Current List2"/>
    <w:rsid w:val="00907ABB"/>
    <w:pPr>
      <w:numPr>
        <w:numId w:val="6"/>
      </w:numPr>
    </w:pPr>
  </w:style>
  <w:style w:type="paragraph" w:customStyle="1" w:styleId="CharCharChar">
    <w:name w:val="Char Char Char"/>
    <w:basedOn w:val="Normal"/>
    <w:rsid w:val="00297C4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uiPriority w:val="59"/>
    <w:rsid w:val="00C60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5239CC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1CharCharCharCharCharCharCharCharCharCharCharCharCharCharCharChar1CharChar">
    <w:name w:val="Char1 Char Char Char Char Char Char Char Char Char Char Char Char Char Char Char Char1 Char Char"/>
    <w:basedOn w:val="Normal"/>
    <w:rsid w:val="003554F3"/>
    <w:pPr>
      <w:widowControl w:val="0"/>
      <w:jc w:val="both"/>
    </w:pPr>
    <w:rPr>
      <w:rFonts w:eastAsia="SimSun"/>
      <w:kern w:val="2"/>
      <w:lang w:eastAsia="zh-CN"/>
    </w:rPr>
  </w:style>
  <w:style w:type="paragraph" w:styleId="DocumentMap">
    <w:name w:val="Document Map"/>
    <w:basedOn w:val="Normal"/>
    <w:semiHidden/>
    <w:rsid w:val="002D74C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647ABE"/>
    <w:rPr>
      <w:sz w:val="16"/>
      <w:szCs w:val="16"/>
    </w:rPr>
  </w:style>
  <w:style w:type="paragraph" w:styleId="CommentText">
    <w:name w:val="annotation text"/>
    <w:basedOn w:val="Normal"/>
    <w:semiHidden/>
    <w:rsid w:val="00647A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47ABE"/>
    <w:rPr>
      <w:b/>
      <w:bCs/>
    </w:rPr>
  </w:style>
  <w:style w:type="paragraph" w:customStyle="1" w:styleId="Pa21">
    <w:name w:val="Pa21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character" w:customStyle="1" w:styleId="A0">
    <w:name w:val="A0"/>
    <w:rsid w:val="009A4245"/>
    <w:rPr>
      <w:color w:val="000000"/>
    </w:rPr>
  </w:style>
  <w:style w:type="paragraph" w:customStyle="1" w:styleId="Pa4">
    <w:name w:val="Pa4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paragraph" w:styleId="BodyText">
    <w:name w:val="Body Text"/>
    <w:basedOn w:val="Normal"/>
    <w:link w:val="BodyTextChar"/>
    <w:rsid w:val="00EF56CC"/>
    <w:pPr>
      <w:spacing w:line="288" w:lineRule="auto"/>
      <w:jc w:val="both"/>
    </w:pPr>
    <w:rPr>
      <w:rFonts w:ascii="Arial" w:eastAsia="Calibri" w:hAnsi="Arial" w:cs="Arial"/>
      <w:b/>
      <w:bCs/>
    </w:rPr>
  </w:style>
  <w:style w:type="character" w:customStyle="1" w:styleId="BodyTextChar">
    <w:name w:val="Body Text Char"/>
    <w:link w:val="BodyText"/>
    <w:rsid w:val="00EF56CC"/>
    <w:rPr>
      <w:rFonts w:ascii="Arial" w:hAnsi="Arial" w:cs="Arial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90569B"/>
    <w:rPr>
      <w:rFonts w:ascii="Tahoma" w:eastAsia="Batang" w:hAnsi="Tahoma" w:cs="Tahoma"/>
      <w:b/>
      <w:i/>
      <w:iCs/>
      <w:snapToGrid w:val="0"/>
      <w:color w:val="800000"/>
      <w:sz w:val="24"/>
      <w:szCs w:val="22"/>
    </w:rPr>
  </w:style>
  <w:style w:type="paragraph" w:customStyle="1" w:styleId="Style2">
    <w:name w:val="Style2"/>
    <w:basedOn w:val="Normal"/>
    <w:rsid w:val="00D54388"/>
    <w:pPr>
      <w:spacing w:before="120" w:line="400" w:lineRule="exact"/>
      <w:jc w:val="both"/>
    </w:pPr>
    <w:rPr>
      <w:rFonts w:ascii="Arial" w:hAnsi="Arial" w:cs="Arial"/>
      <w:b/>
      <w:bCs/>
    </w:rPr>
  </w:style>
  <w:style w:type="paragraph" w:customStyle="1" w:styleId="Default">
    <w:name w:val="Default"/>
    <w:rsid w:val="00DD3E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vi-VN" w:eastAsia="vi-VN"/>
    </w:rPr>
  </w:style>
  <w:style w:type="character" w:customStyle="1" w:styleId="Heading4Char">
    <w:name w:val="Heading 4 Char"/>
    <w:link w:val="Heading4"/>
    <w:uiPriority w:val="9"/>
    <w:rsid w:val="00DD3E50"/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2E2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72E26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B71D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rsid w:val="002D060B"/>
    <w:rPr>
      <w:sz w:val="20"/>
      <w:szCs w:val="20"/>
    </w:rPr>
  </w:style>
  <w:style w:type="character" w:customStyle="1" w:styleId="FootnoteTextChar">
    <w:name w:val="Footnote Text Char"/>
    <w:link w:val="FootnoteText"/>
    <w:rsid w:val="002D060B"/>
    <w:rPr>
      <w:rFonts w:ascii="Times New Roman" w:eastAsia="Times New Roman" w:hAnsi="Times New Roman"/>
    </w:rPr>
  </w:style>
  <w:style w:type="character" w:styleId="FootnoteReference">
    <w:name w:val="footnote reference"/>
    <w:rsid w:val="002D06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805AC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E480A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09A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709A9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7931DD"/>
    <w:pPr>
      <w:spacing w:before="79" w:after="79" w:line="312" w:lineRule="auto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rsid w:val="00033F1F"/>
    <w:pPr>
      <w:spacing w:before="79" w:after="79" w:line="312" w:lineRule="auto"/>
      <w:jc w:val="both"/>
    </w:pPr>
  </w:style>
  <w:style w:type="paragraph" w:styleId="BodyTextIndent2">
    <w:name w:val="Body Text Indent 2"/>
    <w:basedOn w:val="Normal"/>
    <w:link w:val="BodyTextIndent2Char"/>
    <w:rsid w:val="00C2319E"/>
    <w:pPr>
      <w:spacing w:before="120" w:line="400" w:lineRule="exact"/>
      <w:ind w:left="216"/>
      <w:jc w:val="both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C2319E"/>
    <w:rPr>
      <w:rFonts w:ascii="Tahoma" w:eastAsia="Times New Roman" w:hAnsi="Tahoma" w:cs="Tahoma"/>
      <w:sz w:val="22"/>
      <w:szCs w:val="24"/>
    </w:rPr>
  </w:style>
  <w:style w:type="paragraph" w:styleId="Revision">
    <w:name w:val="Revision"/>
    <w:hidden/>
    <w:uiPriority w:val="99"/>
    <w:semiHidden/>
    <w:rsid w:val="00884C96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B2E5B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6335D3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6E35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ListParagraph1">
    <w:name w:val="List Paragraph1"/>
    <w:aliases w:val="Thang2"/>
    <w:basedOn w:val="Normal"/>
    <w:link w:val="ListParagraphChar"/>
    <w:uiPriority w:val="34"/>
    <w:qFormat/>
    <w:rsid w:val="00B657DC"/>
    <w:pPr>
      <w:widowControl w:val="0"/>
      <w:numPr>
        <w:numId w:val="24"/>
      </w:numPr>
      <w:autoSpaceDE w:val="0"/>
      <w:autoSpaceDN w:val="0"/>
      <w:adjustRightInd w:val="0"/>
      <w:spacing w:before="120" w:after="240"/>
      <w:jc w:val="both"/>
    </w:pPr>
    <w:rPr>
      <w:rFonts w:ascii="Tahoma" w:hAnsi="Tahoma"/>
      <w:sz w:val="20"/>
      <w:szCs w:val="22"/>
      <w:lang w:val="nl-NL"/>
    </w:rPr>
  </w:style>
  <w:style w:type="character" w:customStyle="1" w:styleId="ListParagraphChar">
    <w:name w:val="List Paragraph Char"/>
    <w:aliases w:val="Thang2 Char,List Paragraph1 Char"/>
    <w:basedOn w:val="DefaultParagraphFont"/>
    <w:link w:val="ListParagraph1"/>
    <w:uiPriority w:val="34"/>
    <w:locked/>
    <w:rsid w:val="00B657DC"/>
    <w:rPr>
      <w:rFonts w:ascii="Tahoma" w:eastAsia="Times New Roman" w:hAnsi="Tahoma"/>
      <w:szCs w:val="22"/>
      <w:lang w:val="nl-NL"/>
    </w:rPr>
  </w:style>
  <w:style w:type="paragraph" w:customStyle="1" w:styleId="Style3">
    <w:name w:val="Style3"/>
    <w:basedOn w:val="BodyText"/>
    <w:uiPriority w:val="99"/>
    <w:rsid w:val="00CF7CE0"/>
    <w:pPr>
      <w:numPr>
        <w:numId w:val="47"/>
      </w:numPr>
      <w:spacing w:before="120" w:line="400" w:lineRule="exact"/>
    </w:pPr>
    <w:rPr>
      <w:rFonts w:eastAsia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1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D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569B"/>
    <w:pPr>
      <w:keepNext/>
      <w:spacing w:before="360" w:line="360" w:lineRule="auto"/>
      <w:jc w:val="center"/>
      <w:outlineLvl w:val="1"/>
    </w:pPr>
    <w:rPr>
      <w:rFonts w:ascii="Tahoma" w:eastAsia="Batang" w:hAnsi="Tahoma"/>
      <w:b/>
      <w:i/>
      <w:iCs/>
      <w:snapToGrid w:val="0"/>
      <w:color w:val="80000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48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E50"/>
    <w:pPr>
      <w:keepNext/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0A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D0AC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2D0AC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D0A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2D0AC9"/>
    <w:rPr>
      <w:color w:val="0000FF"/>
      <w:u w:val="single"/>
    </w:rPr>
  </w:style>
  <w:style w:type="character" w:styleId="PageNumber">
    <w:name w:val="page number"/>
    <w:basedOn w:val="DefaultParagraphFont"/>
    <w:rsid w:val="007057F4"/>
  </w:style>
  <w:style w:type="numbering" w:styleId="111111">
    <w:name w:val="Outline List 2"/>
    <w:basedOn w:val="NoList"/>
    <w:rsid w:val="009A3486"/>
    <w:pPr>
      <w:numPr>
        <w:numId w:val="2"/>
      </w:numPr>
    </w:pPr>
  </w:style>
  <w:style w:type="numbering" w:styleId="1ai">
    <w:name w:val="Outline List 1"/>
    <w:basedOn w:val="NoList"/>
    <w:rsid w:val="000C1CC7"/>
    <w:pPr>
      <w:numPr>
        <w:numId w:val="4"/>
      </w:numPr>
    </w:pPr>
  </w:style>
  <w:style w:type="paragraph" w:customStyle="1" w:styleId="Char">
    <w:name w:val="Char"/>
    <w:basedOn w:val="Normal"/>
    <w:rsid w:val="000E782E"/>
    <w:pPr>
      <w:spacing w:after="160" w:line="240" w:lineRule="exact"/>
    </w:pPr>
    <w:rPr>
      <w:rFonts w:ascii="Verdana" w:eastAsia="MS Mincho" w:hAnsi="Verdana"/>
      <w:sz w:val="20"/>
      <w:szCs w:val="20"/>
    </w:rPr>
  </w:style>
  <w:style w:type="numbering" w:customStyle="1" w:styleId="CurrentList1">
    <w:name w:val="Current List1"/>
    <w:rsid w:val="006E2388"/>
    <w:pPr>
      <w:numPr>
        <w:numId w:val="5"/>
      </w:numPr>
    </w:pPr>
  </w:style>
  <w:style w:type="numbering" w:customStyle="1" w:styleId="CurrentList2">
    <w:name w:val="Current List2"/>
    <w:rsid w:val="00907ABB"/>
    <w:pPr>
      <w:numPr>
        <w:numId w:val="6"/>
      </w:numPr>
    </w:pPr>
  </w:style>
  <w:style w:type="paragraph" w:customStyle="1" w:styleId="CharCharChar">
    <w:name w:val="Char Char Char"/>
    <w:basedOn w:val="Normal"/>
    <w:rsid w:val="00297C4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uiPriority w:val="59"/>
    <w:rsid w:val="00C60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5239CC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1CharCharCharCharCharCharCharCharCharCharCharCharCharCharCharChar1CharChar">
    <w:name w:val="Char1 Char Char Char Char Char Char Char Char Char Char Char Char Char Char Char Char1 Char Char"/>
    <w:basedOn w:val="Normal"/>
    <w:rsid w:val="003554F3"/>
    <w:pPr>
      <w:widowControl w:val="0"/>
      <w:jc w:val="both"/>
    </w:pPr>
    <w:rPr>
      <w:rFonts w:eastAsia="SimSun"/>
      <w:kern w:val="2"/>
      <w:lang w:eastAsia="zh-CN"/>
    </w:rPr>
  </w:style>
  <w:style w:type="paragraph" w:styleId="DocumentMap">
    <w:name w:val="Document Map"/>
    <w:basedOn w:val="Normal"/>
    <w:semiHidden/>
    <w:rsid w:val="002D74C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647ABE"/>
    <w:rPr>
      <w:sz w:val="16"/>
      <w:szCs w:val="16"/>
    </w:rPr>
  </w:style>
  <w:style w:type="paragraph" w:styleId="CommentText">
    <w:name w:val="annotation text"/>
    <w:basedOn w:val="Normal"/>
    <w:semiHidden/>
    <w:rsid w:val="00647A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47ABE"/>
    <w:rPr>
      <w:b/>
      <w:bCs/>
    </w:rPr>
  </w:style>
  <w:style w:type="paragraph" w:customStyle="1" w:styleId="Pa21">
    <w:name w:val="Pa21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character" w:customStyle="1" w:styleId="A0">
    <w:name w:val="A0"/>
    <w:rsid w:val="009A4245"/>
    <w:rPr>
      <w:color w:val="000000"/>
    </w:rPr>
  </w:style>
  <w:style w:type="paragraph" w:customStyle="1" w:styleId="Pa4">
    <w:name w:val="Pa4"/>
    <w:basedOn w:val="Normal"/>
    <w:next w:val="Normal"/>
    <w:rsid w:val="009A4245"/>
    <w:pPr>
      <w:autoSpaceDE w:val="0"/>
      <w:autoSpaceDN w:val="0"/>
      <w:adjustRightInd w:val="0"/>
      <w:spacing w:line="221" w:lineRule="atLeast"/>
    </w:pPr>
  </w:style>
  <w:style w:type="paragraph" w:styleId="BodyText">
    <w:name w:val="Body Text"/>
    <w:basedOn w:val="Normal"/>
    <w:link w:val="BodyTextChar"/>
    <w:rsid w:val="00EF56CC"/>
    <w:pPr>
      <w:spacing w:line="288" w:lineRule="auto"/>
      <w:jc w:val="both"/>
    </w:pPr>
    <w:rPr>
      <w:rFonts w:ascii="Arial" w:eastAsia="Calibri" w:hAnsi="Arial" w:cs="Arial"/>
      <w:b/>
      <w:bCs/>
    </w:rPr>
  </w:style>
  <w:style w:type="character" w:customStyle="1" w:styleId="BodyTextChar">
    <w:name w:val="Body Text Char"/>
    <w:link w:val="BodyText"/>
    <w:rsid w:val="00EF56CC"/>
    <w:rPr>
      <w:rFonts w:ascii="Arial" w:hAnsi="Arial" w:cs="Arial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90569B"/>
    <w:rPr>
      <w:rFonts w:ascii="Tahoma" w:eastAsia="Batang" w:hAnsi="Tahoma" w:cs="Tahoma"/>
      <w:b/>
      <w:i/>
      <w:iCs/>
      <w:snapToGrid w:val="0"/>
      <w:color w:val="800000"/>
      <w:sz w:val="24"/>
      <w:szCs w:val="22"/>
    </w:rPr>
  </w:style>
  <w:style w:type="paragraph" w:customStyle="1" w:styleId="Style2">
    <w:name w:val="Style2"/>
    <w:basedOn w:val="Normal"/>
    <w:rsid w:val="00D54388"/>
    <w:pPr>
      <w:spacing w:before="120" w:line="400" w:lineRule="exact"/>
      <w:jc w:val="both"/>
    </w:pPr>
    <w:rPr>
      <w:rFonts w:ascii="Arial" w:hAnsi="Arial" w:cs="Arial"/>
      <w:b/>
      <w:bCs/>
    </w:rPr>
  </w:style>
  <w:style w:type="paragraph" w:customStyle="1" w:styleId="Default">
    <w:name w:val="Default"/>
    <w:rsid w:val="00DD3E5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vi-VN" w:eastAsia="vi-VN"/>
    </w:rPr>
  </w:style>
  <w:style w:type="character" w:customStyle="1" w:styleId="Heading4Char">
    <w:name w:val="Heading 4 Char"/>
    <w:link w:val="Heading4"/>
    <w:uiPriority w:val="9"/>
    <w:rsid w:val="00DD3E50"/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2E2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72E26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B71D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rsid w:val="002D060B"/>
    <w:rPr>
      <w:sz w:val="20"/>
      <w:szCs w:val="20"/>
    </w:rPr>
  </w:style>
  <w:style w:type="character" w:customStyle="1" w:styleId="FootnoteTextChar">
    <w:name w:val="Footnote Text Char"/>
    <w:link w:val="FootnoteText"/>
    <w:rsid w:val="002D060B"/>
    <w:rPr>
      <w:rFonts w:ascii="Times New Roman" w:eastAsia="Times New Roman" w:hAnsi="Times New Roman"/>
    </w:rPr>
  </w:style>
  <w:style w:type="character" w:styleId="FootnoteReference">
    <w:name w:val="footnote reference"/>
    <w:rsid w:val="002D06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805AC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E480A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09A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709A9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7931DD"/>
    <w:pPr>
      <w:spacing w:before="79" w:after="79" w:line="312" w:lineRule="auto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rsid w:val="00033F1F"/>
    <w:pPr>
      <w:spacing w:before="79" w:after="79" w:line="312" w:lineRule="auto"/>
      <w:jc w:val="both"/>
    </w:pPr>
  </w:style>
  <w:style w:type="paragraph" w:styleId="BodyTextIndent2">
    <w:name w:val="Body Text Indent 2"/>
    <w:basedOn w:val="Normal"/>
    <w:link w:val="BodyTextIndent2Char"/>
    <w:rsid w:val="00C2319E"/>
    <w:pPr>
      <w:spacing w:before="120" w:line="400" w:lineRule="exact"/>
      <w:ind w:left="216"/>
      <w:jc w:val="both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C2319E"/>
    <w:rPr>
      <w:rFonts w:ascii="Tahoma" w:eastAsia="Times New Roman" w:hAnsi="Tahoma" w:cs="Tahoma"/>
      <w:sz w:val="22"/>
      <w:szCs w:val="24"/>
    </w:rPr>
  </w:style>
  <w:style w:type="paragraph" w:styleId="Revision">
    <w:name w:val="Revision"/>
    <w:hidden/>
    <w:uiPriority w:val="99"/>
    <w:semiHidden/>
    <w:rsid w:val="00884C96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B2E5B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6335D3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6E35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ListParagraph1">
    <w:name w:val="List Paragraph1"/>
    <w:aliases w:val="Thang2"/>
    <w:basedOn w:val="Normal"/>
    <w:link w:val="ListParagraphChar"/>
    <w:uiPriority w:val="34"/>
    <w:qFormat/>
    <w:rsid w:val="00B657DC"/>
    <w:pPr>
      <w:widowControl w:val="0"/>
      <w:numPr>
        <w:numId w:val="24"/>
      </w:numPr>
      <w:autoSpaceDE w:val="0"/>
      <w:autoSpaceDN w:val="0"/>
      <w:adjustRightInd w:val="0"/>
      <w:spacing w:before="120" w:after="240"/>
      <w:jc w:val="both"/>
    </w:pPr>
    <w:rPr>
      <w:rFonts w:ascii="Tahoma" w:hAnsi="Tahoma"/>
      <w:sz w:val="20"/>
      <w:szCs w:val="22"/>
      <w:lang w:val="nl-NL"/>
    </w:rPr>
  </w:style>
  <w:style w:type="character" w:customStyle="1" w:styleId="ListParagraphChar">
    <w:name w:val="List Paragraph Char"/>
    <w:aliases w:val="Thang2 Char,List Paragraph1 Char"/>
    <w:basedOn w:val="DefaultParagraphFont"/>
    <w:link w:val="ListParagraph1"/>
    <w:uiPriority w:val="34"/>
    <w:locked/>
    <w:rsid w:val="00B657DC"/>
    <w:rPr>
      <w:rFonts w:ascii="Tahoma" w:eastAsia="Times New Roman" w:hAnsi="Tahoma"/>
      <w:szCs w:val="22"/>
      <w:lang w:val="nl-NL"/>
    </w:rPr>
  </w:style>
  <w:style w:type="paragraph" w:customStyle="1" w:styleId="Style3">
    <w:name w:val="Style3"/>
    <w:basedOn w:val="BodyText"/>
    <w:uiPriority w:val="99"/>
    <w:rsid w:val="00CF7CE0"/>
    <w:pPr>
      <w:numPr>
        <w:numId w:val="47"/>
      </w:numPr>
      <w:spacing w:before="120" w:line="400" w:lineRule="exact"/>
    </w:pPr>
    <w:rPr>
      <w:rFonts w:eastAsia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khanhn-tv\Desktop\SCIC\B&#225;n%20ph&#7847;n%20v&#7889;n%20Nh&#224;%20n&#432;&#7899;c\Quy%20che%20Latraco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2FF7-9F9D-49A9-8678-CAB0C963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Quy che Latraco 2</Template>
  <TotalTime>210</TotalTime>
  <Pages>7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QUY CHẾ BÁN ĐẤU GIÁ PHẦN VỐN NHÀ NƯỚC</vt:lpstr>
    </vt:vector>
  </TitlesOfParts>
  <Company>vcbs</Company>
  <LinksUpToDate>false</LinksUpToDate>
  <CharactersWithSpaces>9469</CharactersWithSpaces>
  <SharedDoc>false</SharedDoc>
  <HLinks>
    <vt:vector size="18" baseType="variant">
      <vt:variant>
        <vt:i4>7405606</vt:i4>
      </vt:variant>
      <vt:variant>
        <vt:i4>6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http://www.acbs.com.vn/</vt:lpwstr>
      </vt:variant>
      <vt:variant>
        <vt:lpwstr/>
      </vt:variant>
      <vt:variant>
        <vt:i4>2687032</vt:i4>
      </vt:variant>
      <vt:variant>
        <vt:i4>0</vt:i4>
      </vt:variant>
      <vt:variant>
        <vt:i4>0</vt:i4>
      </vt:variant>
      <vt:variant>
        <vt:i4>5</vt:i4>
      </vt:variant>
      <vt:variant>
        <vt:lpwstr>http://www.acbs.com.vn/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QUY CHẾ BÁN ĐẤU GIÁ PHẦN VỐN NHÀ NƯỚC</dc:title>
  <dc:creator>vcbs</dc:creator>
  <cp:lastModifiedBy>Nguyen Hoang Tung</cp:lastModifiedBy>
  <cp:revision>322</cp:revision>
  <cp:lastPrinted>2015-09-29T01:52:00Z</cp:lastPrinted>
  <dcterms:created xsi:type="dcterms:W3CDTF">2017-05-29T03:16:00Z</dcterms:created>
  <dcterms:modified xsi:type="dcterms:W3CDTF">2017-07-18T06:03:00Z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